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00"/>
        </w:rPr>
        <w:t xml:space="preserve">                     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 WYKONAWCY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wykonawcy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Nazwa:    </w:t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Siedziba: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Adres poczty elektronicznej: 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Strona internetowa: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telefonu: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……........................................ </w:t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faksu: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……. ......................................</w:t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REGON: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NIP: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zamawiającego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Urząd Miasta Bartoszyce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ul. Boh. Monte Cassino 1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11-200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Bartoszyce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Zobowiązania wykonawcy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Nawiązując do ogłoszenia o zamówieniu publicznym na </w:t>
      </w:r>
      <w:r>
        <w:rPr>
          <w:b/>
          <w:bCs/>
        </w:rPr>
        <w:t>Dostawę sprzętu komputerowego i biurowego do lokalu Informacji Turystycznej w Bartoszycach</w:t>
      </w:r>
      <w:r>
        <w:rPr>
          <w:rFonts w:ascii="Arial" w:hAnsi="Arial" w:cs="Arial"/>
          <w:color w:val="000000"/>
        </w:rPr>
        <w:t xml:space="preserve">. Numer sprawy: </w:t>
      </w:r>
      <w:r>
        <w:rPr>
          <w:rFonts w:ascii="Arial" w:hAnsi="Arial" w:cs="Arial"/>
          <w:color w:val="000000"/>
          <w:highlight w:val="white"/>
        </w:rPr>
        <w:t>271.11.2011</w:t>
      </w:r>
      <w:r>
        <w:rPr>
          <w:rFonts w:ascii="Arial" w:hAnsi="Arial" w:cs="Arial"/>
          <w:color w:val="000000"/>
        </w:rPr>
        <w:t>, oferujemy wykonanie zamówienia, zgodnie z wymogami Specyfikacji Istotnych Warunków Zamówienia za cenę: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oferty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netto...........................................................................................................zł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..............................................................................................................)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VAT.......................................................................................................zł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brutto..........................................................................................................zł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Oświadczam, że: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Wykonam zam</w:t>
      </w:r>
      <w:r>
        <w:rPr>
          <w:rFonts w:ascii="Arial" w:hAnsi="Arial" w:cs="Arial"/>
          <w:color w:val="000000"/>
          <w:highlight w:val="white"/>
        </w:rPr>
        <w:t>ówienie publiczne w terminie do dnia: …………………….</w:t>
      </w:r>
      <w:r>
        <w:rPr>
          <w:rFonts w:ascii="Arial" w:hAnsi="Arial" w:cs="Arial"/>
          <w:color w:val="000000"/>
        </w:rPr>
        <w:t xml:space="preserve">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Termin płatności:.......... dni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Okres gwarancji (wyrażony w liczbie miesięcy):.............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Reklamacje będą załatwiane w terminie:………….......... .......... dni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- spos</w:t>
      </w:r>
      <w:r>
        <w:rPr>
          <w:rFonts w:ascii="Arial" w:hAnsi="Arial" w:cs="Arial"/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postanowień specyfikacji istotnych warunków zamówienia.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Oświadczam, że zapoznałem się ze specyfikacją istotnych warunków zamówienia, nie wnoszę żadnych zastrzeżeń oraz uzyskałem niezbędne informacje do przygotowania oferty.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uważam się za związanego ofertą przez czas wskazany w specyfikacji istotnych warunków zamówienia.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Oświadczam, że załączony do specyfikacji istotnych warunków zamówienia projekt umowy został przeze mnie zaakceptowany bez zastrzeżeń i zobowiązuję się w przypadku wyboru mojej oferty do zawarcia umowy w miejscu i terminie wyznaczonym przez zamawiającego.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Dokumenty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potwierdzenie spełnienia wymagań do oferty załączam: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Zastrzeżenie wykonawcy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informacje na temat podwykonawc</w:t>
      </w:r>
      <w:r>
        <w:rPr>
          <w:rFonts w:ascii="Arial" w:hAnsi="Arial" w:cs="Arial"/>
          <w:color w:val="000000"/>
          <w:highlight w:val="white"/>
        </w:rPr>
        <w:t>ów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  <w:r>
        <w:rPr>
          <w:rFonts w:ascii="Arial" w:hAnsi="Arial" w:cs="Arial"/>
          <w:color w:val="000000"/>
        </w:rPr>
        <w:t xml:space="preserve"> 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D40302" w:rsidRDefault="00D40302" w:rsidP="00D403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0302" w:rsidRDefault="00D40302" w:rsidP="00D40302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83" w:rsidRDefault="005F5783" w:rsidP="00784102">
      <w:pPr>
        <w:spacing w:after="0" w:line="240" w:lineRule="auto"/>
      </w:pPr>
      <w:r>
        <w:separator/>
      </w:r>
    </w:p>
  </w:endnote>
  <w:endnote w:type="continuationSeparator" w:id="0">
    <w:p w:rsidR="005F5783" w:rsidRDefault="005F5783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D40302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83" w:rsidRDefault="005F5783" w:rsidP="00784102">
      <w:pPr>
        <w:spacing w:after="0" w:line="240" w:lineRule="auto"/>
      </w:pPr>
      <w:r>
        <w:separator/>
      </w:r>
    </w:p>
  </w:footnote>
  <w:footnote w:type="continuationSeparator" w:id="0">
    <w:p w:rsidR="005F5783" w:rsidRDefault="005F5783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D40302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02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783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02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3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3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2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6FF0-5683-49FE-BDC6-B304FEFD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2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2011-11-07T07:02:00Z</dcterms:created>
  <dcterms:modified xsi:type="dcterms:W3CDTF">2011-11-07T07:03:00Z</dcterms:modified>
</cp:coreProperties>
</file>