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79F" w:rsidRDefault="005E379F" w:rsidP="005E37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379F" w:rsidRDefault="005E379F" w:rsidP="005E37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8</w:t>
      </w:r>
    </w:p>
    <w:p w:rsidR="005E379F" w:rsidRDefault="005E379F" w:rsidP="005E3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379F" w:rsidRDefault="005E379F" w:rsidP="005E3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5E379F" w:rsidRDefault="005E379F" w:rsidP="005E37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 ŻE OSOBY, KTÓRE BĘDĄ UCZESTNICZYĆ W WYKONYWANIU ZAMÓWIENIA, POSIADAJĄ WYMAGANE UPRAWNIENIA</w:t>
      </w:r>
    </w:p>
    <w:p w:rsidR="005E379F" w:rsidRDefault="005E379F" w:rsidP="005E37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E379F" w:rsidRDefault="005E379F" w:rsidP="005E37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E379F" w:rsidRDefault="005E379F" w:rsidP="005E3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 .................................................................................................</w:t>
      </w:r>
    </w:p>
    <w:p w:rsidR="005E379F" w:rsidRDefault="005E379F" w:rsidP="005E3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379F" w:rsidRDefault="005E379F" w:rsidP="005E3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 ................................................................................................</w:t>
      </w:r>
    </w:p>
    <w:p w:rsidR="005E379F" w:rsidRDefault="005E379F" w:rsidP="005E3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379F" w:rsidRDefault="005E379F" w:rsidP="005E3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.......................</w:t>
      </w:r>
    </w:p>
    <w:p w:rsidR="005E379F" w:rsidRDefault="005E379F" w:rsidP="005E37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E379F" w:rsidRDefault="005E379F" w:rsidP="005E37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E379F" w:rsidRDefault="005E379F" w:rsidP="005E37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 xml:space="preserve">Oświadczam, że osoby, które będą uczestniczyć w wykonywaniu zamówienia, w szczególności osoby wskazane w </w:t>
      </w:r>
      <w:r>
        <w:rPr>
          <w:rFonts w:ascii="Arial" w:hAnsi="Arial" w:cs="Arial"/>
          <w:i/>
          <w:iCs/>
          <w:color w:val="000000"/>
        </w:rPr>
        <w:t>Wykazie osób, które będą uczestniczyć w wykonywaniu zamówienia</w:t>
      </w:r>
      <w:r>
        <w:rPr>
          <w:rFonts w:ascii="Arial" w:hAnsi="Arial" w:cs="Arial"/>
          <w:color w:val="000000"/>
        </w:rPr>
        <w:t xml:space="preserve"> posiadają wszelkie wymagane ustawowo uprawnienia niezbędne do wykonania przedmiotu niniejszego postępowania.</w:t>
      </w:r>
    </w:p>
    <w:p w:rsidR="005E379F" w:rsidRDefault="005E379F" w:rsidP="005E37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E379F" w:rsidRDefault="005E379F" w:rsidP="005E37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379F" w:rsidRDefault="005E379F" w:rsidP="005E37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</w:t>
      </w:r>
    </w:p>
    <w:p w:rsidR="005E379F" w:rsidRDefault="005E379F" w:rsidP="005E37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podpis wykonawcy)</w:t>
      </w: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870" w:rsidRDefault="00E72870" w:rsidP="00784102">
      <w:pPr>
        <w:spacing w:after="0" w:line="240" w:lineRule="auto"/>
      </w:pPr>
      <w:r>
        <w:separator/>
      </w:r>
    </w:p>
  </w:endnote>
  <w:endnote w:type="continuationSeparator" w:id="0">
    <w:p w:rsidR="00E72870" w:rsidRDefault="00E72870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5E379F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870" w:rsidRDefault="00E72870" w:rsidP="00784102">
      <w:pPr>
        <w:spacing w:after="0" w:line="240" w:lineRule="auto"/>
      </w:pPr>
      <w:r>
        <w:separator/>
      </w:r>
    </w:p>
  </w:footnote>
  <w:footnote w:type="continuationSeparator" w:id="0">
    <w:p w:rsidR="00E72870" w:rsidRDefault="00E72870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5E379F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9F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379F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72870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379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379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AC814-81C6-47A1-9D2E-5108950B8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1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1</cp:revision>
  <cp:lastPrinted>2009-11-04T12:56:00Z</cp:lastPrinted>
  <dcterms:created xsi:type="dcterms:W3CDTF">2011-11-09T06:58:00Z</dcterms:created>
  <dcterms:modified xsi:type="dcterms:W3CDTF">2011-11-09T06:59:00Z</dcterms:modified>
</cp:coreProperties>
</file>