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B9F" w:rsidRPr="001641FB" w:rsidRDefault="00FF5B9F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  <w:rPr>
          <w:b/>
        </w:rPr>
      </w:pPr>
      <w:bookmarkStart w:id="0" w:name="_GoBack"/>
      <w:bookmarkEnd w:id="0"/>
      <w:r w:rsidRPr="001641FB">
        <w:rPr>
          <w:rStyle w:val="Podpistabeli"/>
          <w:b/>
          <w:color w:val="000000"/>
        </w:rPr>
        <w:t>DANE DO UBEZPIECZENIA MIENIA OD OGNIA I INNYCH ZDARZEŃ LOSOWYCH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600"/>
        <w:gridCol w:w="1862"/>
        <w:gridCol w:w="1757"/>
        <w:gridCol w:w="1800"/>
        <w:gridCol w:w="1963"/>
        <w:gridCol w:w="1579"/>
        <w:gridCol w:w="1915"/>
      </w:tblGrid>
      <w:tr w:rsidR="00FF5B9F" w:rsidTr="00EF4BE8">
        <w:trPr>
          <w:trHeight w:hRule="exact" w:val="105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L.p.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Jednostka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Budynki wartość księgowa brutto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Budynki</w:t>
            </w:r>
            <w:r w:rsidR="001641FB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wartość odtworzeniowa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Budowle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Maszyny, urządzenia</w:t>
            </w:r>
            <w:r w:rsidR="001641FB">
              <w:rPr>
                <w:rStyle w:val="Teksttreci2"/>
                <w:color w:val="000000"/>
              </w:rPr>
              <w:t xml:space="preserve">  </w:t>
            </w:r>
            <w:r>
              <w:rPr>
                <w:rStyle w:val="Teksttreci2"/>
                <w:color w:val="000000"/>
              </w:rPr>
              <w:t xml:space="preserve"> i wyposażenie * (wartość księgowa brutto)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księgozbiór***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Inne (podać jakie)</w:t>
            </w: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Urząd Miasta Bartoszyce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3 0</w:t>
            </w:r>
            <w:r w:rsidR="001C5BCD">
              <w:t>50</w:t>
            </w:r>
            <w:r>
              <w:t> </w:t>
            </w:r>
            <w:r w:rsidR="001C5BCD">
              <w:t>782</w:t>
            </w:r>
            <w:r>
              <w:t>,9</w:t>
            </w:r>
            <w:r w:rsidR="001C5BCD">
              <w:t>2</w:t>
            </w:r>
            <w:r w:rsidR="00C85DCA"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C85DCA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8 634 234</w:t>
            </w:r>
            <w:r w:rsidR="00C85DCA"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55528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7 9</w:t>
            </w:r>
            <w:r w:rsidR="001C5BCD">
              <w:rPr>
                <w:rStyle w:val="Teksttreci2"/>
                <w:color w:val="000000"/>
              </w:rPr>
              <w:t>31</w:t>
            </w:r>
            <w:r>
              <w:rPr>
                <w:rStyle w:val="Teksttreci2"/>
                <w:color w:val="000000"/>
              </w:rPr>
              <w:t xml:space="preserve"> </w:t>
            </w:r>
            <w:r w:rsidR="001C5BCD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>8</w:t>
            </w:r>
            <w:r w:rsidR="001C5BCD">
              <w:rPr>
                <w:rStyle w:val="Teksttreci2"/>
                <w:color w:val="000000"/>
              </w:rPr>
              <w:t>9</w:t>
            </w:r>
            <w:r w:rsidR="00C85DCA">
              <w:rPr>
                <w:rStyle w:val="Teksttreci2"/>
                <w:color w:val="000000"/>
              </w:rPr>
              <w:t>,</w:t>
            </w:r>
            <w:r w:rsidR="001C5BCD">
              <w:rPr>
                <w:rStyle w:val="Teksttreci2"/>
                <w:color w:val="000000"/>
              </w:rPr>
              <w:t>16</w:t>
            </w:r>
            <w:r w:rsidR="00C85DCA"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340D0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1 057 235</w:t>
            </w:r>
            <w:r w:rsidR="00C85DCA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19</w:t>
            </w:r>
            <w:r w:rsidR="00C85DCA"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Miejska Biblioteka Publiczna 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2"/>
                <w:szCs w:val="12"/>
              </w:rPr>
            </w:pPr>
          </w:p>
          <w:p w:rsidR="003F428F" w:rsidRPr="003F428F" w:rsidRDefault="003F428F" w:rsidP="003F428F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2"/>
                <w:szCs w:val="1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2 </w:t>
            </w:r>
            <w:r w:rsidR="005734F0">
              <w:rPr>
                <w:rStyle w:val="Teksttreci2"/>
                <w:color w:val="000000"/>
              </w:rPr>
              <w:t>2</w:t>
            </w:r>
            <w:r w:rsidR="00142B96">
              <w:rPr>
                <w:rStyle w:val="Teksttreci2"/>
                <w:color w:val="000000"/>
              </w:rPr>
              <w:t>97</w:t>
            </w:r>
            <w:r>
              <w:rPr>
                <w:rStyle w:val="Teksttreci2"/>
                <w:color w:val="000000"/>
              </w:rPr>
              <w:t xml:space="preserve"> </w:t>
            </w:r>
            <w:r w:rsidR="00142B96">
              <w:rPr>
                <w:rStyle w:val="Teksttreci2"/>
                <w:color w:val="000000"/>
              </w:rPr>
              <w:t>05</w:t>
            </w:r>
            <w:r w:rsidR="00FE5BA5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>,</w:t>
            </w:r>
            <w:r w:rsidR="00142B96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142B96">
              <w:rPr>
                <w:rStyle w:val="Teksttreci2"/>
                <w:color w:val="000000"/>
              </w:rPr>
              <w:t>43</w:t>
            </w:r>
            <w:r>
              <w:rPr>
                <w:rStyle w:val="Teksttreci2"/>
                <w:color w:val="000000"/>
              </w:rPr>
              <w:t xml:space="preserve"> </w:t>
            </w:r>
            <w:r w:rsidR="00142B96">
              <w:rPr>
                <w:rStyle w:val="Teksttreci2"/>
                <w:color w:val="000000"/>
              </w:rPr>
              <w:t>977</w:t>
            </w:r>
            <w:r>
              <w:rPr>
                <w:rStyle w:val="Teksttreci2"/>
                <w:color w:val="000000"/>
              </w:rPr>
              <w:t>,</w:t>
            </w:r>
            <w:r w:rsidR="00142B96">
              <w:rPr>
                <w:rStyle w:val="Teksttreci2"/>
                <w:color w:val="000000"/>
              </w:rPr>
              <w:t>88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  <w:r w:rsidR="00142B96">
              <w:rPr>
                <w:rStyle w:val="Teksttreci2"/>
                <w:color w:val="000000"/>
              </w:rPr>
              <w:t>74</w:t>
            </w:r>
            <w:r>
              <w:rPr>
                <w:rStyle w:val="Teksttreci2"/>
                <w:color w:val="000000"/>
              </w:rPr>
              <w:t xml:space="preserve"> </w:t>
            </w:r>
            <w:r w:rsidR="00142B96">
              <w:rPr>
                <w:rStyle w:val="Teksttreci2"/>
                <w:color w:val="000000"/>
              </w:rPr>
              <w:t>316</w:t>
            </w:r>
            <w:r>
              <w:rPr>
                <w:rStyle w:val="Teksttreci2"/>
                <w:color w:val="000000"/>
              </w:rPr>
              <w:t>,</w:t>
            </w:r>
            <w:r w:rsidR="00142B96">
              <w:rPr>
                <w:rStyle w:val="Teksttreci2"/>
                <w:color w:val="000000"/>
              </w:rPr>
              <w:t>71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 Ośrodek Sportu i Rekreacji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3F428F" w:rsidRPr="003F428F" w:rsidRDefault="00142B96" w:rsidP="003F428F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4</w:t>
            </w:r>
            <w:r w:rsidR="003F428F">
              <w:rPr>
                <w:rFonts w:ascii="Verdana" w:hAnsi="Verdana" w:cs="Times New Roman"/>
                <w:color w:val="auto"/>
                <w:sz w:val="17"/>
                <w:szCs w:val="17"/>
              </w:rPr>
              <w:t> </w:t>
            </w: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134 660,42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3F428F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</w:pPr>
            <w:r>
              <w:rPr>
                <w:rStyle w:val="Teksttreci2"/>
                <w:color w:val="000000"/>
              </w:rPr>
              <w:t>8</w:t>
            </w:r>
            <w:r w:rsidR="00142B96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1</w:t>
            </w:r>
            <w:r w:rsidR="00142B96">
              <w:rPr>
                <w:rStyle w:val="Teksttreci2"/>
                <w:color w:val="000000"/>
              </w:rPr>
              <w:t>74 453,31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42B96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454 322</w:t>
            </w:r>
            <w:r w:rsidR="00FF5B9F">
              <w:rPr>
                <w:rStyle w:val="Teksttreci2"/>
                <w:color w:val="000000"/>
              </w:rPr>
              <w:t>,</w:t>
            </w:r>
            <w:r w:rsidR="00F96EE4">
              <w:rPr>
                <w:rStyle w:val="Teksttreci2"/>
                <w:color w:val="000000"/>
              </w:rPr>
              <w:t>22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142B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 Dom Kultury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42B96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207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755</w:t>
            </w:r>
            <w:r w:rsidR="00FF5B9F">
              <w:rPr>
                <w:rStyle w:val="Teksttreci2"/>
                <w:color w:val="000000"/>
              </w:rPr>
              <w:t>,</w:t>
            </w:r>
            <w:r w:rsidR="00F96EE4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38 325,11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42B96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601 831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44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Miejski Ośrodek Pomocy Społecznej 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F96EE4">
            <w:pPr>
              <w:framePr w:w="15010" w:wrap="notBeside" w:vAnchor="text" w:hAnchor="text" w:xAlign="center" w:y="1"/>
              <w:jc w:val="center"/>
              <w:rPr>
                <w:rFonts w:cs="Times New Roman"/>
                <w:color w:val="auto"/>
                <w:sz w:val="10"/>
              </w:rPr>
            </w:pPr>
          </w:p>
          <w:p w:rsidR="00F96EE4" w:rsidRPr="00F96EE4" w:rsidRDefault="00F96EE4" w:rsidP="00F96EE4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187 430,22</w:t>
            </w:r>
            <w:r w:rsidR="00A16BCF">
              <w:rPr>
                <w:rFonts w:ascii="Verdana" w:hAnsi="Verdana" w:cs="Times New Roman"/>
                <w:color w:val="auto"/>
                <w:sz w:val="17"/>
                <w:szCs w:val="17"/>
              </w:rPr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A57453">
              <w:rPr>
                <w:rStyle w:val="Teksttreci2"/>
                <w:color w:val="000000"/>
              </w:rPr>
              <w:t>4</w:t>
            </w:r>
            <w:r>
              <w:rPr>
                <w:rStyle w:val="Teksttreci2"/>
                <w:color w:val="000000"/>
              </w:rPr>
              <w:t xml:space="preserve"> </w:t>
            </w:r>
            <w:r w:rsidR="00A57453">
              <w:rPr>
                <w:rStyle w:val="Teksttreci2"/>
                <w:color w:val="000000"/>
              </w:rPr>
              <w:t>777</w:t>
            </w:r>
            <w:r>
              <w:rPr>
                <w:rStyle w:val="Teksttreci2"/>
                <w:color w:val="000000"/>
              </w:rPr>
              <w:t xml:space="preserve"> </w:t>
            </w:r>
            <w:r w:rsidR="00A57453">
              <w:rPr>
                <w:rStyle w:val="Teksttreci2"/>
                <w:color w:val="000000"/>
              </w:rPr>
              <w:t>142</w:t>
            </w:r>
            <w:r>
              <w:rPr>
                <w:rStyle w:val="Teksttreci2"/>
                <w:color w:val="000000"/>
              </w:rPr>
              <w:t>,</w:t>
            </w:r>
            <w:r w:rsidR="00A57453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83 256,87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A57453" w:rsidP="00F96EE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1 666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060</w:t>
            </w:r>
            <w:r w:rsidR="00FF5B9F">
              <w:rPr>
                <w:rStyle w:val="Teksttreci2"/>
                <w:color w:val="000000"/>
              </w:rPr>
              <w:t>,</w:t>
            </w:r>
            <w:r w:rsidR="00F96EE4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>9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Zakład Usług Komunalnych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516AB9" w:rsidRDefault="00516AB9" w:rsidP="00516AB9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</w:p>
          <w:p w:rsidR="00516AB9" w:rsidRPr="00516AB9" w:rsidRDefault="00516AB9" w:rsidP="00516AB9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120 057,00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286 787,27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Zespół Administracyjny Oświaty 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4B3996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</w:t>
            </w:r>
            <w:r w:rsidR="003579DE">
              <w:rPr>
                <w:rStyle w:val="Teksttreci2"/>
                <w:color w:val="000000"/>
              </w:rPr>
              <w:t>6 375,2</w:t>
            </w:r>
            <w:r>
              <w:rPr>
                <w:rStyle w:val="Teksttreci2"/>
                <w:color w:val="000000"/>
              </w:rPr>
              <w:t>6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4E505A">
        <w:trPr>
          <w:trHeight w:hRule="exact" w:val="47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nr 1 im. Romualda Traugutta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1</w:t>
            </w:r>
            <w:r w:rsidR="00FC4C7D">
              <w:rPr>
                <w:rStyle w:val="Teksttreci2"/>
                <w:color w:val="000000"/>
              </w:rPr>
              <w:t>2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FC4C7D">
              <w:rPr>
                <w:rStyle w:val="Teksttreci2"/>
                <w:color w:val="000000"/>
              </w:rPr>
              <w:t>211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FC4C7D">
              <w:rPr>
                <w:rStyle w:val="Teksttreci2"/>
                <w:color w:val="000000"/>
              </w:rPr>
              <w:t>023</w:t>
            </w:r>
            <w:r w:rsidRPr="00FC4C7D">
              <w:rPr>
                <w:rStyle w:val="Teksttreci2"/>
                <w:color w:val="000000"/>
              </w:rPr>
              <w:t>,</w:t>
            </w:r>
            <w:r w:rsidR="00516AB9" w:rsidRPr="00FC4C7D">
              <w:rPr>
                <w:rStyle w:val="Teksttreci2"/>
                <w:color w:val="000000"/>
              </w:rPr>
              <w:t>00</w:t>
            </w:r>
            <w:r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2 332 872,29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D8233F" w:rsidP="00D8233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 w:rsidRPr="00FC4C7D">
              <w:rPr>
                <w:rStyle w:val="Teksttreci2"/>
                <w:color w:val="000000"/>
              </w:rPr>
              <w:t>3</w:t>
            </w:r>
            <w:r w:rsidR="00FC4C7D">
              <w:rPr>
                <w:rStyle w:val="Teksttreci2"/>
                <w:color w:val="000000"/>
              </w:rPr>
              <w:t>92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FC4C7D">
              <w:rPr>
                <w:rStyle w:val="Teksttreci2"/>
                <w:color w:val="000000"/>
              </w:rPr>
              <w:t>485</w:t>
            </w:r>
            <w:r w:rsidR="00FF5B9F" w:rsidRPr="00FC4C7D">
              <w:rPr>
                <w:rStyle w:val="Teksttreci2"/>
                <w:color w:val="000000"/>
              </w:rPr>
              <w:t>,</w:t>
            </w:r>
            <w:r w:rsidR="00FC4C7D">
              <w:rPr>
                <w:rStyle w:val="Teksttreci2"/>
                <w:color w:val="000000"/>
              </w:rPr>
              <w:t>2</w:t>
            </w:r>
            <w:r w:rsidRPr="00FC4C7D">
              <w:rPr>
                <w:rStyle w:val="Teksttreci2"/>
                <w:color w:val="000000"/>
              </w:rPr>
              <w:t>8</w:t>
            </w:r>
            <w:r w:rsidR="00FF5B9F"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FC4C7D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 w:rsidRPr="00FC4C7D">
              <w:rPr>
                <w:rStyle w:val="Teksttreci2"/>
                <w:color w:val="000000"/>
              </w:rPr>
              <w:t>6</w:t>
            </w:r>
            <w:r w:rsidR="00516AB9" w:rsidRPr="00FC4C7D">
              <w:rPr>
                <w:rStyle w:val="Teksttreci2"/>
                <w:color w:val="000000"/>
              </w:rPr>
              <w:t>5</w:t>
            </w:r>
            <w:r w:rsidRPr="00FC4C7D">
              <w:rPr>
                <w:rStyle w:val="Teksttreci2"/>
                <w:color w:val="000000"/>
              </w:rPr>
              <w:t xml:space="preserve"> </w:t>
            </w:r>
            <w:r w:rsidR="00516AB9" w:rsidRPr="00FC4C7D">
              <w:rPr>
                <w:rStyle w:val="Teksttreci2"/>
                <w:color w:val="000000"/>
              </w:rPr>
              <w:t>206</w:t>
            </w:r>
            <w:r w:rsidRPr="00FC4C7D">
              <w:rPr>
                <w:rStyle w:val="Teksttreci2"/>
                <w:color w:val="000000"/>
              </w:rPr>
              <w:t>,</w:t>
            </w:r>
            <w:r w:rsidR="00516AB9" w:rsidRPr="00FC4C7D">
              <w:rPr>
                <w:rStyle w:val="Teksttreci2"/>
                <w:color w:val="000000"/>
              </w:rPr>
              <w:t>03</w:t>
            </w:r>
            <w:r w:rsidRPr="00FC4C7D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3 im. Tadeusza Kościuszki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6 </w:t>
            </w:r>
            <w:r w:rsidR="003579DE">
              <w:rPr>
                <w:rStyle w:val="Teksttreci2"/>
                <w:color w:val="000000"/>
              </w:rPr>
              <w:t>623</w:t>
            </w:r>
            <w:r>
              <w:rPr>
                <w:rStyle w:val="Teksttreci2"/>
                <w:color w:val="000000"/>
              </w:rPr>
              <w:t xml:space="preserve"> </w:t>
            </w:r>
            <w:r w:rsidR="003579DE">
              <w:rPr>
                <w:rStyle w:val="Teksttreci2"/>
                <w:color w:val="000000"/>
              </w:rPr>
              <w:t>285</w:t>
            </w:r>
            <w:r>
              <w:rPr>
                <w:rStyle w:val="Teksttreci2"/>
                <w:color w:val="000000"/>
              </w:rPr>
              <w:t>,</w:t>
            </w:r>
            <w:r w:rsidR="00F406B8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1 143 925,09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</w:t>
            </w:r>
            <w:r w:rsidR="004B3996">
              <w:rPr>
                <w:rStyle w:val="Teksttreci2"/>
                <w:color w:val="000000"/>
              </w:rPr>
              <w:t>8</w:t>
            </w:r>
            <w:r w:rsidR="00EB1B74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 xml:space="preserve"> 2</w:t>
            </w:r>
            <w:r w:rsidR="00EB1B74">
              <w:rPr>
                <w:rStyle w:val="Teksttreci2"/>
                <w:color w:val="000000"/>
              </w:rPr>
              <w:t>19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23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4B3996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FF5B9F">
              <w:rPr>
                <w:rStyle w:val="Teksttreci2"/>
                <w:color w:val="000000"/>
              </w:rPr>
              <w:t xml:space="preserve">1 </w:t>
            </w:r>
            <w:r w:rsidR="00EB1B74">
              <w:rPr>
                <w:rStyle w:val="Teksttreci2"/>
                <w:color w:val="000000"/>
              </w:rPr>
              <w:t>765</w:t>
            </w:r>
            <w:r w:rsidR="00FF5B9F"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49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 </w:t>
            </w:r>
            <w:r w:rsidR="00FF5B9F">
              <w:rPr>
                <w:rStyle w:val="Teksttreci2"/>
                <w:color w:val="000000"/>
              </w:rPr>
              <w:t>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Zespół Szkolno-Przedszkolny nr 1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16AB9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</w:t>
            </w:r>
            <w:r w:rsidR="00FF5B9F">
              <w:rPr>
                <w:rStyle w:val="Teksttreci2"/>
                <w:color w:val="000000"/>
              </w:rPr>
              <w:t>10a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4</w:t>
            </w:r>
            <w:r w:rsidR="001641FB">
              <w:rPr>
                <w:rStyle w:val="Teksttreci2"/>
                <w:color w:val="000000"/>
              </w:rPr>
              <w:t xml:space="preserve">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8604D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6 552,00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EB1B74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</w:t>
            </w:r>
            <w:r w:rsidR="008604D6">
              <w:rPr>
                <w:rStyle w:val="Teksttreci2"/>
                <w:color w:val="000000"/>
              </w:rPr>
              <w:t> </w:t>
            </w:r>
            <w:r>
              <w:rPr>
                <w:rStyle w:val="Teksttreci2"/>
                <w:color w:val="000000"/>
              </w:rPr>
              <w:t>302</w:t>
            </w:r>
            <w:r w:rsidR="008604D6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079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1 </w:t>
            </w:r>
            <w:r w:rsidR="008604D6">
              <w:rPr>
                <w:rStyle w:val="Teksttreci2"/>
                <w:color w:val="000000"/>
              </w:rPr>
              <w:t>409 031,11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EB1B74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304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227</w:t>
            </w:r>
            <w:r w:rsidR="00FF5B9F">
              <w:rPr>
                <w:rStyle w:val="Teksttreci2"/>
                <w:color w:val="000000"/>
              </w:rPr>
              <w:t>,</w:t>
            </w:r>
            <w:r w:rsidR="008604D6">
              <w:rPr>
                <w:rStyle w:val="Teksttreci2"/>
                <w:color w:val="000000"/>
              </w:rPr>
              <w:t>6</w:t>
            </w:r>
            <w:r>
              <w:rPr>
                <w:rStyle w:val="Teksttreci2"/>
                <w:color w:val="000000"/>
              </w:rPr>
              <w:t>8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8604D6">
              <w:rPr>
                <w:rStyle w:val="Teksttreci2"/>
                <w:color w:val="000000"/>
              </w:rPr>
              <w:t>9 </w:t>
            </w:r>
            <w:r w:rsidR="00EB1B74">
              <w:rPr>
                <w:rStyle w:val="Teksttreci2"/>
                <w:color w:val="000000"/>
              </w:rPr>
              <w:t>781</w:t>
            </w:r>
            <w:r w:rsidR="008604D6">
              <w:rPr>
                <w:rStyle w:val="Teksttreci2"/>
                <w:color w:val="000000"/>
              </w:rPr>
              <w:t>,9</w:t>
            </w:r>
            <w:r w:rsidR="00EB1B74">
              <w:rPr>
                <w:rStyle w:val="Teksttreci2"/>
                <w:color w:val="000000"/>
              </w:rPr>
              <w:t>5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4D6" w:rsidRDefault="008604D6" w:rsidP="008604D6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15 657,42</w:t>
            </w:r>
          </w:p>
          <w:p w:rsidR="008604D6" w:rsidRPr="008604D6" w:rsidRDefault="008604D6" w:rsidP="008604D6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monitoring, szafa</w:t>
            </w: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16AB9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  </w:t>
            </w:r>
            <w:r w:rsidR="00FF5B9F">
              <w:rPr>
                <w:rStyle w:val="Teksttreci2"/>
                <w:color w:val="000000"/>
              </w:rPr>
              <w:t>10b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6</w:t>
            </w:r>
            <w:r w:rsidR="001641FB">
              <w:rPr>
                <w:rStyle w:val="Teksttreci2"/>
                <w:color w:val="000000"/>
              </w:rPr>
              <w:t xml:space="preserve"> </w:t>
            </w:r>
          </w:p>
          <w:p w:rsidR="00FF5B9F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8604D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1 </w:t>
            </w:r>
            <w:r w:rsidR="00EB1B74">
              <w:rPr>
                <w:rStyle w:val="Teksttreci2"/>
                <w:color w:val="000000"/>
              </w:rPr>
              <w:t>266</w:t>
            </w:r>
            <w:r>
              <w:rPr>
                <w:rStyle w:val="Teksttreci2"/>
                <w:color w:val="000000"/>
              </w:rPr>
              <w:t xml:space="preserve"> </w:t>
            </w:r>
            <w:r w:rsidR="001641FB">
              <w:rPr>
                <w:rStyle w:val="Teksttreci2"/>
                <w:color w:val="000000"/>
              </w:rPr>
              <w:t>02</w:t>
            </w:r>
            <w:r w:rsidR="00EB1B74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1641FB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5 694,88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1641FB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1641FB">
              <w:rPr>
                <w:rStyle w:val="Teksttreci2"/>
                <w:color w:val="000000"/>
              </w:rPr>
              <w:t>2</w:t>
            </w:r>
            <w:r w:rsidR="00EB1B74">
              <w:rPr>
                <w:rStyle w:val="Teksttreci2"/>
                <w:color w:val="000000"/>
              </w:rPr>
              <w:t>5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391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99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4B3996">
        <w:trPr>
          <w:trHeight w:hRule="exact" w:val="60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 Podstawowa nr 7 im. Józefa Wybickiego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B3996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  <w:r w:rsidR="00EB1B74">
              <w:rPr>
                <w:rStyle w:val="Teksttreci2"/>
                <w:color w:val="000000"/>
              </w:rPr>
              <w:t>6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948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630</w:t>
            </w:r>
            <w:r>
              <w:rPr>
                <w:rStyle w:val="Teksttreci2"/>
                <w:color w:val="000000"/>
              </w:rPr>
              <w:t>,</w:t>
            </w:r>
            <w:r w:rsidR="004B3996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  <w:r w:rsidR="005734F0">
              <w:rPr>
                <w:rStyle w:val="Teksttreci2"/>
                <w:color w:val="000000"/>
              </w:rPr>
              <w:t>4</w:t>
            </w:r>
            <w:r w:rsidR="00EB1B74">
              <w:rPr>
                <w:rStyle w:val="Teksttreci2"/>
                <w:color w:val="000000"/>
              </w:rPr>
              <w:t>9</w:t>
            </w:r>
            <w:r>
              <w:rPr>
                <w:rStyle w:val="Teksttreci2"/>
                <w:color w:val="000000"/>
              </w:rPr>
              <w:t xml:space="preserve"> </w:t>
            </w:r>
            <w:r w:rsidR="00EB1B74">
              <w:rPr>
                <w:rStyle w:val="Teksttreci2"/>
                <w:color w:val="000000"/>
              </w:rPr>
              <w:t>227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80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  <w:r w:rsidR="00EB1B74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 xml:space="preserve"> 6</w:t>
            </w:r>
            <w:r w:rsidR="00EB1B74">
              <w:rPr>
                <w:rStyle w:val="Teksttreci2"/>
                <w:color w:val="000000"/>
              </w:rPr>
              <w:t>84</w:t>
            </w:r>
            <w:r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05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Pr="005734F0" w:rsidRDefault="005734F0" w:rsidP="005734F0">
            <w:pPr>
              <w:framePr w:w="15010" w:wrap="notBeside" w:vAnchor="text" w:hAnchor="text" w:xAlign="center" w:y="1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18 117,92 monitoring, szorowarka aut.</w:t>
            </w:r>
          </w:p>
        </w:tc>
      </w:tr>
      <w:tr w:rsidR="00FF5B9F" w:rsidTr="00EF4BE8">
        <w:trPr>
          <w:trHeight w:hRule="exact" w:val="51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z Ukraińskim Językiem Nauczania 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 xml:space="preserve">4 </w:t>
            </w:r>
            <w:r w:rsidR="00EB1B74">
              <w:rPr>
                <w:rStyle w:val="Teksttreci2"/>
                <w:color w:val="000000"/>
              </w:rPr>
              <w:t>439</w:t>
            </w:r>
            <w:r w:rsidR="00516AB9">
              <w:rPr>
                <w:rStyle w:val="Teksttreci2"/>
                <w:color w:val="000000"/>
              </w:rPr>
              <w:t> </w:t>
            </w:r>
            <w:r w:rsidR="00EB1B74">
              <w:rPr>
                <w:rStyle w:val="Teksttreci2"/>
                <w:color w:val="000000"/>
              </w:rPr>
              <w:t>862</w:t>
            </w:r>
            <w:r w:rsidR="00516AB9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659 86</w:t>
            </w:r>
            <w:r w:rsidR="00516AB9">
              <w:rPr>
                <w:rStyle w:val="Teksttreci2"/>
                <w:color w:val="000000"/>
              </w:rPr>
              <w:t>4</w:t>
            </w:r>
            <w:r>
              <w:rPr>
                <w:rStyle w:val="Teksttreci2"/>
                <w:color w:val="000000"/>
              </w:rPr>
              <w:t>,</w:t>
            </w:r>
            <w:r w:rsidR="00516AB9">
              <w:rPr>
                <w:rStyle w:val="Teksttreci2"/>
                <w:color w:val="000000"/>
              </w:rPr>
              <w:t>27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516AB9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  <w:r w:rsidR="006E032B">
              <w:rPr>
                <w:rStyle w:val="Teksttreci2"/>
                <w:color w:val="000000"/>
              </w:rPr>
              <w:t>71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723</w:t>
            </w:r>
            <w:r w:rsidR="00FF5B9F">
              <w:rPr>
                <w:rStyle w:val="Teksttreci2"/>
                <w:color w:val="000000"/>
              </w:rPr>
              <w:t>,</w:t>
            </w:r>
            <w:r w:rsidR="00EB1B74">
              <w:rPr>
                <w:rStyle w:val="Teksttreci2"/>
                <w:color w:val="000000"/>
              </w:rPr>
              <w:t>52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516AB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516AB9">
              <w:rPr>
                <w:rStyle w:val="Teksttreci2"/>
                <w:color w:val="000000"/>
              </w:rPr>
              <w:t>5</w:t>
            </w:r>
            <w:r>
              <w:rPr>
                <w:rStyle w:val="Teksttreci2"/>
                <w:color w:val="000000"/>
              </w:rPr>
              <w:t xml:space="preserve"> </w:t>
            </w:r>
            <w:r w:rsidR="00516AB9">
              <w:rPr>
                <w:rStyle w:val="Teksttreci2"/>
                <w:color w:val="000000"/>
              </w:rPr>
              <w:t>436</w:t>
            </w:r>
            <w:r>
              <w:rPr>
                <w:rStyle w:val="Teksttreci2"/>
                <w:color w:val="000000"/>
              </w:rPr>
              <w:t>,</w:t>
            </w:r>
            <w:r w:rsidR="00516AB9">
              <w:rPr>
                <w:rStyle w:val="Teksttreci2"/>
                <w:color w:val="000000"/>
              </w:rPr>
              <w:t>52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system telewizji dozorowej (22 000 zł)</w:t>
            </w:r>
          </w:p>
        </w:tc>
      </w:tr>
    </w:tbl>
    <w:p w:rsidR="00FF5B9F" w:rsidRDefault="00FF5B9F" w:rsidP="00FF5B9F">
      <w:pPr>
        <w:framePr w:w="15010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"/>
        <w:gridCol w:w="3600"/>
        <w:gridCol w:w="1862"/>
        <w:gridCol w:w="1757"/>
        <w:gridCol w:w="1800"/>
        <w:gridCol w:w="1963"/>
        <w:gridCol w:w="1579"/>
        <w:gridCol w:w="1915"/>
      </w:tblGrid>
      <w:tr w:rsidR="00FF5B9F" w:rsidTr="00EF4BE8">
        <w:trPr>
          <w:trHeight w:hRule="exact" w:val="533"/>
          <w:jc w:val="center"/>
        </w:trPr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lastRenderedPageBreak/>
              <w:t>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Gimnazjum Nr 2 w Bartoszycach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1 768 232,30 zł</w:t>
            </w:r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  <w:rPr>
                <w:rStyle w:val="Teksttreci2"/>
                <w:color w:val="000000"/>
              </w:rPr>
            </w:pPr>
          </w:p>
          <w:p w:rsidR="00FF5B9F" w:rsidRDefault="00FF5B9F" w:rsidP="002E2BB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6E032B">
              <w:rPr>
                <w:rStyle w:val="Teksttreci2"/>
                <w:color w:val="000000"/>
              </w:rPr>
              <w:t>3</w:t>
            </w:r>
            <w:r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2</w:t>
            </w:r>
            <w:r w:rsidR="00F80783">
              <w:rPr>
                <w:rStyle w:val="Teksttreci2"/>
                <w:color w:val="000000"/>
              </w:rPr>
              <w:t>4</w:t>
            </w:r>
            <w:r w:rsidR="006E032B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731</w:t>
            </w:r>
            <w:r>
              <w:rPr>
                <w:rStyle w:val="Teksttreci2"/>
                <w:color w:val="000000"/>
              </w:rPr>
              <w:t>,</w:t>
            </w:r>
            <w:r w:rsidR="00F80783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2 343 086,63 zł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  <w:p w:rsidR="00FF5B9F" w:rsidRDefault="00F80783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59</w:t>
            </w:r>
            <w:r w:rsidR="006E032B">
              <w:rPr>
                <w:rStyle w:val="Teksttreci2"/>
                <w:color w:val="000000"/>
              </w:rPr>
              <w:t>6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939</w:t>
            </w:r>
            <w:r w:rsidR="00FF5B9F">
              <w:rPr>
                <w:rStyle w:val="Teksttreci2"/>
                <w:color w:val="000000"/>
              </w:rPr>
              <w:t>,</w:t>
            </w:r>
            <w:r w:rsidR="006E032B">
              <w:rPr>
                <w:rStyle w:val="Teksttreci2"/>
                <w:color w:val="000000"/>
              </w:rPr>
              <w:t>07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B3996" w:rsidRDefault="004B3996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  <w:rPr>
                <w:rStyle w:val="Teksttreci2"/>
                <w:color w:val="000000"/>
              </w:rPr>
            </w:pPr>
          </w:p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  <w:r w:rsidR="006E032B">
              <w:rPr>
                <w:rStyle w:val="Teksttreci2"/>
                <w:color w:val="000000"/>
              </w:rPr>
              <w:t>7</w:t>
            </w:r>
            <w:r>
              <w:rPr>
                <w:rStyle w:val="Teksttreci2"/>
                <w:color w:val="000000"/>
              </w:rPr>
              <w:t xml:space="preserve"> </w:t>
            </w:r>
            <w:r w:rsidR="006E032B">
              <w:rPr>
                <w:rStyle w:val="Teksttreci2"/>
                <w:color w:val="000000"/>
              </w:rPr>
              <w:t>184</w:t>
            </w:r>
            <w:r>
              <w:rPr>
                <w:rStyle w:val="Teksttreci2"/>
                <w:color w:val="000000"/>
              </w:rPr>
              <w:t>,</w:t>
            </w:r>
            <w:r w:rsidR="006E032B">
              <w:rPr>
                <w:rStyle w:val="Teksttreci2"/>
                <w:color w:val="000000"/>
              </w:rPr>
              <w:t>69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1641FB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2</w:t>
            </w:r>
          </w:p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 xml:space="preserve">2 </w:t>
            </w:r>
            <w:r w:rsidR="00616C4B">
              <w:rPr>
                <w:rStyle w:val="Teksttreci2"/>
                <w:color w:val="000000"/>
              </w:rPr>
              <w:t>472</w:t>
            </w:r>
            <w:r>
              <w:rPr>
                <w:rStyle w:val="Teksttreci2"/>
                <w:color w:val="000000"/>
              </w:rPr>
              <w:t xml:space="preserve"> </w:t>
            </w:r>
            <w:r w:rsidR="00616C4B">
              <w:rPr>
                <w:rStyle w:val="Teksttreci2"/>
                <w:color w:val="000000"/>
              </w:rPr>
              <w:t>435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734F0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83 849,87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86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935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Integracyjne Przedszkole Publiczne nr 4</w:t>
            </w:r>
          </w:p>
          <w:p w:rsidR="001641FB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>5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170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019</w:t>
            </w:r>
            <w:r w:rsidR="00FF5B9F">
              <w:rPr>
                <w:rStyle w:val="Teksttreci2"/>
                <w:color w:val="000000"/>
              </w:rPr>
              <w:t>,</w:t>
            </w:r>
            <w:r w:rsidR="00F80783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F80783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8</w:t>
            </w:r>
            <w:r w:rsidR="00F80783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 xml:space="preserve"> </w:t>
            </w:r>
            <w:r w:rsidR="00F80783">
              <w:rPr>
                <w:rStyle w:val="Teksttreci2"/>
                <w:color w:val="000000"/>
              </w:rPr>
              <w:t>165</w:t>
            </w:r>
            <w:r>
              <w:rPr>
                <w:rStyle w:val="Teksttreci2"/>
                <w:color w:val="000000"/>
              </w:rPr>
              <w:t>,</w:t>
            </w:r>
            <w:r w:rsidR="00F80783">
              <w:rPr>
                <w:rStyle w:val="Teksttreci2"/>
                <w:color w:val="000000"/>
              </w:rPr>
              <w:t>28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F80783" w:rsidRPr="00F80783" w:rsidRDefault="00616C4B" w:rsidP="00F80783">
            <w:pPr>
              <w:framePr w:w="15010" w:wrap="notBeside" w:vAnchor="text" w:hAnchor="text" w:xAlign="center" w:y="1"/>
              <w:jc w:val="center"/>
              <w:rPr>
                <w:rFonts w:ascii="Verdana" w:hAnsi="Verdana" w:cs="Times New Roman"/>
                <w:color w:val="auto"/>
                <w:sz w:val="17"/>
                <w:szCs w:val="17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42631</w:t>
            </w:r>
            <w:r w:rsidR="00F80783">
              <w:rPr>
                <w:rFonts w:ascii="Verdana" w:hAnsi="Verdana" w:cs="Times New Roman"/>
                <w:color w:val="auto"/>
                <w:sz w:val="17"/>
                <w:szCs w:val="17"/>
              </w:rPr>
              <w:t>,00 zł</w:t>
            </w:r>
          </w:p>
        </w:tc>
      </w:tr>
      <w:tr w:rsidR="00FF5B9F" w:rsidTr="00EF4BE8">
        <w:trPr>
          <w:trHeight w:hRule="exact" w:val="5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16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Przedszkole Publiczne nr 9</w:t>
            </w:r>
          </w:p>
          <w:p w:rsidR="001641FB" w:rsidRDefault="001641FB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 Bartoszycach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right="240" w:firstLine="0"/>
              <w:jc w:val="right"/>
            </w:pPr>
            <w:r>
              <w:rPr>
                <w:rStyle w:val="Teksttreci2"/>
                <w:color w:val="000000"/>
              </w:rPr>
              <w:t>4</w:t>
            </w:r>
            <w:r w:rsidR="005734F0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383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750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616C4B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23</w:t>
            </w:r>
            <w:r w:rsidR="00FF5B9F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193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06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5734F0" w:rsidP="005734F0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33 263,43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52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010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ŁĄCZNIE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616C4B" w:rsidRDefault="003F428F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FC4C7D">
              <w:t>9</w:t>
            </w:r>
            <w:r w:rsidR="004E505A" w:rsidRPr="00FC4C7D">
              <w:t> </w:t>
            </w:r>
            <w:r w:rsidR="00FC4C7D" w:rsidRPr="00FC4C7D">
              <w:t>1</w:t>
            </w:r>
            <w:r w:rsidR="001C5BCD">
              <w:t>47</w:t>
            </w:r>
            <w:r w:rsidR="00FC4C7D" w:rsidRPr="00FC4C7D">
              <w:t> </w:t>
            </w:r>
            <w:r w:rsidR="001C5BCD">
              <w:t>657</w:t>
            </w:r>
            <w:r w:rsidR="00FC4C7D" w:rsidRPr="00FC4C7D">
              <w:t>,</w:t>
            </w:r>
            <w:r w:rsidR="001C5BCD">
              <w:t>86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FE5BA5" w:rsidRDefault="00FE5BA5" w:rsidP="00EE3D04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  <w:r w:rsidRPr="00FE5BA5">
              <w:t>101 975 02</w:t>
            </w:r>
            <w:r>
              <w:t>3</w:t>
            </w:r>
            <w:r w:rsidRPr="00FE5BA5"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FE5BA5" w:rsidRDefault="00EE3D04" w:rsidP="00555289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</w:pPr>
            <w:r w:rsidRPr="00FE5BA5">
              <w:t>2</w:t>
            </w:r>
            <w:r w:rsidR="00FE5BA5">
              <w:t>4</w:t>
            </w:r>
            <w:r w:rsidR="00A16BCF" w:rsidRPr="00FE5BA5">
              <w:t> </w:t>
            </w:r>
            <w:r w:rsidR="00FE5BA5">
              <w:t>3</w:t>
            </w:r>
            <w:r w:rsidR="001C5BCD">
              <w:t>48</w:t>
            </w:r>
            <w:r w:rsidR="00A16BCF" w:rsidRPr="00FE5BA5">
              <w:t> </w:t>
            </w:r>
            <w:r w:rsidR="001C5BCD">
              <w:t>6</w:t>
            </w:r>
            <w:r w:rsidR="00FE5BA5">
              <w:t>9</w:t>
            </w:r>
            <w:r w:rsidR="001C5BCD">
              <w:t>8</w:t>
            </w:r>
            <w:r w:rsidR="00A16BCF" w:rsidRPr="00FE5BA5">
              <w:t>,</w:t>
            </w:r>
            <w:r w:rsidR="001C5BCD">
              <w:t>65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FE5BA5" w:rsidRDefault="00FE5BA5" w:rsidP="003F428F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t>7</w:t>
            </w:r>
            <w:r w:rsidR="00A16BCF" w:rsidRPr="00FE5BA5">
              <w:t> </w:t>
            </w:r>
            <w:r>
              <w:t>534</w:t>
            </w:r>
            <w:r w:rsidR="00D8233F" w:rsidRPr="00FE5BA5">
              <w:t> </w:t>
            </w:r>
            <w:r>
              <w:t>218</w:t>
            </w:r>
            <w:r w:rsidR="00D8233F" w:rsidRPr="00FE5BA5">
              <w:t>,</w:t>
            </w:r>
            <w:r>
              <w:t>33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Pr="00616C4B" w:rsidRDefault="004E505A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left="280" w:firstLine="0"/>
              <w:jc w:val="left"/>
              <w:rPr>
                <w:highlight w:val="yellow"/>
              </w:rPr>
            </w:pPr>
            <w:r w:rsidRPr="00FC4C7D">
              <w:t>1 0</w:t>
            </w:r>
            <w:r w:rsidR="00FC4C7D" w:rsidRPr="00FC4C7D">
              <w:t>45</w:t>
            </w:r>
            <w:r w:rsidRPr="00FC4C7D">
              <w:t> </w:t>
            </w:r>
            <w:r w:rsidR="00FC4C7D" w:rsidRPr="00FC4C7D">
              <w:t>375</w:t>
            </w:r>
            <w:r w:rsidRPr="00FC4C7D">
              <w:t>,</w:t>
            </w:r>
            <w:r w:rsidR="00FC4C7D" w:rsidRPr="00FC4C7D">
              <w:t>44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Pr="00616C4B" w:rsidRDefault="00FC4C7D" w:rsidP="00EF4BE8">
            <w:pPr>
              <w:pStyle w:val="Teksttreci21"/>
              <w:framePr w:w="15010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FC4C7D">
              <w:t>9</w:t>
            </w:r>
            <w:r w:rsidR="004B3996" w:rsidRPr="00FC4C7D">
              <w:t>8 4</w:t>
            </w:r>
            <w:r w:rsidRPr="00FC4C7D">
              <w:t>06</w:t>
            </w:r>
            <w:r w:rsidR="004B3996" w:rsidRPr="00FC4C7D">
              <w:t>,34</w:t>
            </w:r>
          </w:p>
        </w:tc>
      </w:tr>
    </w:tbl>
    <w:p w:rsidR="00FF5B9F" w:rsidRDefault="00FF5B9F" w:rsidP="00FF5B9F">
      <w:pPr>
        <w:pStyle w:val="Podpistabeli1"/>
        <w:framePr w:w="15010" w:wrap="notBeside" w:vAnchor="text" w:hAnchor="text" w:xAlign="center" w:y="1"/>
        <w:shd w:val="clear" w:color="auto" w:fill="auto"/>
        <w:spacing w:line="170" w:lineRule="exact"/>
      </w:pPr>
      <w:r>
        <w:rPr>
          <w:rStyle w:val="Podpistabeli"/>
          <w:color w:val="000000"/>
        </w:rPr>
        <w:t>* Monitoring- sieć szerokopasmowa oraz system monitoringu wizyjnego</w:t>
      </w:r>
    </w:p>
    <w:p w:rsidR="00FF5B9F" w:rsidRDefault="00FF5B9F" w:rsidP="00FF5B9F">
      <w:pPr>
        <w:framePr w:w="15010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  <w:sectPr w:rsidR="00FF5B9F" w:rsidSect="00FF5B9F">
          <w:headerReference w:type="default" r:id="rId8"/>
          <w:footerReference w:type="default" r:id="rId9"/>
          <w:pgSz w:w="16840" w:h="11900" w:orient="landscape"/>
          <w:pgMar w:top="1475" w:right="896" w:bottom="1883" w:left="934" w:header="0" w:footer="3" w:gutter="0"/>
          <w:cols w:space="720"/>
          <w:noEndnote/>
          <w:docGrid w:linePitch="360"/>
        </w:sectPr>
      </w:pPr>
    </w:p>
    <w:p w:rsidR="00FF5B9F" w:rsidRPr="0048573B" w:rsidRDefault="00FF5B9F" w:rsidP="00FF5B9F">
      <w:pPr>
        <w:pStyle w:val="Teksttreci21"/>
        <w:shd w:val="clear" w:color="auto" w:fill="auto"/>
        <w:spacing w:after="386" w:line="170" w:lineRule="exact"/>
        <w:ind w:left="240" w:firstLine="0"/>
        <w:rPr>
          <w:b/>
        </w:rPr>
      </w:pPr>
      <w:r w:rsidRPr="0048573B">
        <w:rPr>
          <w:rStyle w:val="Teksttreci2"/>
          <w:b/>
          <w:color w:val="000000"/>
        </w:rPr>
        <w:lastRenderedPageBreak/>
        <w:t>OPIS BUDYNKÓW</w:t>
      </w:r>
    </w:p>
    <w:tbl>
      <w:tblPr>
        <w:tblW w:w="158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61"/>
      </w:tblGrid>
      <w:tr w:rsidR="0048573B" w:rsidTr="00CE4D43">
        <w:trPr>
          <w:trHeight w:hRule="exact" w:val="360"/>
          <w:jc w:val="center"/>
        </w:trPr>
        <w:tc>
          <w:tcPr>
            <w:tcW w:w="1588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BUDYNKI (KŚT 1)</w:t>
            </w:r>
          </w:p>
        </w:tc>
      </w:tr>
      <w:tr w:rsidR="0048573B" w:rsidTr="00CE4D43">
        <w:trPr>
          <w:cantSplit/>
          <w:trHeight w:hRule="exact" w:val="456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Jednostka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Przeznaczenie (rodzaj) budynku*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Adres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Rok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budowy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Ilość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kondygnacji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Powierzchnia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użytkowa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budynku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Wartość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(księgowa brutto)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Wartość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odtworzeniowa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Konstrukcja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Pokrycie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dachu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Zabezpieczenia p.poż. budynku</w:t>
            </w:r>
          </w:p>
        </w:tc>
      </w:tr>
      <w:tr w:rsidR="0048573B" w:rsidTr="00CE4D43">
        <w:trPr>
          <w:cantSplit/>
          <w:trHeight w:hRule="exact" w:val="50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15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8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21" w:lineRule="exact"/>
              <w:ind w:left="28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ścian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dachu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ilość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gaśnic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ilość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hydrantów</w:t>
            </w:r>
          </w:p>
        </w:tc>
      </w:tr>
      <w:tr w:rsidR="0048573B" w:rsidTr="00CE4D43">
        <w:trPr>
          <w:cantSplit/>
          <w:trHeight w:hRule="exact" w:val="494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Urząd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Miasta</w:t>
            </w:r>
          </w:p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Garaż 2-boksowy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FE0984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</w:t>
            </w:r>
            <w:r w:rsidR="00FE098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Słowackiego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1990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1 627,60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8573B" w:rsidRDefault="0048573B" w:rsidP="0048573B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4D43" w:rsidRDefault="00CE4D43" w:rsidP="00CE4D43">
            <w:pPr>
              <w:framePr w:w="15878" w:wrap="notBeside" w:vAnchor="text" w:hAnchor="page" w:x="106" w:y="392"/>
              <w:widowControl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Budynek administracyjny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ul. Boh. Monte Cassino 1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1900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1730m2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43" w:rsidRPr="000A43CA" w:rsidRDefault="00CE4D43" w:rsidP="001E3D01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0A43CA">
              <w:rPr>
                <w:rFonts w:ascii="Calibri" w:hAnsi="Calibri" w:cs="Calibri"/>
                <w:bCs/>
                <w:sz w:val="20"/>
                <w:szCs w:val="20"/>
              </w:rPr>
              <w:t>6 067 110,00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murowany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drewniany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dachówka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E4D43" w:rsidRDefault="00CE4D43" w:rsidP="00CE4D43">
            <w:pPr>
              <w:framePr w:w="15878" w:wrap="notBeside" w:vAnchor="text" w:hAnchor="page" w:x="106" w:y="392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Budynek GCI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 Boh. Warszawy 96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158 782,01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wymiennikowni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 Chilmanowicza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1989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28 147,00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Toaleta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wolnostojąca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ul. Boh. Warszawy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2006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44 977,99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blaszany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Toaleta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wolnostojąca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ul. Plac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Dworcowy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2011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70 806,28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blaszany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74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niepubliczne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Traugutta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1E3D01" w:rsidRDefault="001E3D01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1E3D01" w:rsidRDefault="001E3D01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1E3D01" w:rsidRPr="001E3D01" w:rsidRDefault="001E3D01" w:rsidP="001E3D01">
            <w:pPr>
              <w:framePr w:w="15878" w:wrap="notBeside" w:vAnchor="text" w:hAnchor="page" w:x="106" w:y="392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1E3D0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732m2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  <w:r>
              <w:rPr>
                <w:rFonts w:ascii="Verdana" w:hAnsi="Verdana" w:cs="Times New Roman"/>
                <w:color w:val="auto"/>
                <w:sz w:val="17"/>
                <w:szCs w:val="17"/>
              </w:rPr>
              <w:t>2 567 124,00 zł</w:t>
            </w:r>
            <w:r>
              <w:rPr>
                <w:rFonts w:cs="Times New Roman"/>
                <w:color w:val="auto"/>
                <w:sz w:val="10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0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 (były dworzec -mieszkalny)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Pl. Dworcowy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   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572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Budynek  użytkowy (punkt opieki nad dziećmi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2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Mazurska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D6167D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788 043,00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0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Brama Lidzbarska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Pl.Konst.3 Maja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1468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790 334,61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 użytkowy - SION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39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1897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300" w:firstLine="0"/>
              <w:jc w:val="left"/>
            </w:pPr>
            <w:r>
              <w:rPr>
                <w:rStyle w:val="Teksttreci2"/>
                <w:color w:val="000000"/>
              </w:rPr>
              <w:t>792 332,43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4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Domki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campingowe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15 634,00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Domki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campingowe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5 955,00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Domki</w:t>
            </w:r>
          </w:p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campingowe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52 626,00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betonowy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CE4D43" w:rsidTr="00CE4D43">
        <w:trPr>
          <w:cantSplit/>
          <w:trHeight w:hRule="exact" w:val="499"/>
          <w:jc w:val="center"/>
        </w:trPr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Budynek DADAJ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Wilimy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1975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103 517,00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E4D43" w:rsidRDefault="00CE4D43" w:rsidP="00CE4D43">
            <w:pPr>
              <w:framePr w:w="15878" w:wrap="notBeside" w:vAnchor="text" w:hAnchor="page" w:x="106" w:y="39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4D43" w:rsidRDefault="00CE4D43" w:rsidP="00CE4D43">
            <w:pPr>
              <w:pStyle w:val="Teksttreci21"/>
              <w:framePr w:w="15878" w:wrap="notBeside" w:vAnchor="text" w:hAnchor="page" w:x="106" w:y="39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</w:tbl>
    <w:p w:rsidR="0048573B" w:rsidRDefault="0048573B" w:rsidP="0048573B">
      <w:pPr>
        <w:framePr w:w="15878" w:wrap="notBeside" w:vAnchor="text" w:hAnchor="page" w:x="106" w:y="392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489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</w:tblGrid>
      <w:tr w:rsidR="00FF5B9F" w:rsidTr="005C119C">
        <w:trPr>
          <w:trHeight w:hRule="exact" w:val="100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D55797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left="260" w:firstLine="0"/>
              <w:jc w:val="lef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</w:p>
        </w:tc>
      </w:tr>
      <w:tr w:rsidR="00D6167D" w:rsidTr="00D6167D">
        <w:tblPrEx>
          <w:jc w:val="left"/>
        </w:tblPrEx>
        <w:trPr>
          <w:trHeight w:hRule="exact" w:val="125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Miejska Biblioteka Publiczna w Bartoszycach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biblioteki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6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przed</w:t>
            </w:r>
          </w:p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1945r.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676,51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2 2</w:t>
            </w:r>
            <w:r w:rsidR="00D55797">
              <w:rPr>
                <w:rStyle w:val="Teksttreci2"/>
                <w:color w:val="000000"/>
              </w:rPr>
              <w:t>9</w:t>
            </w:r>
            <w:r>
              <w:rPr>
                <w:rStyle w:val="Teksttreci2"/>
                <w:color w:val="000000"/>
              </w:rPr>
              <w:t xml:space="preserve">7 </w:t>
            </w:r>
            <w:r w:rsidR="00D55797">
              <w:rPr>
                <w:rStyle w:val="Teksttreci2"/>
                <w:color w:val="000000"/>
              </w:rPr>
              <w:t>05</w:t>
            </w:r>
            <w:r w:rsidR="00FE5BA5">
              <w:rPr>
                <w:rStyle w:val="Teksttreci2"/>
                <w:color w:val="000000"/>
              </w:rPr>
              <w:t>1</w:t>
            </w:r>
            <w:r>
              <w:rPr>
                <w:rStyle w:val="Teksttreci2"/>
                <w:color w:val="000000"/>
              </w:rPr>
              <w:t>,</w:t>
            </w:r>
            <w:r w:rsidR="00FE5BA5">
              <w:rPr>
                <w:rStyle w:val="Teksttreci2"/>
                <w:color w:val="000000"/>
              </w:rPr>
              <w:t>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cegła pełna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6167D" w:rsidRDefault="00D6167D" w:rsidP="00D6167D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FF5B9F" w:rsidTr="00E9176C">
        <w:trPr>
          <w:cantSplit/>
          <w:trHeight w:hRule="exact" w:val="2429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Miejski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Ośrodek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Pomocy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Społecznej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administracyjno - biurowy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1970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1436,57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5579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5 038 051</w:t>
            </w:r>
            <w:r w:rsidR="00FF5B9F">
              <w:rPr>
                <w:rStyle w:val="Teksttreci2"/>
                <w:color w:val="000000"/>
              </w:rPr>
              <w:t>,</w:t>
            </w:r>
            <w:r>
              <w:rPr>
                <w:rStyle w:val="Teksttreci2"/>
                <w:color w:val="000000"/>
              </w:rPr>
              <w:t>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z cegły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ceramicznej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pełnej i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bloczków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gazobetonow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ych, w cz</w:t>
            </w:r>
            <w:r w:rsidR="00070215" w:rsidRPr="00070215">
              <w:rPr>
                <w:rStyle w:val="Teksttreci2"/>
                <w:color w:val="000000"/>
                <w:sz w:val="16"/>
                <w:szCs w:val="16"/>
              </w:rPr>
              <w:t>ę</w:t>
            </w:r>
            <w:r w:rsidRPr="00070215">
              <w:rPr>
                <w:rStyle w:val="Teksttreci2"/>
                <w:color w:val="000000"/>
                <w:sz w:val="16"/>
                <w:szCs w:val="16"/>
              </w:rPr>
              <w:t>ści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biurowej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konstrukcję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stanowi</w:t>
            </w:r>
          </w:p>
          <w:p w:rsidR="00FF5B9F" w:rsidRPr="00070215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szkielet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 w:rsidRPr="00070215">
              <w:rPr>
                <w:rStyle w:val="Teksttreci2"/>
                <w:color w:val="000000"/>
                <w:sz w:val="16"/>
                <w:szCs w:val="16"/>
              </w:rPr>
              <w:t>żelbetowy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070215" w:rsidRDefault="00070215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before="60" w:after="0" w:line="170" w:lineRule="exact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070215">
              <w:rPr>
                <w:sz w:val="16"/>
                <w:szCs w:val="16"/>
              </w:rPr>
              <w:t xml:space="preserve"> płyt korytkowych, żelbetonowych, wentylowany oparty na stropie DZ - 3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  <w:p w:rsidR="00BF2B9E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termozgrze</w:t>
            </w:r>
            <w:r w:rsidR="00BF2B9E">
              <w:rPr>
                <w:rStyle w:val="Teksttreci2"/>
                <w:color w:val="000000"/>
              </w:rPr>
              <w:t>-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walna,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mocowana</w:t>
            </w:r>
          </w:p>
          <w:p w:rsidR="00BF2B9E" w:rsidRDefault="00BF2B9E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 </w:t>
            </w:r>
            <w:r w:rsidR="00FF5B9F">
              <w:rPr>
                <w:rStyle w:val="Teksttreci2"/>
                <w:color w:val="000000"/>
              </w:rPr>
              <w:t>mechani</w:t>
            </w:r>
            <w:r>
              <w:rPr>
                <w:rStyle w:val="Teksttreci2"/>
                <w:color w:val="000000"/>
              </w:rPr>
              <w:t>-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cznie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zewnętrzne ( dotyczy całej posesji MOPS)</w:t>
            </w:r>
          </w:p>
        </w:tc>
      </w:tr>
      <w:tr w:rsidR="00FF5B9F" w:rsidTr="00E9176C">
        <w:trPr>
          <w:cantSplit/>
          <w:trHeight w:hRule="exact" w:val="3523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administracyjno-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socjalny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952,7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  <w:r w:rsidR="00D55797">
              <w:rPr>
                <w:rStyle w:val="Teksttreci2"/>
                <w:color w:val="000000"/>
              </w:rPr>
              <w:t> 341 119,00</w:t>
            </w:r>
            <w:r w:rsidR="00BF2B9E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 cegły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ceramicznej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pełnej 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bloczków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gazobetono</w:t>
            </w:r>
            <w:r w:rsidR="00BF2B9E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wych, w cześci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biurowej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konstrukcję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stanowi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szkielet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żelbetowy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z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płyt</w:t>
            </w:r>
            <w:r>
              <w:rPr>
                <w:rStyle w:val="Teksttreci2"/>
                <w:color w:val="000000"/>
                <w:sz w:val="16"/>
                <w:szCs w:val="16"/>
              </w:rPr>
              <w:t xml:space="preserve"> żelbeto</w:t>
            </w:r>
          </w:p>
          <w:p w:rsidR="00FF5B9F" w:rsidRP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nowych oparty na stropie DZ 3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="00FF5B9F" w:rsidRPr="00BC3817">
              <w:rPr>
                <w:rStyle w:val="Teksttreci2"/>
                <w:color w:val="000000"/>
                <w:sz w:val="16"/>
                <w:szCs w:val="16"/>
              </w:rPr>
              <w:t xml:space="preserve"> , spadki na stropodachu wykonane z żużlu</w:t>
            </w:r>
          </w:p>
          <w:p w:rsidR="00FF5B9F" w:rsidRPr="00BC3817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>granulowane go z warstwą wyrównawcz</w:t>
            </w:r>
            <w:r w:rsidR="00BC3817">
              <w:rPr>
                <w:rStyle w:val="Teksttreci2"/>
                <w:color w:val="000000"/>
                <w:sz w:val="16"/>
                <w:szCs w:val="16"/>
              </w:rPr>
              <w:t xml:space="preserve">ą </w:t>
            </w: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</w:p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  <w:r>
              <w:rPr>
                <w:rStyle w:val="Teksttreci2"/>
                <w:color w:val="000000"/>
                <w:sz w:val="16"/>
                <w:szCs w:val="16"/>
              </w:rPr>
              <w:t>cementową</w:t>
            </w:r>
            <w:r w:rsidR="00FF5B9F" w:rsidRPr="00BC3817">
              <w:rPr>
                <w:rStyle w:val="Teksttreci2"/>
                <w:color w:val="000000"/>
                <w:sz w:val="16"/>
                <w:szCs w:val="16"/>
              </w:rPr>
              <w:t>, docieplony w 2000r. płytami styropianow</w:t>
            </w:r>
            <w:r>
              <w:rPr>
                <w:rStyle w:val="Teksttreci2"/>
                <w:color w:val="000000"/>
                <w:sz w:val="16"/>
                <w:szCs w:val="16"/>
              </w:rPr>
              <w:t>ymi</w:t>
            </w:r>
          </w:p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rPr>
                <w:rStyle w:val="Teksttreci2"/>
                <w:color w:val="000000"/>
                <w:sz w:val="16"/>
                <w:szCs w:val="16"/>
              </w:rPr>
            </w:pP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 xml:space="preserve"> anymi 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BC3817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21" w:lineRule="exact"/>
              <w:ind w:firstLine="0"/>
              <w:rPr>
                <w:sz w:val="16"/>
                <w:szCs w:val="16"/>
              </w:rPr>
            </w:pPr>
            <w:r w:rsidRPr="00BC3817">
              <w:rPr>
                <w:rStyle w:val="Teksttreci2"/>
                <w:color w:val="000000"/>
                <w:sz w:val="16"/>
                <w:szCs w:val="16"/>
              </w:rPr>
              <w:t>dwukrotnie pokryty papą termozgrzew alną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48573B">
            <w:pPr>
              <w:framePr w:w="15869" w:wrap="notBeside" w:vAnchor="text" w:hAnchor="page" w:x="121" w:y="3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9176C">
        <w:trPr>
          <w:cantSplit/>
          <w:trHeight w:hRule="exact" w:val="111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framePr w:w="15869" w:wrap="notBeside" w:vAnchor="text" w:hAnchor="page" w:x="12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stołówki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1973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1071,58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  <w:r w:rsidR="00D55797">
              <w:rPr>
                <w:rStyle w:val="Teksttreci2"/>
                <w:color w:val="000000"/>
              </w:rPr>
              <w:t> 758 031,00</w:t>
            </w:r>
            <w:r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 cegły ceramicznej pełnej i bloczków gazobetono</w:t>
            </w:r>
            <w:r w:rsidR="00BC3817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w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P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  <w:rPr>
                <w:rStyle w:val="Teksttreci2"/>
                <w:color w:val="000000"/>
                <w:sz w:val="15"/>
                <w:szCs w:val="15"/>
              </w:rPr>
            </w:pPr>
            <w:r w:rsidRPr="00BC3817">
              <w:rPr>
                <w:rStyle w:val="Teksttreci2"/>
                <w:color w:val="000000"/>
                <w:sz w:val="15"/>
                <w:szCs w:val="15"/>
              </w:rPr>
              <w:t>z płyt korytkowych</w:t>
            </w:r>
            <w:r w:rsidR="00FF5B9F" w:rsidRPr="00BC3817">
              <w:rPr>
                <w:rStyle w:val="Teksttreci2"/>
                <w:color w:val="000000"/>
                <w:sz w:val="15"/>
                <w:szCs w:val="15"/>
              </w:rPr>
              <w:t>,</w:t>
            </w:r>
          </w:p>
          <w:p w:rsidR="00BC3817" w:rsidRDefault="00BC3817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  <w:jc w:val="left"/>
            </w:pPr>
            <w:r w:rsidRPr="00BC3817">
              <w:rPr>
                <w:rStyle w:val="Teksttreci2"/>
                <w:color w:val="000000"/>
                <w:sz w:val="15"/>
                <w:szCs w:val="15"/>
              </w:rPr>
              <w:t>żelbetonowych</w:t>
            </w:r>
            <w:r w:rsidR="00CB2942">
              <w:rPr>
                <w:rStyle w:val="Teksttreci2"/>
                <w:color w:val="000000"/>
                <w:sz w:val="15"/>
                <w:szCs w:val="15"/>
              </w:rPr>
              <w:t>drobnowymiarowych, wentylowany</w:t>
            </w:r>
            <w:r>
              <w:rPr>
                <w:rStyle w:val="Teksttreci2"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dwukrotnie pokryty papą termozgrzew alną, I -sza twa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5869" w:wrap="notBeside" w:vAnchor="text" w:hAnchor="page" w:x="12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B9F" w:rsidRDefault="00FF5B9F" w:rsidP="0048573B">
            <w:pPr>
              <w:framePr w:w="15869" w:wrap="notBeside" w:vAnchor="text" w:hAnchor="page" w:x="121" w:y="3"/>
              <w:rPr>
                <w:rFonts w:cs="Times New Roman"/>
                <w:color w:val="auto"/>
                <w:sz w:val="10"/>
              </w:rPr>
            </w:pPr>
          </w:p>
        </w:tc>
      </w:tr>
    </w:tbl>
    <w:p w:rsidR="00FF5B9F" w:rsidRDefault="00FF5B9F" w:rsidP="0048573B">
      <w:pPr>
        <w:framePr w:w="15869" w:wrap="notBeside" w:vAnchor="text" w:hAnchor="page" w:x="121" w:y="3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226"/>
        <w:gridCol w:w="502"/>
        <w:gridCol w:w="1056"/>
      </w:tblGrid>
      <w:tr w:rsidR="00FF5B9F" w:rsidTr="006B0C8B">
        <w:trPr>
          <w:cantSplit/>
          <w:trHeight w:hRule="exact" w:val="2573"/>
          <w:jc w:val="center"/>
        </w:trPr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BC3817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</w:t>
            </w:r>
            <w:r w:rsidR="00FF5B9F">
              <w:rPr>
                <w:rStyle w:val="Teksttreci2"/>
                <w:color w:val="000000"/>
              </w:rPr>
              <w:t>ych,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Pr="00CB2942" w:rsidRDefault="00CB2942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CB2942">
              <w:rPr>
                <w:rStyle w:val="Teksttreci2"/>
                <w:color w:val="000000"/>
                <w:sz w:val="16"/>
                <w:szCs w:val="16"/>
              </w:rPr>
              <w:t xml:space="preserve">wetylowany, oparty na stropie DZ 3, stropdach prefabrykowany, 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t>docieplony w latach 2006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softHyphen/>
              <w:t>2007 płytami styropianow</w:t>
            </w:r>
            <w:r w:rsidRPr="00CB2942">
              <w:rPr>
                <w:rStyle w:val="Teksttreci2"/>
                <w:color w:val="000000"/>
                <w:sz w:val="16"/>
                <w:szCs w:val="16"/>
              </w:rPr>
              <w:t>y</w:t>
            </w:r>
            <w:r w:rsidR="00FF5B9F" w:rsidRPr="00CB2942">
              <w:rPr>
                <w:rStyle w:val="Teksttreci2"/>
                <w:color w:val="000000"/>
                <w:sz w:val="16"/>
                <w:szCs w:val="16"/>
              </w:rPr>
              <w:t>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CB2942" w:rsidP="0048573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 xml:space="preserve">warstwa </w:t>
            </w:r>
            <w:r w:rsidR="00FF5B9F">
              <w:rPr>
                <w:rStyle w:val="Teksttreci2"/>
                <w:color w:val="000000"/>
              </w:rPr>
              <w:t>mocowana mechanicznie do podłoża poprzez warstwę styropianu</w:t>
            </w:r>
          </w:p>
        </w:tc>
        <w:tc>
          <w:tcPr>
            <w:tcW w:w="5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6B0C8B">
        <w:trPr>
          <w:cantSplit/>
          <w:trHeight w:hRule="exact" w:val="1341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magazynowo-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garażowy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lata 60-te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388</w:t>
            </w:r>
            <w:r w:rsidR="006B0C8B">
              <w:rPr>
                <w:rStyle w:val="Teksttreci2"/>
                <w:color w:val="000000"/>
              </w:rPr>
              <w:t>,49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55797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582 735,00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z cegły ceramicznej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stropodach</w:t>
            </w:r>
          </w:p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jednospadowy z</w:t>
            </w:r>
            <w:r w:rsidR="006B0C8B">
              <w:rPr>
                <w:rStyle w:val="Teksttreci2"/>
                <w:color w:val="000000"/>
                <w:sz w:val="15"/>
                <w:szCs w:val="15"/>
              </w:rPr>
              <w:t xml:space="preserve"> </w:t>
            </w:r>
            <w:r w:rsidRPr="006B0C8B">
              <w:rPr>
                <w:rStyle w:val="Teksttreci2"/>
                <w:color w:val="000000"/>
                <w:sz w:val="15"/>
                <w:szCs w:val="15"/>
              </w:rPr>
              <w:t>żelbetowych</w:t>
            </w:r>
          </w:p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  <w:rPr>
                <w:sz w:val="15"/>
                <w:szCs w:val="15"/>
              </w:rPr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płyt</w:t>
            </w:r>
            <w:r w:rsidR="006B0C8B">
              <w:rPr>
                <w:rStyle w:val="Teksttreci2"/>
                <w:color w:val="000000"/>
                <w:sz w:val="15"/>
                <w:szCs w:val="15"/>
              </w:rPr>
              <w:t xml:space="preserve"> 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both"/>
            </w:pPr>
            <w:r w:rsidRPr="006B0C8B">
              <w:rPr>
                <w:rStyle w:val="Teksttreci2"/>
                <w:color w:val="000000"/>
                <w:sz w:val="15"/>
                <w:szCs w:val="15"/>
              </w:rPr>
              <w:t>panwiowych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560" w:firstLine="0"/>
              <w:jc w:val="left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983580">
        <w:trPr>
          <w:cantSplit/>
          <w:trHeight w:hRule="exact" w:val="4881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6B0C8B">
            <w:pPr>
              <w:framePr w:w="15869" w:wrap="notBeside" w:vAnchor="text" w:hAnchor="page" w:x="211" w:y="-42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Dom dla Bezdomnych, niepodpiwniczony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Bartoszyce, 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586.60m</w:t>
            </w:r>
            <w:r>
              <w:rPr>
                <w:rStyle w:val="Teksttreci2"/>
                <w:color w:val="000000"/>
                <w:vertAlign w:val="superscript"/>
              </w:rPr>
              <w:t>2</w:t>
            </w:r>
            <w:r>
              <w:rPr>
                <w:rStyle w:val="Teksttreci2"/>
                <w:color w:val="000000"/>
              </w:rPr>
              <w:t>, w tym : część mieszkalna - 494,9m</w:t>
            </w:r>
            <w:r>
              <w:rPr>
                <w:rStyle w:val="Teksttreci2"/>
                <w:color w:val="000000"/>
                <w:vertAlign w:val="superscript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  <w:rPr>
                <w:sz w:val="14"/>
                <w:szCs w:val="14"/>
              </w:rPr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1.313.091,05 zł ,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dodatkowo: - przyłącze kanalizacji deszczowej 23.320,63zł, - przyłącze kanalizacji sanitarnej 15.727,28zł, - przyłącze en</w:t>
            </w:r>
            <w:r w:rsidR="00CB2942" w:rsidRPr="006B0C8B">
              <w:rPr>
                <w:rStyle w:val="Teksttreci2"/>
                <w:color w:val="000000"/>
                <w:sz w:val="14"/>
                <w:szCs w:val="14"/>
              </w:rPr>
              <w:t>er</w:t>
            </w:r>
            <w:r w:rsidRPr="006B0C8B">
              <w:rPr>
                <w:rStyle w:val="Teksttreci2"/>
                <w:color w:val="000000"/>
                <w:sz w:val="14"/>
                <w:szCs w:val="14"/>
              </w:rPr>
              <w:t>getyczne - 6.267,23zł, - przyłącze wodociągowe 12.594,51zł, - przyłącze co. i cwu 59.478,65zł,</w:t>
            </w:r>
            <w:r w:rsidR="00CB2942" w:rsidRPr="006B0C8B">
              <w:rPr>
                <w:rStyle w:val="Teksttreci2"/>
                <w:color w:val="000000"/>
                <w:sz w:val="14"/>
                <w:szCs w:val="14"/>
              </w:rPr>
              <w:t xml:space="preserve"> sieć wodociągowa w budynku 26 275,84 droga wewnętrzna przy  budynku 114 782,21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55797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2 057 206,00</w:t>
            </w:r>
            <w:r w:rsidR="00FF5B9F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left="160" w:firstLine="0"/>
              <w:jc w:val="left"/>
              <w:rPr>
                <w:sz w:val="16"/>
                <w:szCs w:val="16"/>
              </w:rPr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układ</w:t>
            </w:r>
          </w:p>
          <w:p w:rsidR="00FF5B9F" w:rsidRPr="006B0C8B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konstrukcyjny mieszany złożony z murowanych ścian nośnych z bloczków betonu komórkowego, ściany fundamento we z betonowych bloczków, na których opierane są płyty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16" w:lineRule="exact"/>
              <w:ind w:firstLine="0"/>
              <w:jc w:val="left"/>
            </w:pPr>
            <w:r w:rsidRPr="006B0C8B">
              <w:rPr>
                <w:rStyle w:val="Teksttreci2"/>
                <w:color w:val="000000"/>
                <w:sz w:val="16"/>
                <w:szCs w:val="16"/>
              </w:rPr>
              <w:t>stropowe i dach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60" w:line="170" w:lineRule="exact"/>
              <w:ind w:firstLine="0"/>
              <w:jc w:val="both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czterospadowy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60" w:line="170" w:lineRule="exact"/>
              <w:ind w:firstLine="0"/>
              <w:jc w:val="left"/>
            </w:pPr>
            <w:r w:rsidRPr="006B0C8B">
              <w:rPr>
                <w:rStyle w:val="Teksttreci2"/>
                <w:color w:val="000000"/>
                <w:sz w:val="14"/>
                <w:szCs w:val="14"/>
              </w:rPr>
              <w:t>blachodachówka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wewnętrzne</w:t>
            </w:r>
          </w:p>
        </w:tc>
      </w:tr>
      <w:tr w:rsidR="00FF5B9F" w:rsidTr="00B03386">
        <w:trPr>
          <w:cantSplit/>
          <w:trHeight w:hRule="exact" w:val="1283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Miejski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Ośrodek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Pomocy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Społecznej</w:t>
            </w:r>
          </w:p>
          <w:p w:rsidR="00FF5B9F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B03386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t xml:space="preserve">Adaptacja pomieszczeń na potrzeby Dziennego Domu „Senior - Wigor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</w:t>
            </w:r>
          </w:p>
          <w:p w:rsidR="00B03386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left="360" w:hanging="20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Bartoszyce,</w:t>
            </w:r>
          </w:p>
          <w:p w:rsidR="00FF5B9F" w:rsidRDefault="00B03386" w:rsidP="00B03386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left="360" w:hanging="200"/>
            </w:pPr>
            <w:r>
              <w:rPr>
                <w:rStyle w:val="Teksttreci2"/>
                <w:color w:val="000000"/>
              </w:rPr>
              <w:t>ul. Pieniężnego 10A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B03386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  <w:r>
              <w:t>2015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713D68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t>187 430,22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21" w:lineRule="exact"/>
              <w:ind w:left="160" w:firstLine="0"/>
              <w:jc w:val="lef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before="60" w:after="0" w:line="170" w:lineRule="exact"/>
              <w:ind w:left="160" w:firstLine="0"/>
              <w:jc w:val="left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before="60" w:after="0" w:line="170" w:lineRule="exact"/>
              <w:ind w:left="140" w:firstLine="0"/>
              <w:jc w:val="left"/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</w:tr>
      <w:tr w:rsidR="00FF5B9F" w:rsidTr="006B0C8B">
        <w:trPr>
          <w:cantSplit/>
          <w:trHeight w:hRule="exact" w:val="537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45" w:lineRule="exact"/>
              <w:ind w:firstLine="0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221" w:lineRule="exact"/>
              <w:ind w:firstLine="0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160" w:firstLine="0"/>
              <w:jc w:val="left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6B0C8B">
            <w:pPr>
              <w:pStyle w:val="Teksttreci21"/>
              <w:framePr w:w="15869" w:wrap="notBeside" w:vAnchor="text" w:hAnchor="page" w:x="211" w:y="-42"/>
              <w:shd w:val="clear" w:color="auto" w:fill="auto"/>
              <w:spacing w:after="0" w:line="170" w:lineRule="exact"/>
              <w:ind w:firstLine="0"/>
            </w:pPr>
          </w:p>
        </w:tc>
      </w:tr>
    </w:tbl>
    <w:p w:rsidR="00FF5B9F" w:rsidRDefault="00FF5B9F" w:rsidP="006B0C8B">
      <w:pPr>
        <w:framePr w:w="15869" w:wrap="notBeside" w:vAnchor="text" w:hAnchor="page" w:x="211" w:y="-42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264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  <w:gridCol w:w="1056"/>
      </w:tblGrid>
      <w:tr w:rsidR="0048573B" w:rsidTr="005C119C">
        <w:trPr>
          <w:gridAfter w:val="10"/>
          <w:wAfter w:w="10560" w:type="dxa"/>
          <w:trHeight w:hRule="exact" w:val="43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03386" w:rsidRPr="00B03386" w:rsidRDefault="00B03386" w:rsidP="00B03386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7"/>
                <w:szCs w:val="17"/>
              </w:rPr>
            </w:pPr>
            <w:r w:rsidRPr="00B03386">
              <w:rPr>
                <w:rFonts w:cs="Times New Roman"/>
                <w:color w:val="auto"/>
                <w:sz w:val="17"/>
                <w:szCs w:val="17"/>
              </w:rPr>
              <w:t>Zakład Usług</w:t>
            </w:r>
          </w:p>
          <w:p w:rsidR="0048573B" w:rsidRPr="00B03386" w:rsidRDefault="00B03386" w:rsidP="00B03386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  <w:r w:rsidRPr="00B03386">
              <w:rPr>
                <w:rFonts w:cs="Times New Roman"/>
                <w:color w:val="auto"/>
                <w:sz w:val="17"/>
                <w:szCs w:val="17"/>
              </w:rPr>
              <w:t>Komunalnych</w:t>
            </w:r>
            <w:r>
              <w:rPr>
                <w:rFonts w:cs="Times New Roman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B03386" w:rsidP="0048573B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t>Budynek wynajmowany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8573B" w:rsidRDefault="0048573B" w:rsidP="0048573B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trHeight w:hRule="exact" w:val="476"/>
          <w:jc w:val="center"/>
        </w:trPr>
        <w:tc>
          <w:tcPr>
            <w:tcW w:w="15870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gridAfter w:val="10"/>
          <w:wAfter w:w="10560" w:type="dxa"/>
          <w:trHeight w:hRule="exact" w:val="198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nr 1 im. Romualda Traugutta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Budynek główny, łącznik,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sala gimnastyczna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 Traugutta 23 11 - 200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Lata 20 - te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ubiegłego wieku.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3481,9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12 211 023,00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Ściany i ścianki działowe: cegła pełna i dziurawka.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Ściany zewnętrzne: cegła pełna i kamień.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20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szt.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13 szt.</w:t>
            </w:r>
          </w:p>
        </w:tc>
      </w:tr>
      <w:tr w:rsidR="005C119C" w:rsidTr="005C119C">
        <w:trPr>
          <w:gridAfter w:val="10"/>
          <w:wAfter w:w="10560" w:type="dxa"/>
          <w:trHeight w:hRule="exact" w:val="226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Podstawowa Nr 3 im.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Tadeusza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Kościuszki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w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szkolny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11-200 Bartoszyce ul. Marksa 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80" w:firstLine="0"/>
              <w:jc w:val="left"/>
            </w:pPr>
            <w:r>
              <w:rPr>
                <w:rStyle w:val="Teksttreci2"/>
                <w:color w:val="000000"/>
              </w:rPr>
              <w:t>-1, 1, 2.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1 888,59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6 623 285,00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Ściany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zewnętrzne z cegły wap- piaskowej.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Elewacja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docieplona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styropianem,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tynk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cienkowarstwowy.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Żelbetowa - łupiny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prefabrykow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ane.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Pokrycie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dachowe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papowa.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5C119C" w:rsidTr="005C119C">
        <w:trPr>
          <w:gridAfter w:val="10"/>
          <w:wAfter w:w="10560" w:type="dxa"/>
          <w:cantSplit/>
          <w:trHeight w:hRule="exact" w:val="989"/>
          <w:jc w:val="center"/>
        </w:trPr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Szkolno -Przedszkolny nr 1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Budynek szkolny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1797,00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</w:p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</w:p>
          <w:p w:rsidR="005C119C" w:rsidRPr="00811B4F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6 302079,00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murowane,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ocieplane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21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styropianem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</w:tr>
      <w:tr w:rsidR="005C119C" w:rsidTr="005C119C">
        <w:trPr>
          <w:gridAfter w:val="10"/>
          <w:wAfter w:w="10560" w:type="dxa"/>
          <w:cantSplit/>
          <w:trHeight w:hRule="exact" w:val="984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gospodarczy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1986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16,25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6 552,00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murowane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gridAfter w:val="10"/>
          <w:wAfter w:w="10560" w:type="dxa"/>
          <w:cantSplit/>
          <w:trHeight w:hRule="exact" w:val="744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Budynek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ul. 4 lutego 26,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1967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361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1 266 027,00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murowane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żelbetonowa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5C119C" w:rsidTr="005C119C">
        <w:trPr>
          <w:gridAfter w:val="10"/>
          <w:wAfter w:w="10560" w:type="dxa"/>
          <w:cantSplit/>
          <w:trHeight w:hRule="exact" w:val="984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Kotłownia CO + instalacja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ul.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Nowowiejskiego 31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2002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76 324,42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19C" w:rsidRDefault="005C119C" w:rsidP="005C119C">
            <w:pPr>
              <w:framePr w:w="16381" w:h="9421" w:hRule="exact" w:wrap="notBeside" w:vAnchor="text" w:hAnchor="page" w:x="121" w:y="-140"/>
              <w:rPr>
                <w:rFonts w:cs="Times New Roman"/>
                <w:color w:val="auto"/>
                <w:sz w:val="10"/>
              </w:rPr>
            </w:pPr>
          </w:p>
        </w:tc>
      </w:tr>
      <w:tr w:rsidR="005C119C" w:rsidTr="005C119C">
        <w:trPr>
          <w:gridAfter w:val="10"/>
          <w:wAfter w:w="10560" w:type="dxa"/>
          <w:trHeight w:hRule="exact" w:val="53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Szkoła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Podstawowa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00" w:firstLine="0"/>
              <w:jc w:val="left"/>
            </w:pPr>
            <w:r>
              <w:rPr>
                <w:rStyle w:val="Teksttreci2"/>
                <w:color w:val="000000"/>
              </w:rPr>
              <w:t>Budynek szkoły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40" w:lineRule="exact"/>
              <w:ind w:firstLine="0"/>
            </w:pPr>
            <w:r>
              <w:rPr>
                <w:rStyle w:val="Teksttreci2"/>
                <w:color w:val="000000"/>
              </w:rPr>
              <w:t>ul. Gen. Bema 35, 11-200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1898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 i 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3775,8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8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13 241 731,00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murowane z cegły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14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6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19C" w:rsidRDefault="005C119C" w:rsidP="005C119C">
            <w:pPr>
              <w:pStyle w:val="Teksttreci21"/>
              <w:framePr w:w="16381" w:h="9421" w:hRule="exact" w:wrap="notBeside" w:vAnchor="text" w:hAnchor="page" w:x="121" w:y="-140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</w:p>
        </w:tc>
      </w:tr>
    </w:tbl>
    <w:p w:rsidR="0048573B" w:rsidRDefault="0048573B" w:rsidP="0048573B">
      <w:pPr>
        <w:framePr w:w="16381" w:h="9421" w:hRule="exact" w:wrap="notBeside" w:vAnchor="text" w:hAnchor="page" w:x="121" w:y="-140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341"/>
      </w:tblGrid>
      <w:tr w:rsidR="00FF5B9F" w:rsidTr="0048573B">
        <w:trPr>
          <w:cantSplit/>
          <w:trHeight w:hRule="exact" w:val="528"/>
          <w:jc w:val="center"/>
        </w:trPr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lastRenderedPageBreak/>
              <w:t>nr 7 im. Józefa Wybickiego w</w:t>
            </w:r>
          </w:p>
          <w:p w:rsidR="00FF5B9F" w:rsidRDefault="00FF5B9F" w:rsidP="00811B4F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48573B">
        <w:trPr>
          <w:cantSplit/>
          <w:trHeight w:hRule="exact" w:val="950"/>
          <w:jc w:val="center"/>
        </w:trPr>
        <w:tc>
          <w:tcPr>
            <w:tcW w:w="11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framePr w:w="16291" w:wrap="notBeside" w:vAnchor="text" w:hAnchor="page" w:x="211" w:y="3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E0984" w:rsidP="00FE0984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 sali gimnastycznej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left="340" w:hanging="140"/>
              <w:jc w:val="left"/>
            </w:pPr>
            <w:r>
              <w:rPr>
                <w:rStyle w:val="Teksttreci2"/>
                <w:color w:val="000000"/>
              </w:rPr>
              <w:t>ul. Gen. Bema 35,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2003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1057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3</w:t>
            </w:r>
            <w:r w:rsidR="00BF7950">
              <w:rPr>
                <w:rStyle w:val="Teksttreci2"/>
                <w:color w:val="000000"/>
              </w:rPr>
              <w:t> 706 899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A1410C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21" w:lineRule="exact"/>
              <w:ind w:firstLine="0"/>
              <w:jc w:val="left"/>
              <w:rPr>
                <w:sz w:val="16"/>
                <w:szCs w:val="16"/>
              </w:rPr>
            </w:pPr>
            <w:r w:rsidRPr="00A1410C">
              <w:rPr>
                <w:rStyle w:val="Teksttreci2"/>
                <w:color w:val="000000"/>
                <w:sz w:val="16"/>
                <w:szCs w:val="16"/>
              </w:rPr>
              <w:t>cegł</w:t>
            </w:r>
            <w:r w:rsidR="00A1410C">
              <w:rPr>
                <w:rStyle w:val="Teksttreci2"/>
                <w:color w:val="000000"/>
                <w:sz w:val="16"/>
                <w:szCs w:val="16"/>
              </w:rPr>
              <w:t>a</w:t>
            </w:r>
            <w:r w:rsidR="00A1410C" w:rsidRPr="00A1410C">
              <w:rPr>
                <w:rStyle w:val="Teksttreci2"/>
                <w:color w:val="000000"/>
                <w:sz w:val="16"/>
                <w:szCs w:val="16"/>
              </w:rPr>
              <w:t xml:space="preserve"> ceramiczna i gazobetonow</w:t>
            </w:r>
            <w:r w:rsidR="00A1410C">
              <w:rPr>
                <w:rStyle w:val="Teksttreci2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stalowo-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before="60"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6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dachówka</w:t>
            </w:r>
          </w:p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before="60"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A1410C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FF5B9F" w:rsidTr="0048573B">
        <w:trPr>
          <w:trHeight w:hRule="exact" w:val="19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Zespół Szkół z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Ukraińskim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Językiem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Nauczania</w:t>
            </w:r>
          </w:p>
          <w:p w:rsidR="00FF5B9F" w:rsidRDefault="007D6464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t>B-ce</w:t>
            </w:r>
          </w:p>
          <w:p w:rsidR="007D6464" w:rsidRDefault="007D6464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Budynek szkoły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1410C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340" w:hanging="14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Leśna 1 </w:t>
            </w:r>
          </w:p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340" w:hanging="140"/>
              <w:jc w:val="left"/>
            </w:pPr>
            <w:r>
              <w:rPr>
                <w:rStyle w:val="Teksttreci2"/>
                <w:color w:val="000000"/>
              </w:rPr>
              <w:t>B</w:t>
            </w:r>
            <w:r w:rsidR="00A1410C">
              <w:rPr>
                <w:rStyle w:val="Teksttreci2"/>
                <w:color w:val="000000"/>
              </w:rPr>
              <w:t>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1930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1 266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BF7950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160" w:firstLine="0"/>
              <w:jc w:val="left"/>
            </w:pPr>
            <w:r>
              <w:rPr>
                <w:rStyle w:val="Teksttreci2"/>
                <w:color w:val="000000"/>
              </w:rPr>
              <w:t>4 439 862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murow</w:t>
            </w:r>
            <w:r w:rsidR="00A1410C">
              <w:rPr>
                <w:rStyle w:val="Teksttreci2"/>
                <w:color w:val="000000"/>
              </w:rPr>
              <w:t>a</w:t>
            </w:r>
            <w:r>
              <w:rPr>
                <w:rStyle w:val="Teksttreci2"/>
                <w:color w:val="000000"/>
              </w:rPr>
              <w:t>ne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ceglane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drewniany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blacha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1+</w:t>
            </w:r>
            <w:r w:rsidR="00A1410C">
              <w:rPr>
                <w:rStyle w:val="Teksttreci2"/>
                <w:color w:val="000000"/>
              </w:rPr>
              <w:t>2</w:t>
            </w:r>
            <w:r>
              <w:rPr>
                <w:rStyle w:val="Teksttreci2"/>
                <w:color w:val="000000"/>
              </w:rPr>
              <w:t xml:space="preserve"> skrzynki hydrantowe wewnętrzne</w:t>
            </w:r>
          </w:p>
        </w:tc>
      </w:tr>
      <w:tr w:rsidR="00FF5B9F" w:rsidTr="0048573B">
        <w:trPr>
          <w:trHeight w:hRule="exact" w:val="441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A1410C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Gimnazjum Nr 2 w 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Budynek szkoły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35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60" w:firstLine="0"/>
              <w:jc w:val="left"/>
            </w:pPr>
            <w:r>
              <w:rPr>
                <w:rStyle w:val="Teksttreci2"/>
                <w:color w:val="000000"/>
              </w:rPr>
              <w:t>1896r.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  <w:p w:rsidR="00FF5B9F" w:rsidRPr="00317811" w:rsidRDefault="00FF5B9F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45" w:lineRule="exact"/>
              <w:ind w:firstLine="0"/>
              <w:jc w:val="left"/>
              <w:rPr>
                <w:sz w:val="15"/>
                <w:szCs w:val="15"/>
              </w:rPr>
            </w:pPr>
            <w:r w:rsidRPr="00317811">
              <w:rPr>
                <w:rStyle w:val="Teksttreci2"/>
                <w:color w:val="000000"/>
                <w:sz w:val="15"/>
                <w:szCs w:val="15"/>
              </w:rPr>
              <w:t>podpiwniczony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3775,8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0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BF7950">
              <w:rPr>
                <w:rStyle w:val="Teksttreci2"/>
                <w:color w:val="000000"/>
              </w:rPr>
              <w:t>3 241 731</w:t>
            </w:r>
            <w:r>
              <w:rPr>
                <w:rStyle w:val="Teksttreci2"/>
                <w:color w:val="000000"/>
              </w:rPr>
              <w:t>,</w:t>
            </w:r>
            <w:r w:rsidR="00317811">
              <w:rPr>
                <w:rStyle w:val="Teksttreci2"/>
                <w:color w:val="000000"/>
              </w:rPr>
              <w:t>0</w:t>
            </w:r>
            <w:r>
              <w:rPr>
                <w:rStyle w:val="Teksttreci2"/>
                <w:color w:val="000000"/>
              </w:rPr>
              <w:t>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Pr="00317811" w:rsidRDefault="00FF5B9F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konstrukcyjne i działowe z cegły</w:t>
            </w:r>
          </w:p>
          <w:p w:rsidR="00FF5B9F" w:rsidRPr="00317811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ceramicznej pełnej. Stropy nad</w:t>
            </w:r>
          </w:p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piwnicami z cegły na belkach stalowych dwuteowych, stropy między piętrami drewniane belkowe za ślepym pułapem i podsufitką z desek.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7811" w:rsidRDefault="00317811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left="180" w:hanging="18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dwuspadowa</w:t>
            </w:r>
          </w:p>
          <w:p w:rsidR="00317811" w:rsidRDefault="00317811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left="180" w:hanging="18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</w:t>
            </w:r>
            <w:r w:rsidR="00FF5B9F">
              <w:rPr>
                <w:rStyle w:val="Teksttreci2"/>
                <w:color w:val="000000"/>
              </w:rPr>
              <w:t>onst</w:t>
            </w:r>
            <w:r>
              <w:rPr>
                <w:rStyle w:val="Teksttreci2"/>
                <w:color w:val="000000"/>
              </w:rPr>
              <w:t>rukcja</w:t>
            </w:r>
          </w:p>
          <w:p w:rsidR="00FF5B9F" w:rsidRDefault="00317811" w:rsidP="00317811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left="180" w:hanging="180"/>
              <w:jc w:val="left"/>
            </w:pPr>
            <w:r>
              <w:rPr>
                <w:rStyle w:val="Teksttreci2"/>
                <w:color w:val="000000"/>
              </w:rPr>
              <w:t>d</w:t>
            </w:r>
            <w:r w:rsidR="00FF5B9F">
              <w:rPr>
                <w:rStyle w:val="Teksttreci2"/>
                <w:color w:val="000000"/>
              </w:rPr>
              <w:t>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dachówka ceramiczna ułożoną na łatach.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22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48573B">
            <w:pPr>
              <w:pStyle w:val="Teksttreci21"/>
              <w:framePr w:w="16291" w:wrap="notBeside" w:vAnchor="text" w:hAnchor="page" w:x="211" w:y="3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</w:tr>
    </w:tbl>
    <w:p w:rsidR="00FF5B9F" w:rsidRDefault="00FF5B9F" w:rsidP="0048573B">
      <w:pPr>
        <w:framePr w:w="16291" w:wrap="notBeside" w:vAnchor="text" w:hAnchor="page" w:x="211" w:y="3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tbl>
      <w:tblPr>
        <w:tblW w:w="158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230"/>
        <w:gridCol w:w="1041"/>
        <w:gridCol w:w="595"/>
        <w:gridCol w:w="1056"/>
      </w:tblGrid>
      <w:tr w:rsidR="00FF5B9F" w:rsidTr="00317811">
        <w:trPr>
          <w:trHeight w:hRule="exact" w:val="6624"/>
          <w:jc w:val="center"/>
        </w:trPr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Hala sportowa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ul. Bema 35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317811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left="20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02.01.</w:t>
            </w:r>
          </w:p>
          <w:p w:rsidR="00FF5B9F" w:rsidRPr="00317811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left="20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2004r.-</w:t>
            </w:r>
          </w:p>
          <w:p w:rsidR="00317811" w:rsidRDefault="00317811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M</w:t>
            </w:r>
            <w:r w:rsidR="00FF5B9F" w:rsidRPr="00317811">
              <w:rPr>
                <w:rStyle w:val="Teksttreci2"/>
                <w:color w:val="000000"/>
                <w:sz w:val="16"/>
                <w:szCs w:val="16"/>
              </w:rPr>
              <w:t>oderni</w:t>
            </w:r>
          </w:p>
          <w:p w:rsidR="00FF5B9F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zacja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2 -zach. część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418,1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1 768 232,30 zł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F5B9F" w:rsidRPr="00317811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Bryła g</w:t>
            </w:r>
            <w:r w:rsidR="00317811" w:rsidRPr="00317811">
              <w:rPr>
                <w:rStyle w:val="Teksttreci2"/>
                <w:color w:val="000000"/>
                <w:sz w:val="16"/>
                <w:szCs w:val="16"/>
              </w:rPr>
              <w:t>ł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. bud.- ściany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e z cegły cermicznej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pełnej, gr.51cm. Bryła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zach.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ściany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>r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ukcyjne (gr.51cm) i działowe (gr.12cm) z cegły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ceramicznej pełnej. Bryła wsch.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 ściany</w:t>
            </w:r>
          </w:p>
          <w:p w:rsidR="00FF5B9F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konstrukcyjne -pustaki ceramiczne3 (gr.38cm) ścianki działowe - pustaki ceramiczne (gr12cm). Strop- belki drewniane</w:t>
            </w:r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Bryła gł. bud.-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dwuspadowy ,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konst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>r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 xml:space="preserve">ukcja drewniana, </w:t>
            </w:r>
            <w:r w:rsidRPr="00317811">
              <w:rPr>
                <w:rStyle w:val="Teksttreci2"/>
                <w:color w:val="000000"/>
                <w:sz w:val="15"/>
                <w:szCs w:val="15"/>
              </w:rPr>
              <w:t>trójwieszakowy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Bryła zach. bud.- jednospadowy,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left="160"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konstrukcja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drewniana.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Bryła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wsch.</w:t>
            </w:r>
            <w:r w:rsidR="00317811">
              <w:rPr>
                <w:rStyle w:val="Teksttreci2"/>
                <w:color w:val="000000"/>
                <w:sz w:val="16"/>
                <w:szCs w:val="16"/>
              </w:rPr>
              <w:t xml:space="preserve"> </w:t>
            </w:r>
            <w:r w:rsidRPr="00317811">
              <w:rPr>
                <w:rStyle w:val="Teksttreci2"/>
                <w:color w:val="000000"/>
                <w:sz w:val="16"/>
                <w:szCs w:val="16"/>
              </w:rPr>
              <w:t>bud.-</w:t>
            </w:r>
          </w:p>
          <w:p w:rsidR="00FF5B9F" w:rsidRPr="00317811" w:rsidRDefault="00FF5B9F" w:rsidP="00317811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jednospadowy,</w:t>
            </w:r>
          </w:p>
          <w:p w:rsidR="00FF5B9F" w:rsidRPr="00317811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sz w:val="16"/>
                <w:szCs w:val="16"/>
              </w:rPr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konstrukcja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</w:pPr>
            <w:r w:rsidRPr="00317811">
              <w:rPr>
                <w:rStyle w:val="Teksttreci2"/>
                <w:color w:val="000000"/>
                <w:sz w:val="16"/>
                <w:szCs w:val="16"/>
              </w:rPr>
              <w:t>drewniana</w:t>
            </w:r>
            <w:r>
              <w:rPr>
                <w:rStyle w:val="Teksttreci2"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Bryła główna i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zach.</w:t>
            </w:r>
            <w:r w:rsidR="00D3502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budynku. - pokr</w:t>
            </w:r>
            <w:r w:rsidR="00D35024">
              <w:rPr>
                <w:rStyle w:val="Teksttreci2"/>
                <w:color w:val="000000"/>
              </w:rPr>
              <w:t>y</w:t>
            </w:r>
            <w:r>
              <w:rPr>
                <w:rStyle w:val="Teksttreci2"/>
                <w:color w:val="000000"/>
              </w:rPr>
              <w:t>cie dachówką ceramiczną ułożoną na łatach. Bryła wsch.</w:t>
            </w:r>
            <w:r w:rsidR="00D3502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>bud. - pokryta blachą trapezową ocynkowaną.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F5B9F" w:rsidRDefault="00D35024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FF5B9F" w:rsidTr="007D6464">
        <w:trPr>
          <w:trHeight w:hRule="exact" w:val="131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3502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Przedszkole Publiczne 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nr 2 w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E098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 ul. Marksa 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Pr="00D35024" w:rsidRDefault="00D35024" w:rsidP="00EF4BE8">
            <w:pPr>
              <w:framePr w:w="15869" w:wrap="notBeside" w:vAnchor="text" w:hAnchor="text" w:xAlign="center" w:y="1"/>
              <w:rPr>
                <w:rFonts w:ascii="Verdana" w:hAnsi="Verdana" w:cs="Times New Roman"/>
                <w:color w:val="auto"/>
                <w:sz w:val="16"/>
                <w:szCs w:val="16"/>
              </w:rPr>
            </w:pPr>
            <w:r>
              <w:rPr>
                <w:rFonts w:ascii="Verdana" w:hAnsi="Verdana" w:cs="Times New Roman"/>
                <w:color w:val="auto"/>
                <w:sz w:val="16"/>
                <w:szCs w:val="16"/>
              </w:rPr>
              <w:t>1953/1981</w:t>
            </w: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D35024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705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2</w:t>
            </w:r>
            <w:r w:rsidR="00BF7950">
              <w:rPr>
                <w:rStyle w:val="Teksttreci2"/>
                <w:color w:val="000000"/>
              </w:rPr>
              <w:t> 472 435</w:t>
            </w:r>
            <w:r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D3502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M</w:t>
            </w:r>
            <w:r w:rsidR="00FF5B9F">
              <w:rPr>
                <w:rStyle w:val="Teksttreci2"/>
                <w:color w:val="000000"/>
              </w:rPr>
              <w:t>urowana</w:t>
            </w:r>
            <w:r>
              <w:rPr>
                <w:rStyle w:val="Teksttreci2"/>
                <w:color w:val="000000"/>
              </w:rPr>
              <w:t xml:space="preserve"> cegła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papa i dachówka ceramiczna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21" w:lineRule="exact"/>
              <w:ind w:firstLine="0"/>
            </w:pPr>
            <w:r>
              <w:rPr>
                <w:rStyle w:val="Teksttreci2"/>
                <w:color w:val="000000"/>
              </w:rPr>
              <w:t>papa i 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1</w:t>
            </w:r>
            <w:r w:rsidR="00D35024">
              <w:rPr>
                <w:rStyle w:val="Teksttreci2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FF5B9F" w:rsidTr="007D6464">
        <w:trPr>
          <w:trHeight w:hRule="exact" w:val="148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Integracyjne</w:t>
            </w:r>
          </w:p>
          <w:p w:rsidR="00FE098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Przedszkole Publiczne </w:t>
            </w:r>
          </w:p>
          <w:p w:rsidR="00FF5B9F" w:rsidRDefault="007D6464" w:rsidP="007D646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nr 4 B - ce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E098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502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</w:t>
            </w:r>
            <w:r w:rsidR="00D35024">
              <w:rPr>
                <w:rStyle w:val="Teksttreci2"/>
                <w:color w:val="000000"/>
              </w:rPr>
              <w:t xml:space="preserve"> </w:t>
            </w:r>
            <w:r>
              <w:rPr>
                <w:rStyle w:val="Teksttreci2"/>
                <w:color w:val="000000"/>
              </w:rPr>
              <w:t xml:space="preserve">Bema 49 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</w:pPr>
            <w:r>
              <w:rPr>
                <w:rStyle w:val="Teksttreci2"/>
                <w:color w:val="000000"/>
              </w:rPr>
              <w:t>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1474,2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6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733FFD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5 170 019</w:t>
            </w:r>
            <w:r w:rsidR="00FF5B9F">
              <w:rPr>
                <w:rStyle w:val="Teksttreci2"/>
                <w:color w:val="000000"/>
              </w:rPr>
              <w:t>,</w:t>
            </w:r>
            <w:r w:rsidR="00D35024">
              <w:rPr>
                <w:rStyle w:val="Teksttreci2"/>
                <w:color w:val="000000"/>
              </w:rPr>
              <w:t>0</w:t>
            </w:r>
            <w:r w:rsidR="00FF5B9F">
              <w:rPr>
                <w:rStyle w:val="Teksttreci2"/>
                <w:color w:val="000000"/>
              </w:rPr>
              <w:t>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16" w:lineRule="exact"/>
              <w:ind w:firstLine="0"/>
            </w:pPr>
            <w:r>
              <w:rPr>
                <w:rStyle w:val="Teksttreci2"/>
                <w:color w:val="000000"/>
              </w:rPr>
              <w:t>cegła pełna i kratkówka, klasy 15 na zaprawie cementowo- wapniowej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płaski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40" w:firstLine="0"/>
              <w:jc w:val="left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3</w:t>
            </w:r>
          </w:p>
        </w:tc>
      </w:tr>
    </w:tbl>
    <w:p w:rsidR="00FF5B9F" w:rsidRDefault="00FF5B9F" w:rsidP="00FF5B9F">
      <w:pPr>
        <w:framePr w:w="15869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p w:rsidR="0048573B" w:rsidRDefault="0048573B" w:rsidP="00FF5B9F">
      <w:pPr>
        <w:rPr>
          <w:rFonts w:cs="Times New Roman"/>
          <w:color w:val="auto"/>
          <w:sz w:val="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2"/>
        <w:gridCol w:w="1618"/>
        <w:gridCol w:w="1560"/>
        <w:gridCol w:w="936"/>
        <w:gridCol w:w="1157"/>
        <w:gridCol w:w="1224"/>
        <w:gridCol w:w="1589"/>
        <w:gridCol w:w="1560"/>
        <w:gridCol w:w="1162"/>
        <w:gridCol w:w="1138"/>
        <w:gridCol w:w="1133"/>
        <w:gridCol w:w="595"/>
        <w:gridCol w:w="1056"/>
      </w:tblGrid>
      <w:tr w:rsidR="00FF5B9F" w:rsidTr="00EF4BE8">
        <w:trPr>
          <w:trHeight w:hRule="exact" w:val="528"/>
          <w:jc w:val="center"/>
        </w:trPr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both"/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</w:tc>
      </w:tr>
      <w:tr w:rsidR="00FF5B9F" w:rsidTr="00EF4BE8">
        <w:trPr>
          <w:trHeight w:hRule="exact" w:val="1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35024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Przedszkole Publiczne 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nr 9 w</w:t>
            </w:r>
          </w:p>
          <w:p w:rsidR="00FF5B9F" w:rsidRDefault="00FF5B9F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Teksttreci2"/>
                <w:color w:val="000000"/>
              </w:rPr>
              <w:t>Bartoszycach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E0984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Teksttreci2"/>
                <w:color w:val="000000"/>
              </w:rPr>
              <w:t>B</w:t>
            </w:r>
            <w:r w:rsidR="00FF5B9F">
              <w:rPr>
                <w:rStyle w:val="Teksttreci2"/>
                <w:color w:val="000000"/>
              </w:rPr>
              <w:t>udynek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before="60"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przedszkola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ul. Nad Łyną 5a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1988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1250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733FFD" w:rsidP="00D3502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</w:pPr>
            <w:r>
              <w:rPr>
                <w:rStyle w:val="Teksttreci2"/>
                <w:color w:val="000000"/>
              </w:rPr>
              <w:t>4 383 750</w:t>
            </w:r>
            <w:r w:rsidR="00FF5B9F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płyty</w:t>
            </w:r>
          </w:p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220" w:firstLine="0"/>
              <w:jc w:val="left"/>
            </w:pPr>
            <w:r>
              <w:rPr>
                <w:rStyle w:val="Teksttreci2"/>
                <w:color w:val="000000"/>
              </w:rPr>
              <w:t>żelbetowe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5B9F" w:rsidRDefault="00FF5B9F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0"/>
              </w:rPr>
            </w:pPr>
          </w:p>
          <w:p w:rsid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D35024" w:rsidRPr="00D35024" w:rsidRDefault="00D35024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beton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F5B9F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4BE8" w:rsidRDefault="00FF5B9F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</w:pPr>
            <w:r>
              <w:rPr>
                <w:rStyle w:val="Teksttreci2"/>
                <w:color w:val="000000"/>
              </w:rPr>
              <w:t>5</w:t>
            </w:r>
          </w:p>
        </w:tc>
      </w:tr>
      <w:tr w:rsidR="0048573B" w:rsidTr="00EF4BE8">
        <w:trPr>
          <w:trHeight w:hRule="exact" w:val="1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</w:t>
            </w:r>
          </w:p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Dom</w:t>
            </w:r>
          </w:p>
          <w:p w:rsidR="0048573B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Kultury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FE0984" w:rsidP="00FE0984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</w:t>
            </w:r>
            <w:r w:rsidR="00B906F7">
              <w:rPr>
                <w:rStyle w:val="Teksttreci2"/>
                <w:color w:val="000000"/>
              </w:rPr>
              <w:t>udynek domu kultury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Boh. Warszawy 11;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1928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882,2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48573B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733FFD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3 093 875</w:t>
            </w:r>
            <w:r w:rsidR="00B906F7">
              <w:rPr>
                <w:rStyle w:val="Teksttreci2"/>
                <w:color w:val="000000"/>
              </w:rPr>
              <w:t>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murowane z cegły ceramicznej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48573B" w:rsidRPr="00B03386" w:rsidRDefault="00B03386" w:rsidP="00B03386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drewniana wieszarowa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03386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dachówka ceramiczna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8573B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573B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</w:t>
            </w:r>
          </w:p>
        </w:tc>
      </w:tr>
      <w:tr w:rsidR="00B906F7" w:rsidTr="001B0D3A">
        <w:trPr>
          <w:trHeight w:hRule="exact" w:val="1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Bartoszycki</w:t>
            </w:r>
          </w:p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</w:pPr>
            <w:r>
              <w:rPr>
                <w:rStyle w:val="Teksttreci2"/>
                <w:color w:val="000000"/>
              </w:rPr>
              <w:t>Dom</w:t>
            </w:r>
          </w:p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Kultury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pomieszczenie gospodarcze - garaż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Boh. Warszawy 11; 11-200 Bartoszyce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1978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75,92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906F7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113 880,00 zł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03386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murowane z cegły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906F7" w:rsidRDefault="00B906F7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B03386" w:rsidRPr="00B03386" w:rsidRDefault="00B03386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  <w:r>
              <w:rPr>
                <w:rFonts w:cs="Times New Roman"/>
                <w:color w:val="auto"/>
                <w:sz w:val="16"/>
                <w:szCs w:val="16"/>
              </w:rPr>
              <w:t>drewniana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906F7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06F7" w:rsidRDefault="00B03386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0</w:t>
            </w:r>
          </w:p>
        </w:tc>
      </w:tr>
      <w:tr w:rsidR="001B0D3A" w:rsidTr="00770AD9">
        <w:trPr>
          <w:trHeight w:hRule="exact" w:val="100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Bartoszycki Ośrodek Sportu i Rekreacji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Budynek oraz dobudowa budynku sanitarnego </w:t>
            </w:r>
          </w:p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i szatni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1 299 070,77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852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szatni oraz wejście na teren basenu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327 227,44</w:t>
            </w:r>
            <w:r w:rsidR="00770AD9">
              <w:rPr>
                <w:rStyle w:val="Teksttreci2"/>
                <w:color w:val="000000"/>
              </w:rPr>
              <w:t xml:space="preserve">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70AD9">
        <w:trPr>
          <w:trHeight w:hRule="exact" w:val="851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technologii basenowej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1B0D3A" w:rsidP="001B0D3A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173 818,91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707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przy stadionie miejskim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Sportowa </w:t>
            </w:r>
          </w:p>
          <w:p w:rsidR="00770AD9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50 455,00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707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przy kąpielisku Miejskim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Kętrzyńska</w:t>
            </w:r>
          </w:p>
          <w:p w:rsidR="00770AD9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1999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46 356,00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709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Garaż 2 boksowy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Ul. Słowackiego</w:t>
            </w:r>
          </w:p>
          <w:p w:rsidR="00770AD9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 - 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2003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1 379,00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papa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1B0D3A" w:rsidTr="00733FFD">
        <w:trPr>
          <w:trHeight w:hRule="exact" w:val="997"/>
          <w:jc w:val="center"/>
        </w:trPr>
        <w:tc>
          <w:tcPr>
            <w:tcW w:w="114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B0D3A" w:rsidRDefault="001B0D3A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Hala Fitness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70AD9" w:rsidRDefault="00770AD9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Limanowskiego </w:t>
            </w:r>
          </w:p>
          <w:p w:rsidR="001B0D3A" w:rsidRDefault="00770AD9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1 456 897,13 zł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B0D3A" w:rsidRDefault="001B0D3A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770AD9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D3A" w:rsidRDefault="001B0D3A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  <w:tr w:rsidR="00733FFD" w:rsidTr="00733FFD">
        <w:trPr>
          <w:trHeight w:hRule="exact" w:val="1008"/>
          <w:jc w:val="center"/>
        </w:trPr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3FFD" w:rsidRDefault="00733FFD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6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Budynek zaplecza  san- szatniowego, boisk i terenów sport – rekreac.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 xml:space="preserve">Ul. Korczaka </w:t>
            </w:r>
          </w:p>
          <w:p w:rsidR="00733FFD" w:rsidRDefault="00733FFD" w:rsidP="00770AD9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left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11-200 B-ce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2015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B906F7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779 456,17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left="180" w:firstLine="0"/>
              <w:jc w:val="left"/>
              <w:rPr>
                <w:rStyle w:val="Teksttreci2"/>
                <w:color w:val="00000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B03386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murowany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33FFD" w:rsidRDefault="00733FFD" w:rsidP="00EF4BE8">
            <w:pPr>
              <w:framePr w:w="15869" w:wrap="notBeside" w:vAnchor="text" w:hAnchor="text" w:xAlign="center" w:y="1"/>
              <w:rPr>
                <w:rFonts w:cs="Times New Roman"/>
                <w:color w:val="auto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  <w:r>
              <w:rPr>
                <w:rStyle w:val="Teksttreci2"/>
                <w:color w:val="000000"/>
              </w:rPr>
              <w:t>blachodachówka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FFD" w:rsidRDefault="00733FFD" w:rsidP="00EF4BE8">
            <w:pPr>
              <w:pStyle w:val="Teksttreci21"/>
              <w:framePr w:w="15869" w:wrap="notBeside" w:vAnchor="text" w:hAnchor="text" w:xAlign="center" w:y="1"/>
              <w:shd w:val="clear" w:color="auto" w:fill="auto"/>
              <w:spacing w:after="0" w:line="170" w:lineRule="exact"/>
              <w:ind w:firstLine="0"/>
              <w:rPr>
                <w:rStyle w:val="Teksttreci2"/>
                <w:color w:val="000000"/>
              </w:rPr>
            </w:pPr>
          </w:p>
        </w:tc>
      </w:tr>
    </w:tbl>
    <w:p w:rsidR="00FF5B9F" w:rsidRDefault="00FF5B9F" w:rsidP="00FF5B9F">
      <w:pPr>
        <w:framePr w:w="15869" w:wrap="notBeside" w:vAnchor="text" w:hAnchor="text" w:xAlign="center" w:y="1"/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</w:pPr>
    </w:p>
    <w:p w:rsidR="00FF5B9F" w:rsidRDefault="00FF5B9F" w:rsidP="00FF5B9F">
      <w:pPr>
        <w:rPr>
          <w:rFonts w:cs="Times New Roman"/>
          <w:color w:val="auto"/>
          <w:sz w:val="2"/>
        </w:rPr>
        <w:sectPr w:rsidR="00FF5B9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40" w:h="11900" w:orient="landscape"/>
          <w:pgMar w:top="883" w:right="298" w:bottom="1136" w:left="663" w:header="0" w:footer="3" w:gutter="0"/>
          <w:cols w:space="720"/>
          <w:noEndnote/>
          <w:titlePg/>
          <w:docGrid w:linePitch="360"/>
        </w:sectPr>
      </w:pPr>
    </w:p>
    <w:p w:rsidR="00B00F94" w:rsidRDefault="00B00F94" w:rsidP="009D190B">
      <w:pPr>
        <w:spacing w:line="207" w:lineRule="exact"/>
        <w:jc w:val="center"/>
        <w:rPr>
          <w:rFonts w:ascii="Calibri,Bold" w:eastAsiaTheme="minorHAnsi" w:hAnsi="Calibri,Bold" w:cs="Calibri,Bold"/>
          <w:b/>
          <w:bCs/>
          <w:color w:val="auto"/>
          <w:lang w:eastAsia="en-US"/>
        </w:rPr>
      </w:pPr>
    </w:p>
    <w:p w:rsidR="009D190B" w:rsidRPr="009D190B" w:rsidRDefault="009D190B" w:rsidP="009D190B">
      <w:pPr>
        <w:spacing w:line="207" w:lineRule="exact"/>
        <w:jc w:val="center"/>
        <w:rPr>
          <w:rFonts w:cs="Times New Roman"/>
          <w:color w:val="auto"/>
        </w:rPr>
      </w:pPr>
    </w:p>
    <w:sectPr w:rsidR="009D190B" w:rsidRPr="009D190B" w:rsidSect="009D190B">
      <w:pgSz w:w="16840" w:h="11900" w:orient="landscape"/>
      <w:pgMar w:top="0" w:right="1067" w:bottom="0" w:left="87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265" w:rsidRDefault="008D7265">
      <w:r>
        <w:separator/>
      </w:r>
    </w:p>
  </w:endnote>
  <w:endnote w:type="continuationSeparator" w:id="0">
    <w:p w:rsidR="008D7265" w:rsidRDefault="008D7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Pr="00EF4BE8" w:rsidRDefault="005C119C" w:rsidP="00EF4BE8">
    <w:pPr>
      <w:pStyle w:val="Stopka0"/>
      <w:jc w:val="center"/>
      <w:rPr>
        <w:rFonts w:ascii="Arial Narrow" w:hAnsi="Arial Narrow"/>
        <w:sz w:val="22"/>
        <w:szCs w:val="22"/>
      </w:rPr>
    </w:pPr>
    <w:r w:rsidRPr="00EF4BE8">
      <w:rPr>
        <w:rFonts w:ascii="Arial Narrow" w:hAnsi="Arial Narrow"/>
        <w:sz w:val="22"/>
        <w:szCs w:val="22"/>
      </w:rPr>
      <w:t>Przetarg nieograniczony Gmina Miejska Bartoszyce</w:t>
    </w:r>
  </w:p>
  <w:p w:rsidR="005C119C" w:rsidRDefault="005C119C">
    <w:pPr>
      <w:pStyle w:val="Stopka0"/>
    </w:pPr>
  </w:p>
  <w:p w:rsidR="005C119C" w:rsidRDefault="005C119C">
    <w:pPr>
      <w:pStyle w:val="Stopka0"/>
    </w:pPr>
  </w:p>
  <w:p w:rsidR="005C119C" w:rsidRDefault="005C119C">
    <w:pPr>
      <w:pStyle w:val="Stopka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Default="005C119C">
    <w:pPr>
      <w:rPr>
        <w:rFonts w:cs="Times New Roman"/>
        <w:color w:val="auto"/>
        <w:sz w:val="2"/>
      </w:rPr>
    </w:pPr>
    <w:r>
      <w:rPr>
        <w:noProof/>
        <w:sz w:val="20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4220210</wp:posOffset>
              </wp:positionH>
              <wp:positionV relativeFrom="page">
                <wp:posOffset>7373620</wp:posOffset>
              </wp:positionV>
              <wp:extent cx="5745480" cy="91440"/>
              <wp:effectExtent l="635" t="1270" r="0" b="254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548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119C" w:rsidRDefault="005C119C">
                          <w:pPr>
                            <w:pStyle w:val="Nagweklubstopka1"/>
                            <w:shd w:val="clear" w:color="auto" w:fill="auto"/>
                            <w:tabs>
                              <w:tab w:val="right" w:pos="9048"/>
                            </w:tabs>
                            <w:spacing w:line="240" w:lineRule="auto"/>
                          </w:pPr>
                          <w:r>
                            <w:rPr>
                              <w:rStyle w:val="NagweklubstopkaGaramond2"/>
                              <w:b/>
                              <w:i/>
                              <w:color w:val="000000"/>
                            </w:rPr>
                            <w:t>PRZETARG NIEOGRANICZONY</w:t>
                          </w:r>
                          <w:r>
                            <w:rPr>
                              <w:rStyle w:val="NagweklubstopkaGaramond2"/>
                              <w:b/>
                              <w:i/>
                              <w:color w:val="000000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B33A0">
                            <w:rPr>
                              <w:rStyle w:val="NagweklubstopkaGaramond1"/>
                              <w:b/>
                              <w:i/>
                              <w:noProof/>
                              <w:color w:val="000000"/>
                            </w:rP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7" type="#_x0000_t202" style="position:absolute;margin-left:332.3pt;margin-top:580.6pt;width:452.4pt;height:7.2pt;z-index:-25165516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" filled="f" stroked="f">
              <v:textbox inset="0,0,0,0">
                <w:txbxContent>
                  <w:p w:rsidR="005C119C" w:rsidRDefault="005C119C">
                    <w:pPr>
                      <w:pStyle w:val="Nagweklubstopka1"/>
                      <w:shd w:val="clear" w:color="auto" w:fill="auto"/>
                      <w:tabs>
                        <w:tab w:val="right" w:pos="9048"/>
                      </w:tabs>
                      <w:spacing w:line="240" w:lineRule="auto"/>
                    </w:pPr>
                    <w:r>
                      <w:rPr>
                        <w:rStyle w:val="NagweklubstopkaGaramond2"/>
                        <w:b/>
                        <w:i/>
                        <w:color w:val="000000"/>
                      </w:rPr>
                      <w:t>PRZETARG NIEOGRANICZONY</w:t>
                    </w:r>
                    <w:r>
                      <w:rPr>
                        <w:rStyle w:val="NagweklubstopkaGaramond2"/>
                        <w:b/>
                        <w:i/>
                        <w:color w:val="000000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B33A0">
                      <w:rPr>
                        <w:rStyle w:val="NagweklubstopkaGaramond1"/>
                        <w:b/>
                        <w:i/>
                        <w:noProof/>
                        <w:color w:val="000000"/>
                      </w:rPr>
                      <w:t>62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Default="005C119C">
    <w:pPr>
      <w:rPr>
        <w:rFonts w:cs="Times New Roman"/>
        <w:color w:val="auto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Default="005C119C">
    <w:pPr>
      <w:rPr>
        <w:rFonts w:cs="Times New Roman"/>
        <w:color w:val="auto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265" w:rsidRDefault="008D7265">
      <w:r>
        <w:separator/>
      </w:r>
    </w:p>
  </w:footnote>
  <w:footnote w:type="continuationSeparator" w:id="0">
    <w:p w:rsidR="008D7265" w:rsidRDefault="008D7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Default="005C119C">
    <w:pPr>
      <w:pStyle w:val="Nagwek"/>
    </w:pPr>
  </w:p>
  <w:p w:rsidR="005C119C" w:rsidRDefault="005C119C">
    <w:pPr>
      <w:pStyle w:val="Nagwek"/>
    </w:pPr>
  </w:p>
  <w:p w:rsidR="005C119C" w:rsidRPr="00EF4BE8" w:rsidRDefault="005C119C" w:rsidP="00EF4BE8">
    <w:pPr>
      <w:pStyle w:val="Nagwek"/>
      <w:jc w:val="right"/>
      <w:rPr>
        <w:rFonts w:ascii="Arial Narrow" w:hAnsi="Arial Narrow"/>
        <w:i/>
        <w:sz w:val="22"/>
        <w:szCs w:val="22"/>
      </w:rPr>
    </w:pPr>
    <w:r w:rsidRPr="00EF4BE8">
      <w:rPr>
        <w:rFonts w:ascii="Arial Narrow" w:hAnsi="Arial Narrow"/>
        <w:i/>
        <w:sz w:val="22"/>
        <w:szCs w:val="22"/>
      </w:rPr>
      <w:t>Załącznik Nr 7a</w:t>
    </w:r>
  </w:p>
  <w:p w:rsidR="005C119C" w:rsidRDefault="005C11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Default="005C119C">
    <w:pPr>
      <w:rPr>
        <w:rFonts w:cs="Times New Roman"/>
        <w:color w:val="auto"/>
        <w:sz w:val="2"/>
      </w:rPr>
    </w:pPr>
    <w:r>
      <w:rPr>
        <w:noProof/>
        <w:sz w:val="20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3351530</wp:posOffset>
              </wp:positionH>
              <wp:positionV relativeFrom="page">
                <wp:posOffset>396875</wp:posOffset>
              </wp:positionV>
              <wp:extent cx="3886200" cy="143510"/>
              <wp:effectExtent l="0" t="0" r="1270" b="254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43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119C" w:rsidRDefault="005C119C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"/>
                              <w:b/>
                              <w:i/>
                              <w:color w:val="000000"/>
                            </w:rPr>
                            <w:t>SPECYFIKACJA ISTOTNYCH WARUNKÓW ZAMÓWIENIA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margin-left:263.9pt;margin-top:31.25pt;width:306pt;height:11.3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" filled="f" stroked="f">
              <v:textbox inset="0,0,0,0">
                <w:txbxContent>
                  <w:p w:rsidR="005C119C" w:rsidRDefault="005C119C">
                    <w:pPr>
                      <w:pStyle w:val="Nagweklubstopka1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"/>
                        <w:b/>
                        <w:i/>
                        <w:color w:val="000000"/>
                      </w:rPr>
                      <w:t>SPECYFIKACJA ISTOTNYCH WARUNKÓW 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Default="005C119C">
    <w:pPr>
      <w:rPr>
        <w:rFonts w:cs="Times New Roman"/>
        <w:color w:val="auto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19C" w:rsidRDefault="005C119C">
    <w:pPr>
      <w:pStyle w:val="Nagwek"/>
      <w:rPr>
        <w:rFonts w:ascii="Arial Narrow" w:hAnsi="Arial Narrow"/>
        <w:i/>
        <w:sz w:val="22"/>
        <w:szCs w:val="22"/>
      </w:rPr>
    </w:pPr>
  </w:p>
  <w:p w:rsidR="005C119C" w:rsidRPr="00F32392" w:rsidRDefault="005C119C" w:rsidP="00F32392">
    <w:pPr>
      <w:pStyle w:val="Nagwek"/>
      <w:jc w:val="right"/>
      <w:rPr>
        <w:rFonts w:ascii="Arial Narrow" w:hAnsi="Arial Narrow"/>
        <w:i/>
        <w:sz w:val="22"/>
        <w:szCs w:val="22"/>
      </w:rPr>
    </w:pPr>
    <w:r w:rsidRPr="00F32392">
      <w:rPr>
        <w:rFonts w:ascii="Arial Narrow" w:hAnsi="Arial Narrow"/>
        <w:i/>
        <w:sz w:val="22"/>
        <w:szCs w:val="22"/>
      </w:rPr>
      <w:t>Załącznik 7a</w:t>
    </w:r>
  </w:p>
  <w:p w:rsidR="005C119C" w:rsidRPr="00EF4BE8" w:rsidRDefault="005C119C" w:rsidP="00EF4B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B9F"/>
    <w:rsid w:val="00050C88"/>
    <w:rsid w:val="00070215"/>
    <w:rsid w:val="000A0E81"/>
    <w:rsid w:val="000A3553"/>
    <w:rsid w:val="000A43CA"/>
    <w:rsid w:val="001026FF"/>
    <w:rsid w:val="00133DE1"/>
    <w:rsid w:val="001340D0"/>
    <w:rsid w:val="00142B96"/>
    <w:rsid w:val="001641FB"/>
    <w:rsid w:val="001B0D3A"/>
    <w:rsid w:val="001C5BCD"/>
    <w:rsid w:val="001E3D01"/>
    <w:rsid w:val="002462AB"/>
    <w:rsid w:val="002E2BBF"/>
    <w:rsid w:val="00317811"/>
    <w:rsid w:val="003325EB"/>
    <w:rsid w:val="00352530"/>
    <w:rsid w:val="003579DE"/>
    <w:rsid w:val="003E20AF"/>
    <w:rsid w:val="003E61DA"/>
    <w:rsid w:val="003F428F"/>
    <w:rsid w:val="0048573B"/>
    <w:rsid w:val="004B2B81"/>
    <w:rsid w:val="004B3996"/>
    <w:rsid w:val="004B48D7"/>
    <w:rsid w:val="004E505A"/>
    <w:rsid w:val="00516AB9"/>
    <w:rsid w:val="00522FF8"/>
    <w:rsid w:val="00555289"/>
    <w:rsid w:val="005734F0"/>
    <w:rsid w:val="005B3B69"/>
    <w:rsid w:val="005C119C"/>
    <w:rsid w:val="00616C4B"/>
    <w:rsid w:val="00624F37"/>
    <w:rsid w:val="0065282A"/>
    <w:rsid w:val="006B0C8B"/>
    <w:rsid w:val="006E032B"/>
    <w:rsid w:val="00705CFA"/>
    <w:rsid w:val="00713D68"/>
    <w:rsid w:val="007217AF"/>
    <w:rsid w:val="00733FFD"/>
    <w:rsid w:val="00767F01"/>
    <w:rsid w:val="00770AD9"/>
    <w:rsid w:val="007B2246"/>
    <w:rsid w:val="007D0BDB"/>
    <w:rsid w:val="007D6464"/>
    <w:rsid w:val="007D71C9"/>
    <w:rsid w:val="00801231"/>
    <w:rsid w:val="00811B4F"/>
    <w:rsid w:val="008604D6"/>
    <w:rsid w:val="00867651"/>
    <w:rsid w:val="008D7265"/>
    <w:rsid w:val="008E3A79"/>
    <w:rsid w:val="009302D4"/>
    <w:rsid w:val="00971323"/>
    <w:rsid w:val="00983580"/>
    <w:rsid w:val="00984939"/>
    <w:rsid w:val="009D190B"/>
    <w:rsid w:val="00A031DC"/>
    <w:rsid w:val="00A1410C"/>
    <w:rsid w:val="00A16BCF"/>
    <w:rsid w:val="00A57453"/>
    <w:rsid w:val="00A94A01"/>
    <w:rsid w:val="00A96279"/>
    <w:rsid w:val="00B00F94"/>
    <w:rsid w:val="00B03386"/>
    <w:rsid w:val="00B24EF9"/>
    <w:rsid w:val="00B439FA"/>
    <w:rsid w:val="00B906F7"/>
    <w:rsid w:val="00BC19D2"/>
    <w:rsid w:val="00BC3817"/>
    <w:rsid w:val="00BF2388"/>
    <w:rsid w:val="00BF2B9E"/>
    <w:rsid w:val="00BF7950"/>
    <w:rsid w:val="00C425E9"/>
    <w:rsid w:val="00C85DCA"/>
    <w:rsid w:val="00CB2942"/>
    <w:rsid w:val="00CE4D43"/>
    <w:rsid w:val="00D35024"/>
    <w:rsid w:val="00D55797"/>
    <w:rsid w:val="00D6167D"/>
    <w:rsid w:val="00D7419A"/>
    <w:rsid w:val="00D8233F"/>
    <w:rsid w:val="00E9176C"/>
    <w:rsid w:val="00EA0B66"/>
    <w:rsid w:val="00EB1B74"/>
    <w:rsid w:val="00EB5A2D"/>
    <w:rsid w:val="00EC5773"/>
    <w:rsid w:val="00EE3D04"/>
    <w:rsid w:val="00EF4BE8"/>
    <w:rsid w:val="00F32392"/>
    <w:rsid w:val="00F406B8"/>
    <w:rsid w:val="00F80783"/>
    <w:rsid w:val="00F9031B"/>
    <w:rsid w:val="00F96EE4"/>
    <w:rsid w:val="00F9737C"/>
    <w:rsid w:val="00FB0734"/>
    <w:rsid w:val="00FC4C7D"/>
    <w:rsid w:val="00FE0984"/>
    <w:rsid w:val="00FE5BA5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B9F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FF5B9F"/>
    <w:rPr>
      <w:color w:val="000080"/>
      <w:u w:val="single"/>
    </w:rPr>
  </w:style>
  <w:style w:type="character" w:customStyle="1" w:styleId="Stopka">
    <w:name w:val="Stopka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2Exact">
    <w:name w:val="Tekst treści (2) Exact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2">
    <w:name w:val="Tekst treści (2)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lubstopka">
    <w:name w:val="Nagłówek lub stopka_"/>
    <w:basedOn w:val="Domylnaczcionkaakapitu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Calibri">
    <w:name w:val="Nagłówek lub stopka + Calibri"/>
    <w:aliases w:val="11 pt,Bez kursywy,Odstępy 0 pt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0">
    <w:name w:val="Nagłówek lub stopka"/>
    <w:basedOn w:val="Nagweklubstopka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Garamond">
    <w:name w:val="Nagłówek lub stopka + Garamond"/>
    <w:aliases w:val="10,5 pt,Bez pogrubienia,Odstępy 0 pt5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3">
    <w:name w:val="Nagłówek lub stopka + Garamond3"/>
    <w:aliases w:val="103,5 pt5,Bez pogrubienia3,Bez kursywy3,Odstępy 0 pt4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1">
    <w:name w:val="Nagłówek #1_"/>
    <w:basedOn w:val="Domylnaczcionkaakapitu"/>
    <w:rsid w:val="00FF5B9F"/>
    <w:rPr>
      <w:rFonts w:ascii="Calibri" w:hAnsi="Calibri"/>
      <w:b/>
      <w:sz w:val="32"/>
      <w:u w:val="none"/>
    </w:rPr>
  </w:style>
  <w:style w:type="character" w:customStyle="1" w:styleId="Teksttreci20">
    <w:name w:val="Tekst treści (2)"/>
    <w:basedOn w:val="Teksttreci2"/>
    <w:rsid w:val="00FF5B9F"/>
    <w:rPr>
      <w:rFonts w:ascii="Verdana" w:hAnsi="Verdana"/>
      <w:sz w:val="17"/>
      <w:u w:val="none"/>
    </w:rPr>
  </w:style>
  <w:style w:type="character" w:customStyle="1" w:styleId="Teksttreci2Kursywa">
    <w:name w:val="Tekst treści (2) + Kursywa"/>
    <w:basedOn w:val="Teksttreci2"/>
    <w:rsid w:val="00FF5B9F"/>
    <w:rPr>
      <w:rFonts w:ascii="Verdana" w:hAnsi="Verdana"/>
      <w:i/>
      <w:sz w:val="17"/>
      <w:u w:val="none"/>
    </w:rPr>
  </w:style>
  <w:style w:type="character" w:styleId="Pogrubienie">
    <w:name w:val="Strong"/>
    <w:aliases w:val="Tekst treści (2) + Calibri,7,5 pt4"/>
    <w:basedOn w:val="Teksttreci2"/>
    <w:qFormat/>
    <w:rsid w:val="00FF5B9F"/>
    <w:rPr>
      <w:rFonts w:ascii="Calibri" w:hAnsi="Calibri"/>
      <w:b/>
      <w:sz w:val="15"/>
      <w:u w:val="none"/>
    </w:rPr>
  </w:style>
  <w:style w:type="character" w:customStyle="1" w:styleId="Podpistabeli">
    <w:name w:val="Podpis tabel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Podpistabeli0">
    <w:name w:val="Podpis tabeli"/>
    <w:basedOn w:val="Podpistabeli"/>
    <w:rsid w:val="00FF5B9F"/>
    <w:rPr>
      <w:rFonts w:ascii="Verdana" w:hAnsi="Verdana"/>
      <w:sz w:val="17"/>
      <w:u w:val="single"/>
    </w:rPr>
  </w:style>
  <w:style w:type="character" w:customStyle="1" w:styleId="Spistreci">
    <w:name w:val="Spis treśc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3">
    <w:name w:val="Tekst treści (3)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3Exact">
    <w:name w:val="Tekst treści (3) Exact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4">
    <w:name w:val="Tekst treści (4)_"/>
    <w:basedOn w:val="Domylnaczcionkaakapitu"/>
    <w:rsid w:val="00FF5B9F"/>
    <w:rPr>
      <w:rFonts w:ascii="Calibri" w:hAnsi="Calibri"/>
      <w:b/>
      <w:i/>
      <w:sz w:val="21"/>
      <w:u w:val="none"/>
    </w:rPr>
  </w:style>
  <w:style w:type="character" w:customStyle="1" w:styleId="Teksttreci40">
    <w:name w:val="Tekst treści (4)"/>
    <w:basedOn w:val="Teksttreci4"/>
    <w:rsid w:val="00FF5B9F"/>
    <w:rPr>
      <w:rFonts w:ascii="Calibri" w:hAnsi="Calibri"/>
      <w:b/>
      <w:i/>
      <w:sz w:val="21"/>
      <w:u w:val="none"/>
    </w:rPr>
  </w:style>
  <w:style w:type="character" w:customStyle="1" w:styleId="Nagwek2">
    <w:name w:val="Nagłówek #2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20">
    <w:name w:val="Nagłówek #2"/>
    <w:basedOn w:val="Nagwek2"/>
    <w:rsid w:val="00FF5B9F"/>
    <w:rPr>
      <w:rFonts w:ascii="Verdana" w:hAnsi="Verdana"/>
      <w:sz w:val="17"/>
      <w:u w:val="single"/>
    </w:rPr>
  </w:style>
  <w:style w:type="character" w:customStyle="1" w:styleId="Teksttreci22">
    <w:name w:val="Tekst treści (2)2"/>
    <w:basedOn w:val="Teksttreci2"/>
    <w:rsid w:val="00FF5B9F"/>
    <w:rPr>
      <w:rFonts w:ascii="Verdana" w:hAnsi="Verdana"/>
      <w:sz w:val="17"/>
      <w:u w:val="single"/>
    </w:rPr>
  </w:style>
  <w:style w:type="character" w:customStyle="1" w:styleId="NagweklubstopkaCalibri1">
    <w:name w:val="Nagłówek lub stopka + Calibri1"/>
    <w:aliases w:val="11 pt1,Bez kursywy2,Odstępy 0 pt3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Garamond2">
    <w:name w:val="Nagłówek lub stopka + Garamond2"/>
    <w:aliases w:val="102,5 pt3,Bez pogrubienia2,Odstępy 0 pt2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1">
    <w:name w:val="Nagłówek lub stopka + Garamond1"/>
    <w:aliases w:val="101,5 pt2,Bez pogrubienia1,Bez kursywy1,Odstępy 0 pt1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Teksttreci26pt">
    <w:name w:val="Tekst treści (2) + 6 pt"/>
    <w:basedOn w:val="Teksttreci2"/>
    <w:rsid w:val="00FF5B9F"/>
    <w:rPr>
      <w:rFonts w:ascii="Verdana" w:hAnsi="Verdana"/>
      <w:sz w:val="12"/>
      <w:u w:val="none"/>
    </w:rPr>
  </w:style>
  <w:style w:type="character" w:customStyle="1" w:styleId="Teksttreci27">
    <w:name w:val="Tekst treści (2) + 7"/>
    <w:aliases w:val="5 pt1"/>
    <w:basedOn w:val="Teksttreci2"/>
    <w:rsid w:val="00FF5B9F"/>
    <w:rPr>
      <w:rFonts w:ascii="Verdana" w:hAnsi="Verdana"/>
      <w:sz w:val="15"/>
      <w:u w:val="none"/>
    </w:rPr>
  </w:style>
  <w:style w:type="paragraph" w:styleId="Stopka0">
    <w:name w:val="footer"/>
    <w:basedOn w:val="Normalny"/>
    <w:link w:val="StopkaZnak"/>
    <w:semiHidden/>
    <w:rsid w:val="00FF5B9F"/>
    <w:pPr>
      <w:shd w:val="clear" w:color="auto" w:fill="FFFFFF"/>
      <w:spacing w:line="240" w:lineRule="atLeast"/>
    </w:pPr>
    <w:rPr>
      <w:rFonts w:ascii="Verdana" w:hAnsi="Verdana" w:cs="Times New Roman"/>
      <w:i/>
      <w:color w:val="auto"/>
      <w:sz w:val="17"/>
    </w:rPr>
  </w:style>
  <w:style w:type="character" w:customStyle="1" w:styleId="StopkaZnak">
    <w:name w:val="Stopka Znak"/>
    <w:basedOn w:val="Domylnaczcionkaakapitu"/>
    <w:link w:val="Stopka0"/>
    <w:semiHidden/>
    <w:rsid w:val="00FF5B9F"/>
    <w:rPr>
      <w:rFonts w:ascii="Verdana" w:eastAsia="Times New Roman" w:hAnsi="Verdana" w:cs="Times New Roman"/>
      <w:i/>
      <w:sz w:val="17"/>
      <w:szCs w:val="24"/>
      <w:shd w:val="clear" w:color="auto" w:fill="FFFFFF"/>
      <w:lang w:eastAsia="pl-PL"/>
    </w:rPr>
  </w:style>
  <w:style w:type="paragraph" w:customStyle="1" w:styleId="Teksttreci21">
    <w:name w:val="Tekst treści (2)1"/>
    <w:basedOn w:val="Normalny"/>
    <w:rsid w:val="00FF5B9F"/>
    <w:pPr>
      <w:shd w:val="clear" w:color="auto" w:fill="FFFFFF"/>
      <w:spacing w:after="1020" w:line="240" w:lineRule="atLeast"/>
      <w:ind w:hanging="760"/>
      <w:jc w:val="center"/>
    </w:pPr>
    <w:rPr>
      <w:rFonts w:ascii="Verdana" w:hAnsi="Verdana" w:cs="Times New Roman"/>
      <w:color w:val="auto"/>
      <w:sz w:val="17"/>
    </w:rPr>
  </w:style>
  <w:style w:type="paragraph" w:customStyle="1" w:styleId="Nagweklubstopka1">
    <w:name w:val="Nagłówek lub stopka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b/>
      <w:i/>
      <w:color w:val="auto"/>
      <w:spacing w:val="-20"/>
      <w:sz w:val="19"/>
    </w:rPr>
  </w:style>
  <w:style w:type="paragraph" w:customStyle="1" w:styleId="Nagwek10">
    <w:name w:val="Nagłówek #1"/>
    <w:basedOn w:val="Normalny"/>
    <w:rsid w:val="00FF5B9F"/>
    <w:pPr>
      <w:shd w:val="clear" w:color="auto" w:fill="FFFFFF"/>
      <w:spacing w:before="540" w:line="240" w:lineRule="atLeast"/>
      <w:jc w:val="center"/>
      <w:outlineLvl w:val="0"/>
    </w:pPr>
    <w:rPr>
      <w:rFonts w:ascii="Calibri" w:hAnsi="Calibri" w:cs="Times New Roman"/>
      <w:b/>
      <w:color w:val="auto"/>
      <w:sz w:val="32"/>
    </w:rPr>
  </w:style>
  <w:style w:type="paragraph" w:customStyle="1" w:styleId="Podpistabeli1">
    <w:name w:val="Podpis tabeli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color w:val="auto"/>
      <w:sz w:val="17"/>
    </w:rPr>
  </w:style>
  <w:style w:type="paragraph" w:customStyle="1" w:styleId="Spistreci0">
    <w:name w:val="Spis treści"/>
    <w:basedOn w:val="Normalny"/>
    <w:rsid w:val="00FF5B9F"/>
    <w:pPr>
      <w:shd w:val="clear" w:color="auto" w:fill="FFFFFF"/>
      <w:spacing w:before="120" w:line="307" w:lineRule="exact"/>
      <w:jc w:val="both"/>
    </w:pPr>
    <w:rPr>
      <w:rFonts w:ascii="Verdana" w:hAnsi="Verdana" w:cs="Times New Roman"/>
      <w:color w:val="auto"/>
      <w:sz w:val="17"/>
    </w:rPr>
  </w:style>
  <w:style w:type="paragraph" w:customStyle="1" w:styleId="Teksttreci30">
    <w:name w:val="Tekst treści (3)"/>
    <w:basedOn w:val="Normalny"/>
    <w:rsid w:val="00FF5B9F"/>
    <w:pPr>
      <w:shd w:val="clear" w:color="auto" w:fill="FFFFFF"/>
      <w:spacing w:before="120" w:line="269" w:lineRule="exact"/>
    </w:pPr>
    <w:rPr>
      <w:rFonts w:ascii="Verdana" w:hAnsi="Verdana" w:cs="Times New Roman"/>
      <w:i/>
      <w:color w:val="auto"/>
      <w:sz w:val="17"/>
    </w:rPr>
  </w:style>
  <w:style w:type="paragraph" w:customStyle="1" w:styleId="Teksttreci41">
    <w:name w:val="Tekst treści (4)1"/>
    <w:basedOn w:val="Normalny"/>
    <w:rsid w:val="00FF5B9F"/>
    <w:pPr>
      <w:shd w:val="clear" w:color="auto" w:fill="FFFFFF"/>
      <w:spacing w:after="120" w:line="240" w:lineRule="atLeast"/>
      <w:jc w:val="center"/>
    </w:pPr>
    <w:rPr>
      <w:rFonts w:ascii="Calibri" w:hAnsi="Calibri" w:cs="Times New Roman"/>
      <w:b/>
      <w:i/>
      <w:color w:val="auto"/>
      <w:sz w:val="21"/>
    </w:rPr>
  </w:style>
  <w:style w:type="paragraph" w:customStyle="1" w:styleId="Nagwek21">
    <w:name w:val="Nagłówek #21"/>
    <w:basedOn w:val="Normalny"/>
    <w:rsid w:val="00FF5B9F"/>
    <w:pPr>
      <w:shd w:val="clear" w:color="auto" w:fill="FFFFFF"/>
      <w:spacing w:after="240" w:line="240" w:lineRule="atLeast"/>
      <w:ind w:hanging="720"/>
      <w:jc w:val="center"/>
      <w:outlineLvl w:val="1"/>
    </w:pPr>
    <w:rPr>
      <w:rFonts w:ascii="Verdana" w:hAnsi="Verdana" w:cs="Times New Roman"/>
      <w:color w:val="auto"/>
      <w:sz w:val="17"/>
    </w:rPr>
  </w:style>
  <w:style w:type="paragraph" w:styleId="Nagwek">
    <w:name w:val="header"/>
    <w:basedOn w:val="Normalny"/>
    <w:link w:val="NagwekZnak"/>
    <w:uiPriority w:val="99"/>
    <w:unhideWhenUsed/>
    <w:rsid w:val="00EF4B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E8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1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6B8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B9F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FF5B9F"/>
    <w:rPr>
      <w:color w:val="000080"/>
      <w:u w:val="single"/>
    </w:rPr>
  </w:style>
  <w:style w:type="character" w:customStyle="1" w:styleId="Stopka">
    <w:name w:val="Stopka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2Exact">
    <w:name w:val="Tekst treści (2) Exact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2">
    <w:name w:val="Tekst treści (2)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lubstopka">
    <w:name w:val="Nagłówek lub stopka_"/>
    <w:basedOn w:val="Domylnaczcionkaakapitu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Calibri">
    <w:name w:val="Nagłówek lub stopka + Calibri"/>
    <w:aliases w:val="11 pt,Bez kursywy,Odstępy 0 pt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0">
    <w:name w:val="Nagłówek lub stopka"/>
    <w:basedOn w:val="Nagweklubstopka"/>
    <w:rsid w:val="00FF5B9F"/>
    <w:rPr>
      <w:rFonts w:ascii="Verdana" w:hAnsi="Verdana"/>
      <w:b/>
      <w:i/>
      <w:spacing w:val="-20"/>
      <w:sz w:val="19"/>
      <w:u w:val="none"/>
    </w:rPr>
  </w:style>
  <w:style w:type="character" w:customStyle="1" w:styleId="NagweklubstopkaGaramond">
    <w:name w:val="Nagłówek lub stopka + Garamond"/>
    <w:aliases w:val="10,5 pt,Bez pogrubienia,Odstępy 0 pt5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3">
    <w:name w:val="Nagłówek lub stopka + Garamond3"/>
    <w:aliases w:val="103,5 pt5,Bez pogrubienia3,Bez kursywy3,Odstępy 0 pt4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1">
    <w:name w:val="Nagłówek #1_"/>
    <w:basedOn w:val="Domylnaczcionkaakapitu"/>
    <w:rsid w:val="00FF5B9F"/>
    <w:rPr>
      <w:rFonts w:ascii="Calibri" w:hAnsi="Calibri"/>
      <w:b/>
      <w:sz w:val="32"/>
      <w:u w:val="none"/>
    </w:rPr>
  </w:style>
  <w:style w:type="character" w:customStyle="1" w:styleId="Teksttreci20">
    <w:name w:val="Tekst treści (2)"/>
    <w:basedOn w:val="Teksttreci2"/>
    <w:rsid w:val="00FF5B9F"/>
    <w:rPr>
      <w:rFonts w:ascii="Verdana" w:hAnsi="Verdana"/>
      <w:sz w:val="17"/>
      <w:u w:val="none"/>
    </w:rPr>
  </w:style>
  <w:style w:type="character" w:customStyle="1" w:styleId="Teksttreci2Kursywa">
    <w:name w:val="Tekst treści (2) + Kursywa"/>
    <w:basedOn w:val="Teksttreci2"/>
    <w:rsid w:val="00FF5B9F"/>
    <w:rPr>
      <w:rFonts w:ascii="Verdana" w:hAnsi="Verdana"/>
      <w:i/>
      <w:sz w:val="17"/>
      <w:u w:val="none"/>
    </w:rPr>
  </w:style>
  <w:style w:type="character" w:styleId="Pogrubienie">
    <w:name w:val="Strong"/>
    <w:aliases w:val="Tekst treści (2) + Calibri,7,5 pt4"/>
    <w:basedOn w:val="Teksttreci2"/>
    <w:qFormat/>
    <w:rsid w:val="00FF5B9F"/>
    <w:rPr>
      <w:rFonts w:ascii="Calibri" w:hAnsi="Calibri"/>
      <w:b/>
      <w:sz w:val="15"/>
      <w:u w:val="none"/>
    </w:rPr>
  </w:style>
  <w:style w:type="character" w:customStyle="1" w:styleId="Podpistabeli">
    <w:name w:val="Podpis tabel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Podpistabeli0">
    <w:name w:val="Podpis tabeli"/>
    <w:basedOn w:val="Podpistabeli"/>
    <w:rsid w:val="00FF5B9F"/>
    <w:rPr>
      <w:rFonts w:ascii="Verdana" w:hAnsi="Verdana"/>
      <w:sz w:val="17"/>
      <w:u w:val="single"/>
    </w:rPr>
  </w:style>
  <w:style w:type="character" w:customStyle="1" w:styleId="Spistreci">
    <w:name w:val="Spis treści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Teksttreci3">
    <w:name w:val="Tekst treści (3)_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3Exact">
    <w:name w:val="Tekst treści (3) Exact"/>
    <w:basedOn w:val="Domylnaczcionkaakapitu"/>
    <w:rsid w:val="00FF5B9F"/>
    <w:rPr>
      <w:rFonts w:ascii="Verdana" w:hAnsi="Verdana"/>
      <w:i/>
      <w:sz w:val="17"/>
      <w:u w:val="none"/>
    </w:rPr>
  </w:style>
  <w:style w:type="character" w:customStyle="1" w:styleId="Teksttreci4">
    <w:name w:val="Tekst treści (4)_"/>
    <w:basedOn w:val="Domylnaczcionkaakapitu"/>
    <w:rsid w:val="00FF5B9F"/>
    <w:rPr>
      <w:rFonts w:ascii="Calibri" w:hAnsi="Calibri"/>
      <w:b/>
      <w:i/>
      <w:sz w:val="21"/>
      <w:u w:val="none"/>
    </w:rPr>
  </w:style>
  <w:style w:type="character" w:customStyle="1" w:styleId="Teksttreci40">
    <w:name w:val="Tekst treści (4)"/>
    <w:basedOn w:val="Teksttreci4"/>
    <w:rsid w:val="00FF5B9F"/>
    <w:rPr>
      <w:rFonts w:ascii="Calibri" w:hAnsi="Calibri"/>
      <w:b/>
      <w:i/>
      <w:sz w:val="21"/>
      <w:u w:val="none"/>
    </w:rPr>
  </w:style>
  <w:style w:type="character" w:customStyle="1" w:styleId="Nagwek2">
    <w:name w:val="Nagłówek #2_"/>
    <w:basedOn w:val="Domylnaczcionkaakapitu"/>
    <w:rsid w:val="00FF5B9F"/>
    <w:rPr>
      <w:rFonts w:ascii="Verdana" w:hAnsi="Verdana"/>
      <w:sz w:val="17"/>
      <w:u w:val="none"/>
    </w:rPr>
  </w:style>
  <w:style w:type="character" w:customStyle="1" w:styleId="Nagwek20">
    <w:name w:val="Nagłówek #2"/>
    <w:basedOn w:val="Nagwek2"/>
    <w:rsid w:val="00FF5B9F"/>
    <w:rPr>
      <w:rFonts w:ascii="Verdana" w:hAnsi="Verdana"/>
      <w:sz w:val="17"/>
      <w:u w:val="single"/>
    </w:rPr>
  </w:style>
  <w:style w:type="character" w:customStyle="1" w:styleId="Teksttreci22">
    <w:name w:val="Tekst treści (2)2"/>
    <w:basedOn w:val="Teksttreci2"/>
    <w:rsid w:val="00FF5B9F"/>
    <w:rPr>
      <w:rFonts w:ascii="Verdana" w:hAnsi="Verdana"/>
      <w:sz w:val="17"/>
      <w:u w:val="single"/>
    </w:rPr>
  </w:style>
  <w:style w:type="character" w:customStyle="1" w:styleId="NagweklubstopkaCalibri1">
    <w:name w:val="Nagłówek lub stopka + Calibri1"/>
    <w:aliases w:val="11 pt1,Bez kursywy2,Odstępy 0 pt3"/>
    <w:basedOn w:val="Nagweklubstopka"/>
    <w:rsid w:val="00FF5B9F"/>
    <w:rPr>
      <w:rFonts w:ascii="Calibri" w:hAnsi="Calibri"/>
      <w:b/>
      <w:i/>
      <w:spacing w:val="0"/>
      <w:sz w:val="22"/>
      <w:u w:val="none"/>
    </w:rPr>
  </w:style>
  <w:style w:type="character" w:customStyle="1" w:styleId="NagweklubstopkaGaramond2">
    <w:name w:val="Nagłówek lub stopka + Garamond2"/>
    <w:aliases w:val="102,5 pt3,Bez pogrubienia2,Odstępy 0 pt2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NagweklubstopkaGaramond1">
    <w:name w:val="Nagłówek lub stopka + Garamond1"/>
    <w:aliases w:val="101,5 pt2,Bez pogrubienia1,Bez kursywy1,Odstępy 0 pt1"/>
    <w:basedOn w:val="Nagweklubstopka"/>
    <w:rsid w:val="00FF5B9F"/>
    <w:rPr>
      <w:rFonts w:ascii="Garamond" w:hAnsi="Garamond"/>
      <w:b/>
      <w:i/>
      <w:spacing w:val="0"/>
      <w:sz w:val="21"/>
      <w:u w:val="none"/>
    </w:rPr>
  </w:style>
  <w:style w:type="character" w:customStyle="1" w:styleId="Teksttreci26pt">
    <w:name w:val="Tekst treści (2) + 6 pt"/>
    <w:basedOn w:val="Teksttreci2"/>
    <w:rsid w:val="00FF5B9F"/>
    <w:rPr>
      <w:rFonts w:ascii="Verdana" w:hAnsi="Verdana"/>
      <w:sz w:val="12"/>
      <w:u w:val="none"/>
    </w:rPr>
  </w:style>
  <w:style w:type="character" w:customStyle="1" w:styleId="Teksttreci27">
    <w:name w:val="Tekst treści (2) + 7"/>
    <w:aliases w:val="5 pt1"/>
    <w:basedOn w:val="Teksttreci2"/>
    <w:rsid w:val="00FF5B9F"/>
    <w:rPr>
      <w:rFonts w:ascii="Verdana" w:hAnsi="Verdana"/>
      <w:sz w:val="15"/>
      <w:u w:val="none"/>
    </w:rPr>
  </w:style>
  <w:style w:type="paragraph" w:styleId="Stopka0">
    <w:name w:val="footer"/>
    <w:basedOn w:val="Normalny"/>
    <w:link w:val="StopkaZnak"/>
    <w:semiHidden/>
    <w:rsid w:val="00FF5B9F"/>
    <w:pPr>
      <w:shd w:val="clear" w:color="auto" w:fill="FFFFFF"/>
      <w:spacing w:line="240" w:lineRule="atLeast"/>
    </w:pPr>
    <w:rPr>
      <w:rFonts w:ascii="Verdana" w:hAnsi="Verdana" w:cs="Times New Roman"/>
      <w:i/>
      <w:color w:val="auto"/>
      <w:sz w:val="17"/>
    </w:rPr>
  </w:style>
  <w:style w:type="character" w:customStyle="1" w:styleId="StopkaZnak">
    <w:name w:val="Stopka Znak"/>
    <w:basedOn w:val="Domylnaczcionkaakapitu"/>
    <w:link w:val="Stopka0"/>
    <w:semiHidden/>
    <w:rsid w:val="00FF5B9F"/>
    <w:rPr>
      <w:rFonts w:ascii="Verdana" w:eastAsia="Times New Roman" w:hAnsi="Verdana" w:cs="Times New Roman"/>
      <w:i/>
      <w:sz w:val="17"/>
      <w:szCs w:val="24"/>
      <w:shd w:val="clear" w:color="auto" w:fill="FFFFFF"/>
      <w:lang w:eastAsia="pl-PL"/>
    </w:rPr>
  </w:style>
  <w:style w:type="paragraph" w:customStyle="1" w:styleId="Teksttreci21">
    <w:name w:val="Tekst treści (2)1"/>
    <w:basedOn w:val="Normalny"/>
    <w:rsid w:val="00FF5B9F"/>
    <w:pPr>
      <w:shd w:val="clear" w:color="auto" w:fill="FFFFFF"/>
      <w:spacing w:after="1020" w:line="240" w:lineRule="atLeast"/>
      <w:ind w:hanging="760"/>
      <w:jc w:val="center"/>
    </w:pPr>
    <w:rPr>
      <w:rFonts w:ascii="Verdana" w:hAnsi="Verdana" w:cs="Times New Roman"/>
      <w:color w:val="auto"/>
      <w:sz w:val="17"/>
    </w:rPr>
  </w:style>
  <w:style w:type="paragraph" w:customStyle="1" w:styleId="Nagweklubstopka1">
    <w:name w:val="Nagłówek lub stopka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b/>
      <w:i/>
      <w:color w:val="auto"/>
      <w:spacing w:val="-20"/>
      <w:sz w:val="19"/>
    </w:rPr>
  </w:style>
  <w:style w:type="paragraph" w:customStyle="1" w:styleId="Nagwek10">
    <w:name w:val="Nagłówek #1"/>
    <w:basedOn w:val="Normalny"/>
    <w:rsid w:val="00FF5B9F"/>
    <w:pPr>
      <w:shd w:val="clear" w:color="auto" w:fill="FFFFFF"/>
      <w:spacing w:before="540" w:line="240" w:lineRule="atLeast"/>
      <w:jc w:val="center"/>
      <w:outlineLvl w:val="0"/>
    </w:pPr>
    <w:rPr>
      <w:rFonts w:ascii="Calibri" w:hAnsi="Calibri" w:cs="Times New Roman"/>
      <w:b/>
      <w:color w:val="auto"/>
      <w:sz w:val="32"/>
    </w:rPr>
  </w:style>
  <w:style w:type="paragraph" w:customStyle="1" w:styleId="Podpistabeli1">
    <w:name w:val="Podpis tabeli1"/>
    <w:basedOn w:val="Normalny"/>
    <w:rsid w:val="00FF5B9F"/>
    <w:pPr>
      <w:shd w:val="clear" w:color="auto" w:fill="FFFFFF"/>
      <w:spacing w:line="240" w:lineRule="atLeast"/>
    </w:pPr>
    <w:rPr>
      <w:rFonts w:ascii="Verdana" w:hAnsi="Verdana" w:cs="Times New Roman"/>
      <w:color w:val="auto"/>
      <w:sz w:val="17"/>
    </w:rPr>
  </w:style>
  <w:style w:type="paragraph" w:customStyle="1" w:styleId="Spistreci0">
    <w:name w:val="Spis treści"/>
    <w:basedOn w:val="Normalny"/>
    <w:rsid w:val="00FF5B9F"/>
    <w:pPr>
      <w:shd w:val="clear" w:color="auto" w:fill="FFFFFF"/>
      <w:spacing w:before="120" w:line="307" w:lineRule="exact"/>
      <w:jc w:val="both"/>
    </w:pPr>
    <w:rPr>
      <w:rFonts w:ascii="Verdana" w:hAnsi="Verdana" w:cs="Times New Roman"/>
      <w:color w:val="auto"/>
      <w:sz w:val="17"/>
    </w:rPr>
  </w:style>
  <w:style w:type="paragraph" w:customStyle="1" w:styleId="Teksttreci30">
    <w:name w:val="Tekst treści (3)"/>
    <w:basedOn w:val="Normalny"/>
    <w:rsid w:val="00FF5B9F"/>
    <w:pPr>
      <w:shd w:val="clear" w:color="auto" w:fill="FFFFFF"/>
      <w:spacing w:before="120" w:line="269" w:lineRule="exact"/>
    </w:pPr>
    <w:rPr>
      <w:rFonts w:ascii="Verdana" w:hAnsi="Verdana" w:cs="Times New Roman"/>
      <w:i/>
      <w:color w:val="auto"/>
      <w:sz w:val="17"/>
    </w:rPr>
  </w:style>
  <w:style w:type="paragraph" w:customStyle="1" w:styleId="Teksttreci41">
    <w:name w:val="Tekst treści (4)1"/>
    <w:basedOn w:val="Normalny"/>
    <w:rsid w:val="00FF5B9F"/>
    <w:pPr>
      <w:shd w:val="clear" w:color="auto" w:fill="FFFFFF"/>
      <w:spacing w:after="120" w:line="240" w:lineRule="atLeast"/>
      <w:jc w:val="center"/>
    </w:pPr>
    <w:rPr>
      <w:rFonts w:ascii="Calibri" w:hAnsi="Calibri" w:cs="Times New Roman"/>
      <w:b/>
      <w:i/>
      <w:color w:val="auto"/>
      <w:sz w:val="21"/>
    </w:rPr>
  </w:style>
  <w:style w:type="paragraph" w:customStyle="1" w:styleId="Nagwek21">
    <w:name w:val="Nagłówek #21"/>
    <w:basedOn w:val="Normalny"/>
    <w:rsid w:val="00FF5B9F"/>
    <w:pPr>
      <w:shd w:val="clear" w:color="auto" w:fill="FFFFFF"/>
      <w:spacing w:after="240" w:line="240" w:lineRule="atLeast"/>
      <w:ind w:hanging="720"/>
      <w:jc w:val="center"/>
      <w:outlineLvl w:val="1"/>
    </w:pPr>
    <w:rPr>
      <w:rFonts w:ascii="Verdana" w:hAnsi="Verdana" w:cs="Times New Roman"/>
      <w:color w:val="auto"/>
      <w:sz w:val="17"/>
    </w:rPr>
  </w:style>
  <w:style w:type="paragraph" w:styleId="Nagwek">
    <w:name w:val="header"/>
    <w:basedOn w:val="Normalny"/>
    <w:link w:val="NagwekZnak"/>
    <w:uiPriority w:val="99"/>
    <w:unhideWhenUsed/>
    <w:rsid w:val="00EF4B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E8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1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06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6B8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8940C-E13F-4C79-AD44-6F011B63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5B5FDE6B</Template>
  <TotalTime>0</TotalTime>
  <Pages>11</Pages>
  <Words>1614</Words>
  <Characters>9690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abbroker</dc:creator>
  <cp:lastModifiedBy>Kowalski Janusz</cp:lastModifiedBy>
  <cp:revision>2</cp:revision>
  <cp:lastPrinted>2017-05-29T15:11:00Z</cp:lastPrinted>
  <dcterms:created xsi:type="dcterms:W3CDTF">2017-06-05T11:59:00Z</dcterms:created>
  <dcterms:modified xsi:type="dcterms:W3CDTF">2017-06-05T11:59:00Z</dcterms:modified>
</cp:coreProperties>
</file>