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9FA" w:rsidRDefault="004509FA" w:rsidP="00FF5B9F">
      <w:pPr>
        <w:pStyle w:val="Podpistabeli1"/>
        <w:framePr w:w="15010" w:wrap="notBeside" w:vAnchor="text" w:hAnchor="text" w:xAlign="center" w:y="1"/>
        <w:shd w:val="clear" w:color="auto" w:fill="auto"/>
        <w:spacing w:line="170" w:lineRule="exact"/>
        <w:rPr>
          <w:rStyle w:val="Podpistabeli"/>
          <w:b/>
          <w:color w:val="000000"/>
        </w:rPr>
      </w:pPr>
      <w:bookmarkStart w:id="0" w:name="_GoBack"/>
      <w:bookmarkEnd w:id="0"/>
      <w:r>
        <w:rPr>
          <w:rStyle w:val="Podpistabeli"/>
          <w:b/>
          <w:color w:val="000000"/>
        </w:rPr>
        <w:t>9</w:t>
      </w:r>
    </w:p>
    <w:p w:rsidR="00FF5B9F" w:rsidRPr="001641FB" w:rsidRDefault="00FF5B9F" w:rsidP="00FF5B9F">
      <w:pPr>
        <w:pStyle w:val="Podpistabeli1"/>
        <w:framePr w:w="15010" w:wrap="notBeside" w:vAnchor="text" w:hAnchor="text" w:xAlign="center" w:y="1"/>
        <w:shd w:val="clear" w:color="auto" w:fill="auto"/>
        <w:spacing w:line="170" w:lineRule="exact"/>
        <w:rPr>
          <w:b/>
        </w:rPr>
      </w:pPr>
      <w:r w:rsidRPr="001641FB">
        <w:rPr>
          <w:rStyle w:val="Podpistabeli"/>
          <w:b/>
          <w:color w:val="000000"/>
        </w:rPr>
        <w:t>DANE DO UBEZPIECZENIA MIENIA OD OGNIA I INNYCH ZDARZEŃ LOSOWYCH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"/>
        <w:gridCol w:w="3600"/>
        <w:gridCol w:w="1862"/>
        <w:gridCol w:w="1757"/>
        <w:gridCol w:w="1800"/>
        <w:gridCol w:w="1963"/>
        <w:gridCol w:w="1579"/>
        <w:gridCol w:w="1915"/>
      </w:tblGrid>
      <w:tr w:rsidR="00FF5B9F" w:rsidTr="00EF4BE8">
        <w:trPr>
          <w:trHeight w:hRule="exact" w:val="105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L.p.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Jednostka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left="280" w:firstLine="0"/>
              <w:jc w:val="left"/>
            </w:pPr>
            <w:r>
              <w:rPr>
                <w:rStyle w:val="Teksttreci2"/>
                <w:color w:val="000000"/>
              </w:rPr>
              <w:t>Budynki wartość księgowa brutto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1641FB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Budynki</w:t>
            </w:r>
            <w:r w:rsidR="001641FB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wartość odtworzeniowa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Budowle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Maszyny, urządzenia</w:t>
            </w:r>
            <w:r w:rsidR="001641FB">
              <w:rPr>
                <w:rStyle w:val="Teksttreci2"/>
                <w:color w:val="000000"/>
              </w:rPr>
              <w:t xml:space="preserve">  </w:t>
            </w:r>
            <w:r>
              <w:rPr>
                <w:rStyle w:val="Teksttreci2"/>
                <w:color w:val="000000"/>
              </w:rPr>
              <w:t xml:space="preserve"> i wyposażenie * (wartość księgowa brutto)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księgozbiór***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Inne (podać jakie)</w:t>
            </w: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Urząd Miasta Bartoszyce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1340D0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t>3 0</w:t>
            </w:r>
            <w:r w:rsidR="001C5BCD">
              <w:t>50</w:t>
            </w:r>
            <w:r>
              <w:t> </w:t>
            </w:r>
            <w:r w:rsidR="001C5BCD">
              <w:t>782</w:t>
            </w:r>
            <w:r>
              <w:t>,9</w:t>
            </w:r>
            <w:r w:rsidR="001C5BCD">
              <w:t>2</w:t>
            </w:r>
            <w:r w:rsidR="00C85DCA">
              <w:t xml:space="preserve"> zł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1340D0" w:rsidP="00C85DCA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t>8 634 234</w:t>
            </w:r>
            <w:r w:rsidR="00C85DCA">
              <w:t>,00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1340D0" w:rsidP="0055528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7 9</w:t>
            </w:r>
            <w:r w:rsidR="001C5BCD">
              <w:rPr>
                <w:rStyle w:val="Teksttreci2"/>
                <w:color w:val="000000"/>
              </w:rPr>
              <w:t>31</w:t>
            </w:r>
            <w:r>
              <w:rPr>
                <w:rStyle w:val="Teksttreci2"/>
                <w:color w:val="000000"/>
              </w:rPr>
              <w:t xml:space="preserve"> </w:t>
            </w:r>
            <w:r w:rsidR="001C5BCD">
              <w:rPr>
                <w:rStyle w:val="Teksttreci2"/>
                <w:color w:val="000000"/>
              </w:rPr>
              <w:t>0</w:t>
            </w:r>
            <w:r>
              <w:rPr>
                <w:rStyle w:val="Teksttreci2"/>
                <w:color w:val="000000"/>
              </w:rPr>
              <w:t>8</w:t>
            </w:r>
            <w:r w:rsidR="001C5BCD">
              <w:rPr>
                <w:rStyle w:val="Teksttreci2"/>
                <w:color w:val="000000"/>
              </w:rPr>
              <w:t>9</w:t>
            </w:r>
            <w:r w:rsidR="00C85DCA">
              <w:rPr>
                <w:rStyle w:val="Teksttreci2"/>
                <w:color w:val="000000"/>
              </w:rPr>
              <w:t>,</w:t>
            </w:r>
            <w:r w:rsidR="001C5BCD">
              <w:rPr>
                <w:rStyle w:val="Teksttreci2"/>
                <w:color w:val="000000"/>
              </w:rPr>
              <w:t>16</w:t>
            </w:r>
            <w:r w:rsidR="00C85DCA">
              <w:rPr>
                <w:rStyle w:val="Teksttreci2"/>
                <w:color w:val="000000"/>
              </w:rPr>
              <w:t xml:space="preserve"> </w:t>
            </w:r>
            <w:r w:rsidR="00FF5B9F">
              <w:rPr>
                <w:rStyle w:val="Teksttreci2"/>
                <w:color w:val="000000"/>
              </w:rPr>
              <w:t>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1340D0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1 057 235</w:t>
            </w:r>
            <w:r w:rsidR="00C85DCA">
              <w:rPr>
                <w:rStyle w:val="Teksttreci2"/>
                <w:color w:val="000000"/>
              </w:rPr>
              <w:t>,</w:t>
            </w:r>
            <w:r>
              <w:rPr>
                <w:rStyle w:val="Teksttreci2"/>
                <w:color w:val="000000"/>
              </w:rPr>
              <w:t>19</w:t>
            </w:r>
            <w:r w:rsidR="00C85DCA">
              <w:rPr>
                <w:rStyle w:val="Teksttreci2"/>
                <w:color w:val="000000"/>
              </w:rPr>
              <w:t xml:space="preserve"> </w:t>
            </w:r>
            <w:r w:rsidR="00FF5B9F">
              <w:rPr>
                <w:rStyle w:val="Teksttreci2"/>
                <w:color w:val="000000"/>
              </w:rPr>
              <w:t>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641FB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Miejska Biblioteka Publiczna </w:t>
            </w:r>
          </w:p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ascii="Verdana" w:hAnsi="Verdana" w:cs="Times New Roman"/>
                <w:color w:val="auto"/>
                <w:sz w:val="12"/>
                <w:szCs w:val="12"/>
              </w:rPr>
            </w:pPr>
          </w:p>
          <w:p w:rsidR="003F428F" w:rsidRPr="003F428F" w:rsidRDefault="003F428F" w:rsidP="003F428F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2"/>
                <w:szCs w:val="1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 xml:space="preserve">2 </w:t>
            </w:r>
            <w:r w:rsidR="005734F0">
              <w:rPr>
                <w:rStyle w:val="Teksttreci2"/>
                <w:color w:val="000000"/>
              </w:rPr>
              <w:t>2</w:t>
            </w:r>
            <w:r w:rsidR="00142B96">
              <w:rPr>
                <w:rStyle w:val="Teksttreci2"/>
                <w:color w:val="000000"/>
              </w:rPr>
              <w:t>97</w:t>
            </w:r>
            <w:r>
              <w:rPr>
                <w:rStyle w:val="Teksttreci2"/>
                <w:color w:val="000000"/>
              </w:rPr>
              <w:t xml:space="preserve"> </w:t>
            </w:r>
            <w:r w:rsidR="00142B96">
              <w:rPr>
                <w:rStyle w:val="Teksttreci2"/>
                <w:color w:val="000000"/>
              </w:rPr>
              <w:t>05</w:t>
            </w:r>
            <w:r w:rsidR="00FE5BA5">
              <w:rPr>
                <w:rStyle w:val="Teksttreci2"/>
                <w:color w:val="000000"/>
              </w:rPr>
              <w:t>1</w:t>
            </w:r>
            <w:r>
              <w:rPr>
                <w:rStyle w:val="Teksttreci2"/>
                <w:color w:val="000000"/>
              </w:rPr>
              <w:t>,</w:t>
            </w:r>
            <w:r w:rsidR="00142B96">
              <w:rPr>
                <w:rStyle w:val="Teksttreci2"/>
                <w:color w:val="000000"/>
              </w:rPr>
              <w:t>00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  <w:r w:rsidR="00142B96">
              <w:rPr>
                <w:rStyle w:val="Teksttreci2"/>
                <w:color w:val="000000"/>
              </w:rPr>
              <w:t>43</w:t>
            </w:r>
            <w:r>
              <w:rPr>
                <w:rStyle w:val="Teksttreci2"/>
                <w:color w:val="000000"/>
              </w:rPr>
              <w:t xml:space="preserve"> </w:t>
            </w:r>
            <w:r w:rsidR="00142B96">
              <w:rPr>
                <w:rStyle w:val="Teksttreci2"/>
                <w:color w:val="000000"/>
              </w:rPr>
              <w:t>977</w:t>
            </w:r>
            <w:r>
              <w:rPr>
                <w:rStyle w:val="Teksttreci2"/>
                <w:color w:val="000000"/>
              </w:rPr>
              <w:t>,</w:t>
            </w:r>
            <w:r w:rsidR="00142B96">
              <w:rPr>
                <w:rStyle w:val="Teksttreci2"/>
                <w:color w:val="000000"/>
              </w:rPr>
              <w:t>88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Style w:val="Teksttreci2"/>
                <w:color w:val="000000"/>
              </w:rPr>
              <w:t>7</w:t>
            </w:r>
            <w:r w:rsidR="00142B96">
              <w:rPr>
                <w:rStyle w:val="Teksttreci2"/>
                <w:color w:val="000000"/>
              </w:rPr>
              <w:t>74</w:t>
            </w:r>
            <w:r>
              <w:rPr>
                <w:rStyle w:val="Teksttreci2"/>
                <w:color w:val="000000"/>
              </w:rPr>
              <w:t xml:space="preserve"> </w:t>
            </w:r>
            <w:r w:rsidR="00142B96">
              <w:rPr>
                <w:rStyle w:val="Teksttreci2"/>
                <w:color w:val="000000"/>
              </w:rPr>
              <w:t>316</w:t>
            </w:r>
            <w:r>
              <w:rPr>
                <w:rStyle w:val="Teksttreci2"/>
                <w:color w:val="000000"/>
              </w:rPr>
              <w:t>,</w:t>
            </w:r>
            <w:r w:rsidR="00142B96">
              <w:rPr>
                <w:rStyle w:val="Teksttreci2"/>
                <w:color w:val="000000"/>
              </w:rPr>
              <w:t>71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Bartoszycki Ośrodek Sportu i Rekreacji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:rsidR="003F428F" w:rsidRPr="003F428F" w:rsidRDefault="00142B96" w:rsidP="003F428F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4</w:t>
            </w:r>
            <w:r w:rsidR="003F428F">
              <w:rPr>
                <w:rFonts w:ascii="Verdana" w:hAnsi="Verdana" w:cs="Times New Roman"/>
                <w:color w:val="auto"/>
                <w:sz w:val="17"/>
                <w:szCs w:val="17"/>
              </w:rPr>
              <w:t> </w:t>
            </w: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134 660,42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3F428F" w:rsidP="003F428F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</w:pPr>
            <w:r>
              <w:rPr>
                <w:rStyle w:val="Teksttreci2"/>
                <w:color w:val="000000"/>
              </w:rPr>
              <w:t>8</w:t>
            </w:r>
            <w:r w:rsidR="00142B96">
              <w:rPr>
                <w:rStyle w:val="Teksttreci2"/>
                <w:color w:val="000000"/>
              </w:rPr>
              <w:t> </w:t>
            </w:r>
            <w:r>
              <w:rPr>
                <w:rStyle w:val="Teksttreci2"/>
                <w:color w:val="000000"/>
              </w:rPr>
              <w:t>1</w:t>
            </w:r>
            <w:r w:rsidR="00142B96">
              <w:rPr>
                <w:rStyle w:val="Teksttreci2"/>
                <w:color w:val="000000"/>
              </w:rPr>
              <w:t>74 453,31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142B96" w:rsidP="003F428F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454 322</w:t>
            </w:r>
            <w:r w:rsidR="00FF5B9F">
              <w:rPr>
                <w:rStyle w:val="Teksttreci2"/>
                <w:color w:val="000000"/>
              </w:rPr>
              <w:t>,</w:t>
            </w:r>
            <w:r w:rsidR="00F96EE4">
              <w:rPr>
                <w:rStyle w:val="Teksttreci2"/>
                <w:color w:val="000000"/>
              </w:rPr>
              <w:t>22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142B9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Bartoszycki Dom Kultury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142B96" w:rsidP="00F96EE4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207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755</w:t>
            </w:r>
            <w:r w:rsidR="00FF5B9F">
              <w:rPr>
                <w:rStyle w:val="Teksttreci2"/>
                <w:color w:val="000000"/>
              </w:rPr>
              <w:t>,</w:t>
            </w:r>
            <w:r w:rsidR="00F96EE4">
              <w:rPr>
                <w:rStyle w:val="Teksttreci2"/>
                <w:color w:val="000000"/>
              </w:rPr>
              <w:t>0</w:t>
            </w:r>
            <w:r w:rsidR="00FF5B9F">
              <w:rPr>
                <w:rStyle w:val="Teksttreci2"/>
                <w:color w:val="000000"/>
              </w:rPr>
              <w:t>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38 325,11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142B96" w:rsidP="00F96EE4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601 831</w:t>
            </w:r>
            <w:r w:rsidR="00FF5B9F">
              <w:rPr>
                <w:rStyle w:val="Teksttreci2"/>
                <w:color w:val="000000"/>
              </w:rPr>
              <w:t>,</w:t>
            </w:r>
            <w:r>
              <w:rPr>
                <w:rStyle w:val="Teksttreci2"/>
                <w:color w:val="000000"/>
              </w:rPr>
              <w:t>44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641FB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Miejski Ośrodek Pomocy Społecznej </w:t>
            </w:r>
          </w:p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F96EE4">
            <w:pPr>
              <w:framePr w:w="15010" w:wrap="notBeside" w:vAnchor="text" w:hAnchor="text" w:xAlign="center" w:y="1"/>
              <w:jc w:val="center"/>
              <w:rPr>
                <w:rFonts w:cs="Times New Roman"/>
                <w:color w:val="auto"/>
                <w:sz w:val="10"/>
              </w:rPr>
            </w:pPr>
          </w:p>
          <w:p w:rsidR="00F96EE4" w:rsidRPr="00F96EE4" w:rsidRDefault="00F96EE4" w:rsidP="00F96EE4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187 430,22</w:t>
            </w:r>
            <w:r w:rsidR="00A16BCF">
              <w:rPr>
                <w:rFonts w:ascii="Verdana" w:hAnsi="Verdana" w:cs="Times New Roman"/>
                <w:color w:val="auto"/>
                <w:sz w:val="17"/>
                <w:szCs w:val="17"/>
              </w:rPr>
              <w:t xml:space="preserve"> zł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F96EE4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  <w:r w:rsidR="00A57453">
              <w:rPr>
                <w:rStyle w:val="Teksttreci2"/>
                <w:color w:val="000000"/>
              </w:rPr>
              <w:t>4</w:t>
            </w:r>
            <w:r>
              <w:rPr>
                <w:rStyle w:val="Teksttreci2"/>
                <w:color w:val="000000"/>
              </w:rPr>
              <w:t xml:space="preserve"> </w:t>
            </w:r>
            <w:r w:rsidR="00A57453">
              <w:rPr>
                <w:rStyle w:val="Teksttreci2"/>
                <w:color w:val="000000"/>
              </w:rPr>
              <w:t>777</w:t>
            </w:r>
            <w:r>
              <w:rPr>
                <w:rStyle w:val="Teksttreci2"/>
                <w:color w:val="000000"/>
              </w:rPr>
              <w:t xml:space="preserve"> </w:t>
            </w:r>
            <w:r w:rsidR="00A57453">
              <w:rPr>
                <w:rStyle w:val="Teksttreci2"/>
                <w:color w:val="000000"/>
              </w:rPr>
              <w:t>142</w:t>
            </w:r>
            <w:r>
              <w:rPr>
                <w:rStyle w:val="Teksttreci2"/>
                <w:color w:val="000000"/>
              </w:rPr>
              <w:t>,</w:t>
            </w:r>
            <w:r w:rsidR="00A57453">
              <w:rPr>
                <w:rStyle w:val="Teksttreci2"/>
                <w:color w:val="000000"/>
              </w:rPr>
              <w:t>00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83 256,87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A57453" w:rsidP="00F96EE4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1 666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060</w:t>
            </w:r>
            <w:r w:rsidR="00FF5B9F">
              <w:rPr>
                <w:rStyle w:val="Teksttreci2"/>
                <w:color w:val="000000"/>
              </w:rPr>
              <w:t>,</w:t>
            </w:r>
            <w:r w:rsidR="00F96EE4">
              <w:rPr>
                <w:rStyle w:val="Teksttreci2"/>
                <w:color w:val="000000"/>
              </w:rPr>
              <w:t>7</w:t>
            </w:r>
            <w:r>
              <w:rPr>
                <w:rStyle w:val="Teksttreci2"/>
                <w:color w:val="000000"/>
              </w:rPr>
              <w:t>9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Zakład Usług Komunalnych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:rsidR="00516AB9" w:rsidRDefault="00516AB9" w:rsidP="00516AB9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</w:p>
          <w:p w:rsidR="00516AB9" w:rsidRPr="00516AB9" w:rsidRDefault="00516AB9" w:rsidP="00516AB9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120 057,00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516AB9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286 787,27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641FB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Zespół Administracyjny Oświaty </w:t>
            </w:r>
          </w:p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4B3996" w:rsidP="004B399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</w:t>
            </w:r>
            <w:r w:rsidR="003579DE">
              <w:rPr>
                <w:rStyle w:val="Teksttreci2"/>
                <w:color w:val="000000"/>
              </w:rPr>
              <w:t>6 375,2</w:t>
            </w:r>
            <w:r>
              <w:rPr>
                <w:rStyle w:val="Teksttreci2"/>
                <w:color w:val="000000"/>
              </w:rPr>
              <w:t>6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4E505A">
        <w:trPr>
          <w:trHeight w:hRule="exact" w:val="47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Zespół Szkół nr 1 im. Romualda Traugutta 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Pr="00FC4C7D" w:rsidRDefault="00FF5B9F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 w:rsidRPr="00FC4C7D">
              <w:rPr>
                <w:rStyle w:val="Teksttreci2"/>
                <w:color w:val="000000"/>
              </w:rPr>
              <w:t>1</w:t>
            </w:r>
            <w:r w:rsidR="00FC4C7D">
              <w:rPr>
                <w:rStyle w:val="Teksttreci2"/>
                <w:color w:val="000000"/>
              </w:rPr>
              <w:t>2</w:t>
            </w:r>
            <w:r w:rsidRPr="00FC4C7D">
              <w:rPr>
                <w:rStyle w:val="Teksttreci2"/>
                <w:color w:val="000000"/>
              </w:rPr>
              <w:t xml:space="preserve"> </w:t>
            </w:r>
            <w:r w:rsidR="00FC4C7D">
              <w:rPr>
                <w:rStyle w:val="Teksttreci2"/>
                <w:color w:val="000000"/>
              </w:rPr>
              <w:t>211</w:t>
            </w:r>
            <w:r w:rsidRPr="00FC4C7D">
              <w:rPr>
                <w:rStyle w:val="Teksttreci2"/>
                <w:color w:val="000000"/>
              </w:rPr>
              <w:t xml:space="preserve"> </w:t>
            </w:r>
            <w:r w:rsidR="00FC4C7D">
              <w:rPr>
                <w:rStyle w:val="Teksttreci2"/>
                <w:color w:val="000000"/>
              </w:rPr>
              <w:t>023</w:t>
            </w:r>
            <w:r w:rsidRPr="00FC4C7D">
              <w:rPr>
                <w:rStyle w:val="Teksttreci2"/>
                <w:color w:val="000000"/>
              </w:rPr>
              <w:t>,</w:t>
            </w:r>
            <w:r w:rsidR="00516AB9" w:rsidRPr="00FC4C7D">
              <w:rPr>
                <w:rStyle w:val="Teksttreci2"/>
                <w:color w:val="000000"/>
              </w:rPr>
              <w:t>00</w:t>
            </w:r>
            <w:r w:rsidRPr="00FC4C7D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Pr="00FC4C7D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 w:rsidRPr="00FC4C7D">
              <w:rPr>
                <w:rStyle w:val="Teksttreci2"/>
                <w:color w:val="000000"/>
              </w:rPr>
              <w:t>2 332 872,29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Pr="00FC4C7D" w:rsidRDefault="00D8233F" w:rsidP="00D8233F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 w:rsidRPr="00FC4C7D">
              <w:rPr>
                <w:rStyle w:val="Teksttreci2"/>
                <w:color w:val="000000"/>
              </w:rPr>
              <w:t>3</w:t>
            </w:r>
            <w:r w:rsidR="00FC4C7D">
              <w:rPr>
                <w:rStyle w:val="Teksttreci2"/>
                <w:color w:val="000000"/>
              </w:rPr>
              <w:t>92</w:t>
            </w:r>
            <w:r w:rsidRPr="00FC4C7D">
              <w:rPr>
                <w:rStyle w:val="Teksttreci2"/>
                <w:color w:val="000000"/>
              </w:rPr>
              <w:t xml:space="preserve"> </w:t>
            </w:r>
            <w:r w:rsidR="00FC4C7D">
              <w:rPr>
                <w:rStyle w:val="Teksttreci2"/>
                <w:color w:val="000000"/>
              </w:rPr>
              <w:t>485</w:t>
            </w:r>
            <w:r w:rsidR="00FF5B9F" w:rsidRPr="00FC4C7D">
              <w:rPr>
                <w:rStyle w:val="Teksttreci2"/>
                <w:color w:val="000000"/>
              </w:rPr>
              <w:t>,</w:t>
            </w:r>
            <w:r w:rsidR="00FC4C7D">
              <w:rPr>
                <w:rStyle w:val="Teksttreci2"/>
                <w:color w:val="000000"/>
              </w:rPr>
              <w:t>2</w:t>
            </w:r>
            <w:r w:rsidRPr="00FC4C7D">
              <w:rPr>
                <w:rStyle w:val="Teksttreci2"/>
                <w:color w:val="000000"/>
              </w:rPr>
              <w:t>8</w:t>
            </w:r>
            <w:r w:rsidR="00FF5B9F" w:rsidRPr="00FC4C7D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Pr="00FC4C7D" w:rsidRDefault="00FF5B9F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  <w:jc w:val="left"/>
            </w:pPr>
            <w:r w:rsidRPr="00FC4C7D">
              <w:rPr>
                <w:rStyle w:val="Teksttreci2"/>
                <w:color w:val="000000"/>
              </w:rPr>
              <w:t>6</w:t>
            </w:r>
            <w:r w:rsidR="00516AB9" w:rsidRPr="00FC4C7D">
              <w:rPr>
                <w:rStyle w:val="Teksttreci2"/>
                <w:color w:val="000000"/>
              </w:rPr>
              <w:t>5</w:t>
            </w:r>
            <w:r w:rsidRPr="00FC4C7D">
              <w:rPr>
                <w:rStyle w:val="Teksttreci2"/>
                <w:color w:val="000000"/>
              </w:rPr>
              <w:t xml:space="preserve"> </w:t>
            </w:r>
            <w:r w:rsidR="00516AB9" w:rsidRPr="00FC4C7D">
              <w:rPr>
                <w:rStyle w:val="Teksttreci2"/>
                <w:color w:val="000000"/>
              </w:rPr>
              <w:t>206</w:t>
            </w:r>
            <w:r w:rsidRPr="00FC4C7D">
              <w:rPr>
                <w:rStyle w:val="Teksttreci2"/>
                <w:color w:val="000000"/>
              </w:rPr>
              <w:t>,</w:t>
            </w:r>
            <w:r w:rsidR="00516AB9" w:rsidRPr="00FC4C7D">
              <w:rPr>
                <w:rStyle w:val="Teksttreci2"/>
                <w:color w:val="000000"/>
              </w:rPr>
              <w:t>03</w:t>
            </w:r>
            <w:r w:rsidRPr="00FC4C7D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Szkoła Podstawowa Nr 3 im. Tadeusza Kościuszki 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B399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 xml:space="preserve">6 </w:t>
            </w:r>
            <w:r w:rsidR="003579DE">
              <w:rPr>
                <w:rStyle w:val="Teksttreci2"/>
                <w:color w:val="000000"/>
              </w:rPr>
              <w:t>623</w:t>
            </w:r>
            <w:r>
              <w:rPr>
                <w:rStyle w:val="Teksttreci2"/>
                <w:color w:val="000000"/>
              </w:rPr>
              <w:t xml:space="preserve"> </w:t>
            </w:r>
            <w:r w:rsidR="003579DE">
              <w:rPr>
                <w:rStyle w:val="Teksttreci2"/>
                <w:color w:val="000000"/>
              </w:rPr>
              <w:t>285</w:t>
            </w:r>
            <w:r>
              <w:rPr>
                <w:rStyle w:val="Teksttreci2"/>
                <w:color w:val="000000"/>
              </w:rPr>
              <w:t>,</w:t>
            </w:r>
            <w:r w:rsidR="00F406B8">
              <w:rPr>
                <w:rStyle w:val="Teksttreci2"/>
                <w:color w:val="000000"/>
              </w:rPr>
              <w:t>00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1 143 925,09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B399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6</w:t>
            </w:r>
            <w:r w:rsidR="004B3996">
              <w:rPr>
                <w:rStyle w:val="Teksttreci2"/>
                <w:color w:val="000000"/>
              </w:rPr>
              <w:t>8</w:t>
            </w:r>
            <w:r w:rsidR="00EB1B74">
              <w:rPr>
                <w:rStyle w:val="Teksttreci2"/>
                <w:color w:val="000000"/>
              </w:rPr>
              <w:t>7</w:t>
            </w:r>
            <w:r>
              <w:rPr>
                <w:rStyle w:val="Teksttreci2"/>
                <w:color w:val="000000"/>
              </w:rPr>
              <w:t xml:space="preserve"> 2</w:t>
            </w:r>
            <w:r w:rsidR="00EB1B74">
              <w:rPr>
                <w:rStyle w:val="Teksttreci2"/>
                <w:color w:val="000000"/>
              </w:rPr>
              <w:t>19</w:t>
            </w:r>
            <w:r>
              <w:rPr>
                <w:rStyle w:val="Teksttreci2"/>
                <w:color w:val="000000"/>
              </w:rPr>
              <w:t>,</w:t>
            </w:r>
            <w:r w:rsidR="00EB1B74">
              <w:rPr>
                <w:rStyle w:val="Teksttreci2"/>
                <w:color w:val="000000"/>
              </w:rPr>
              <w:t>23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4B3996" w:rsidP="004B399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  <w:r w:rsidR="00FF5B9F">
              <w:rPr>
                <w:rStyle w:val="Teksttreci2"/>
                <w:color w:val="000000"/>
              </w:rPr>
              <w:t xml:space="preserve">1 </w:t>
            </w:r>
            <w:r w:rsidR="00EB1B74">
              <w:rPr>
                <w:rStyle w:val="Teksttreci2"/>
                <w:color w:val="000000"/>
              </w:rPr>
              <w:t>765</w:t>
            </w:r>
            <w:r w:rsidR="00FF5B9F">
              <w:rPr>
                <w:rStyle w:val="Teksttreci2"/>
                <w:color w:val="000000"/>
              </w:rPr>
              <w:t>,</w:t>
            </w:r>
            <w:r w:rsidR="00EB1B74">
              <w:rPr>
                <w:rStyle w:val="Teksttreci2"/>
                <w:color w:val="000000"/>
              </w:rPr>
              <w:t>49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516AB9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 xml:space="preserve">   </w:t>
            </w:r>
            <w:r w:rsidR="00FF5B9F">
              <w:rPr>
                <w:rStyle w:val="Teksttreci2"/>
                <w:color w:val="000000"/>
              </w:rPr>
              <w:t>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641FB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Zespół Szkolno-Przedszkolny nr 1</w:t>
            </w:r>
          </w:p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516AB9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 xml:space="preserve">  </w:t>
            </w:r>
            <w:r w:rsidR="00FF5B9F">
              <w:rPr>
                <w:rStyle w:val="Teksttreci2"/>
                <w:color w:val="000000"/>
              </w:rPr>
              <w:t>10a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Szkoła Podstawowa nr 4</w:t>
            </w:r>
            <w:r w:rsidR="001641FB">
              <w:rPr>
                <w:rStyle w:val="Teksttreci2"/>
                <w:color w:val="000000"/>
              </w:rPr>
              <w:t xml:space="preserve"> 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8604D6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6 552,00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EB1B74" w:rsidP="008604D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6</w:t>
            </w:r>
            <w:r w:rsidR="008604D6">
              <w:rPr>
                <w:rStyle w:val="Teksttreci2"/>
                <w:color w:val="000000"/>
              </w:rPr>
              <w:t> </w:t>
            </w:r>
            <w:r>
              <w:rPr>
                <w:rStyle w:val="Teksttreci2"/>
                <w:color w:val="000000"/>
              </w:rPr>
              <w:t>302</w:t>
            </w:r>
            <w:r w:rsidR="008604D6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079</w:t>
            </w:r>
            <w:r w:rsidR="00FF5B9F"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8604D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 xml:space="preserve">1 </w:t>
            </w:r>
            <w:r w:rsidR="008604D6">
              <w:rPr>
                <w:rStyle w:val="Teksttreci2"/>
                <w:color w:val="000000"/>
              </w:rPr>
              <w:t>409 031,11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EB1B74" w:rsidP="008604D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304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227</w:t>
            </w:r>
            <w:r w:rsidR="00FF5B9F">
              <w:rPr>
                <w:rStyle w:val="Teksttreci2"/>
                <w:color w:val="000000"/>
              </w:rPr>
              <w:t>,</w:t>
            </w:r>
            <w:r w:rsidR="008604D6">
              <w:rPr>
                <w:rStyle w:val="Teksttreci2"/>
                <w:color w:val="000000"/>
              </w:rPr>
              <w:t>6</w:t>
            </w:r>
            <w:r>
              <w:rPr>
                <w:rStyle w:val="Teksttreci2"/>
                <w:color w:val="000000"/>
              </w:rPr>
              <w:t>8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8604D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Style w:val="Teksttreci2"/>
                <w:color w:val="000000"/>
              </w:rPr>
              <w:t>1</w:t>
            </w:r>
            <w:r w:rsidR="008604D6">
              <w:rPr>
                <w:rStyle w:val="Teksttreci2"/>
                <w:color w:val="000000"/>
              </w:rPr>
              <w:t>9 </w:t>
            </w:r>
            <w:r w:rsidR="00EB1B74">
              <w:rPr>
                <w:rStyle w:val="Teksttreci2"/>
                <w:color w:val="000000"/>
              </w:rPr>
              <w:t>781</w:t>
            </w:r>
            <w:r w:rsidR="008604D6">
              <w:rPr>
                <w:rStyle w:val="Teksttreci2"/>
                <w:color w:val="000000"/>
              </w:rPr>
              <w:t>,9</w:t>
            </w:r>
            <w:r w:rsidR="00EB1B74">
              <w:rPr>
                <w:rStyle w:val="Teksttreci2"/>
                <w:color w:val="000000"/>
              </w:rPr>
              <w:t>5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04D6" w:rsidRDefault="008604D6" w:rsidP="008604D6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15 657,42</w:t>
            </w:r>
          </w:p>
          <w:p w:rsidR="008604D6" w:rsidRPr="008604D6" w:rsidRDefault="008604D6" w:rsidP="008604D6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monitoring, szafa</w:t>
            </w: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516AB9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 xml:space="preserve">  </w:t>
            </w:r>
            <w:r w:rsidR="00FF5B9F">
              <w:rPr>
                <w:rStyle w:val="Teksttreci2"/>
                <w:color w:val="000000"/>
              </w:rPr>
              <w:t>10b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641FB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Przedszkole Publiczne nr 6</w:t>
            </w:r>
            <w:r w:rsidR="001641FB">
              <w:rPr>
                <w:rStyle w:val="Teksttreci2"/>
                <w:color w:val="000000"/>
              </w:rPr>
              <w:t xml:space="preserve"> </w:t>
            </w:r>
          </w:p>
          <w:p w:rsidR="00FF5B9F" w:rsidRDefault="001641FB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8604D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 xml:space="preserve">1 </w:t>
            </w:r>
            <w:r w:rsidR="00EB1B74">
              <w:rPr>
                <w:rStyle w:val="Teksttreci2"/>
                <w:color w:val="000000"/>
              </w:rPr>
              <w:t>266</w:t>
            </w:r>
            <w:r>
              <w:rPr>
                <w:rStyle w:val="Teksttreci2"/>
                <w:color w:val="000000"/>
              </w:rPr>
              <w:t xml:space="preserve"> </w:t>
            </w:r>
            <w:r w:rsidR="001641FB">
              <w:rPr>
                <w:rStyle w:val="Teksttreci2"/>
                <w:color w:val="000000"/>
              </w:rPr>
              <w:t>02</w:t>
            </w:r>
            <w:r w:rsidR="00EB1B74">
              <w:rPr>
                <w:rStyle w:val="Teksttreci2"/>
                <w:color w:val="000000"/>
              </w:rPr>
              <w:t>7</w:t>
            </w:r>
            <w:r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1641FB" w:rsidP="001641FB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5 694,88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1641FB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  <w:r w:rsidR="001641FB">
              <w:rPr>
                <w:rStyle w:val="Teksttreci2"/>
                <w:color w:val="000000"/>
              </w:rPr>
              <w:t>2</w:t>
            </w:r>
            <w:r w:rsidR="00EB1B74">
              <w:rPr>
                <w:rStyle w:val="Teksttreci2"/>
                <w:color w:val="000000"/>
              </w:rPr>
              <w:t>5</w:t>
            </w:r>
            <w:r>
              <w:rPr>
                <w:rStyle w:val="Teksttreci2"/>
                <w:color w:val="000000"/>
              </w:rPr>
              <w:t xml:space="preserve"> </w:t>
            </w:r>
            <w:r w:rsidR="00EB1B74">
              <w:rPr>
                <w:rStyle w:val="Teksttreci2"/>
                <w:color w:val="000000"/>
              </w:rPr>
              <w:t>391</w:t>
            </w:r>
            <w:r>
              <w:rPr>
                <w:rStyle w:val="Teksttreci2"/>
                <w:color w:val="000000"/>
              </w:rPr>
              <w:t>,</w:t>
            </w:r>
            <w:r w:rsidR="00EB1B74">
              <w:rPr>
                <w:rStyle w:val="Teksttreci2"/>
                <w:color w:val="000000"/>
              </w:rPr>
              <w:t>99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4B3996">
        <w:trPr>
          <w:trHeight w:hRule="exact" w:val="60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Szkoła Podstawowa nr 7 im. Józefa Wybickiego 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B399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  <w:r w:rsidR="00EB1B74">
              <w:rPr>
                <w:rStyle w:val="Teksttreci2"/>
                <w:color w:val="000000"/>
              </w:rPr>
              <w:t>6</w:t>
            </w:r>
            <w:r>
              <w:rPr>
                <w:rStyle w:val="Teksttreci2"/>
                <w:color w:val="000000"/>
              </w:rPr>
              <w:t xml:space="preserve"> </w:t>
            </w:r>
            <w:r w:rsidR="00EB1B74">
              <w:rPr>
                <w:rStyle w:val="Teksttreci2"/>
                <w:color w:val="000000"/>
              </w:rPr>
              <w:t>948</w:t>
            </w:r>
            <w:r>
              <w:rPr>
                <w:rStyle w:val="Teksttreci2"/>
                <w:color w:val="000000"/>
              </w:rPr>
              <w:t xml:space="preserve"> </w:t>
            </w:r>
            <w:r w:rsidR="00EB1B74">
              <w:rPr>
                <w:rStyle w:val="Teksttreci2"/>
                <w:color w:val="000000"/>
              </w:rPr>
              <w:t>630</w:t>
            </w:r>
            <w:r>
              <w:rPr>
                <w:rStyle w:val="Teksttreci2"/>
                <w:color w:val="000000"/>
              </w:rPr>
              <w:t>,</w:t>
            </w:r>
            <w:r w:rsidR="004B3996">
              <w:rPr>
                <w:rStyle w:val="Teksttreci2"/>
                <w:color w:val="000000"/>
              </w:rPr>
              <w:t>0</w:t>
            </w:r>
            <w:r>
              <w:rPr>
                <w:rStyle w:val="Teksttreci2"/>
                <w:color w:val="000000"/>
              </w:rPr>
              <w:t>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4</w:t>
            </w:r>
            <w:r w:rsidR="005734F0">
              <w:rPr>
                <w:rStyle w:val="Teksttreci2"/>
                <w:color w:val="000000"/>
              </w:rPr>
              <w:t>4</w:t>
            </w:r>
            <w:r w:rsidR="00EB1B74">
              <w:rPr>
                <w:rStyle w:val="Teksttreci2"/>
                <w:color w:val="000000"/>
              </w:rPr>
              <w:t>9</w:t>
            </w:r>
            <w:r>
              <w:rPr>
                <w:rStyle w:val="Teksttreci2"/>
                <w:color w:val="000000"/>
              </w:rPr>
              <w:t xml:space="preserve"> </w:t>
            </w:r>
            <w:r w:rsidR="00EB1B74">
              <w:rPr>
                <w:rStyle w:val="Teksttreci2"/>
                <w:color w:val="000000"/>
              </w:rPr>
              <w:t>227</w:t>
            </w:r>
            <w:r>
              <w:rPr>
                <w:rStyle w:val="Teksttreci2"/>
                <w:color w:val="000000"/>
              </w:rPr>
              <w:t>,</w:t>
            </w:r>
            <w:r w:rsidR="00EB1B74">
              <w:rPr>
                <w:rStyle w:val="Teksttreci2"/>
                <w:color w:val="000000"/>
              </w:rPr>
              <w:t>80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Style w:val="Teksttreci2"/>
                <w:color w:val="000000"/>
              </w:rPr>
              <w:t>5</w:t>
            </w:r>
            <w:r w:rsidR="00EB1B74">
              <w:rPr>
                <w:rStyle w:val="Teksttreci2"/>
                <w:color w:val="000000"/>
              </w:rPr>
              <w:t>1</w:t>
            </w:r>
            <w:r>
              <w:rPr>
                <w:rStyle w:val="Teksttreci2"/>
                <w:color w:val="000000"/>
              </w:rPr>
              <w:t xml:space="preserve"> 6</w:t>
            </w:r>
            <w:r w:rsidR="00EB1B74">
              <w:rPr>
                <w:rStyle w:val="Teksttreci2"/>
                <w:color w:val="000000"/>
              </w:rPr>
              <w:t>84</w:t>
            </w:r>
            <w:r>
              <w:rPr>
                <w:rStyle w:val="Teksttreci2"/>
                <w:color w:val="000000"/>
              </w:rPr>
              <w:t>,</w:t>
            </w:r>
            <w:r w:rsidR="00EB1B74">
              <w:rPr>
                <w:rStyle w:val="Teksttreci2"/>
                <w:color w:val="000000"/>
              </w:rPr>
              <w:t>05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Pr="005734F0" w:rsidRDefault="005734F0" w:rsidP="005734F0">
            <w:pPr>
              <w:framePr w:w="15010" w:wrap="notBeside" w:vAnchor="text" w:hAnchor="text" w:xAlign="center" w:y="1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18 117,92 monitoring, szorowarka aut.</w:t>
            </w:r>
          </w:p>
        </w:tc>
      </w:tr>
      <w:tr w:rsidR="00FF5B9F" w:rsidTr="00EF4BE8">
        <w:trPr>
          <w:trHeight w:hRule="exact" w:val="51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12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Zespół Szkół z Ukraińskim Językiem Nauczania 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 xml:space="preserve">4 </w:t>
            </w:r>
            <w:r w:rsidR="00EB1B74">
              <w:rPr>
                <w:rStyle w:val="Teksttreci2"/>
                <w:color w:val="000000"/>
              </w:rPr>
              <w:t>439</w:t>
            </w:r>
            <w:r w:rsidR="00516AB9">
              <w:rPr>
                <w:rStyle w:val="Teksttreci2"/>
                <w:color w:val="000000"/>
              </w:rPr>
              <w:t> </w:t>
            </w:r>
            <w:r w:rsidR="00EB1B74">
              <w:rPr>
                <w:rStyle w:val="Teksttreci2"/>
                <w:color w:val="000000"/>
              </w:rPr>
              <w:t>862</w:t>
            </w:r>
            <w:r w:rsidR="00516AB9">
              <w:rPr>
                <w:rStyle w:val="Teksttreci2"/>
                <w:color w:val="000000"/>
              </w:rPr>
              <w:t>,</w:t>
            </w:r>
            <w:r>
              <w:rPr>
                <w:rStyle w:val="Teksttreci2"/>
                <w:color w:val="000000"/>
              </w:rPr>
              <w:t>00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659 86</w:t>
            </w:r>
            <w:r w:rsidR="00516AB9">
              <w:rPr>
                <w:rStyle w:val="Teksttreci2"/>
                <w:color w:val="000000"/>
              </w:rPr>
              <w:t>4</w:t>
            </w:r>
            <w:r>
              <w:rPr>
                <w:rStyle w:val="Teksttreci2"/>
                <w:color w:val="000000"/>
              </w:rPr>
              <w:t>,</w:t>
            </w:r>
            <w:r w:rsidR="00516AB9">
              <w:rPr>
                <w:rStyle w:val="Teksttreci2"/>
                <w:color w:val="000000"/>
              </w:rPr>
              <w:t>27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516AB9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  <w:r w:rsidR="006E032B">
              <w:rPr>
                <w:rStyle w:val="Teksttreci2"/>
                <w:color w:val="000000"/>
              </w:rPr>
              <w:t>71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 w:rsidR="006E032B">
              <w:rPr>
                <w:rStyle w:val="Teksttreci2"/>
                <w:color w:val="000000"/>
              </w:rPr>
              <w:t>723</w:t>
            </w:r>
            <w:r w:rsidR="00FF5B9F">
              <w:rPr>
                <w:rStyle w:val="Teksttreci2"/>
                <w:color w:val="000000"/>
              </w:rPr>
              <w:t>,</w:t>
            </w:r>
            <w:r w:rsidR="00EB1B74">
              <w:rPr>
                <w:rStyle w:val="Teksttreci2"/>
                <w:color w:val="000000"/>
              </w:rPr>
              <w:t>52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  <w:r w:rsidR="00516AB9">
              <w:rPr>
                <w:rStyle w:val="Teksttreci2"/>
                <w:color w:val="000000"/>
              </w:rPr>
              <w:t>5</w:t>
            </w:r>
            <w:r>
              <w:rPr>
                <w:rStyle w:val="Teksttreci2"/>
                <w:color w:val="000000"/>
              </w:rPr>
              <w:t xml:space="preserve"> </w:t>
            </w:r>
            <w:r w:rsidR="00516AB9">
              <w:rPr>
                <w:rStyle w:val="Teksttreci2"/>
                <w:color w:val="000000"/>
              </w:rPr>
              <w:t>436</w:t>
            </w:r>
            <w:r>
              <w:rPr>
                <w:rStyle w:val="Teksttreci2"/>
                <w:color w:val="000000"/>
              </w:rPr>
              <w:t>,</w:t>
            </w:r>
            <w:r w:rsidR="00516AB9">
              <w:rPr>
                <w:rStyle w:val="Teksttreci2"/>
                <w:color w:val="000000"/>
              </w:rPr>
              <w:t>52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system telewizji dozorowej (22 000 zł)</w:t>
            </w:r>
          </w:p>
        </w:tc>
      </w:tr>
    </w:tbl>
    <w:p w:rsidR="00FF5B9F" w:rsidRDefault="00FF5B9F" w:rsidP="00FF5B9F">
      <w:pPr>
        <w:framePr w:w="15010" w:wrap="notBeside" w:vAnchor="text" w:hAnchor="text" w:xAlign="center" w:y="1"/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"/>
        <w:gridCol w:w="3600"/>
        <w:gridCol w:w="1862"/>
        <w:gridCol w:w="1757"/>
        <w:gridCol w:w="1800"/>
        <w:gridCol w:w="1963"/>
        <w:gridCol w:w="1579"/>
        <w:gridCol w:w="1915"/>
      </w:tblGrid>
      <w:tr w:rsidR="00FF5B9F" w:rsidTr="00EF4BE8">
        <w:trPr>
          <w:trHeight w:hRule="exact" w:val="533"/>
          <w:jc w:val="center"/>
        </w:trPr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13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Gimnazjum Nr 2 w Bartoszycach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B3996" w:rsidRDefault="004B3996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1 768 232,30 zł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B3996" w:rsidRDefault="004B3996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60" w:firstLine="0"/>
              <w:jc w:val="left"/>
              <w:rPr>
                <w:rStyle w:val="Teksttreci2"/>
                <w:color w:val="000000"/>
              </w:rPr>
            </w:pPr>
          </w:p>
          <w:p w:rsidR="00FF5B9F" w:rsidRDefault="00FF5B9F" w:rsidP="002E2BBF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1</w:t>
            </w:r>
            <w:r w:rsidR="006E032B">
              <w:rPr>
                <w:rStyle w:val="Teksttreci2"/>
                <w:color w:val="000000"/>
              </w:rPr>
              <w:t>3</w:t>
            </w:r>
            <w:r>
              <w:rPr>
                <w:rStyle w:val="Teksttreci2"/>
                <w:color w:val="000000"/>
              </w:rPr>
              <w:t xml:space="preserve"> </w:t>
            </w:r>
            <w:r w:rsidR="006E032B">
              <w:rPr>
                <w:rStyle w:val="Teksttreci2"/>
                <w:color w:val="000000"/>
              </w:rPr>
              <w:t>2</w:t>
            </w:r>
            <w:r w:rsidR="00F80783">
              <w:rPr>
                <w:rStyle w:val="Teksttreci2"/>
                <w:color w:val="000000"/>
              </w:rPr>
              <w:t>4</w:t>
            </w:r>
            <w:r w:rsidR="006E032B">
              <w:rPr>
                <w:rStyle w:val="Teksttreci2"/>
                <w:color w:val="000000"/>
              </w:rPr>
              <w:t>1</w:t>
            </w:r>
            <w:r>
              <w:rPr>
                <w:rStyle w:val="Teksttreci2"/>
                <w:color w:val="000000"/>
              </w:rPr>
              <w:t xml:space="preserve"> </w:t>
            </w:r>
            <w:r w:rsidR="006E032B">
              <w:rPr>
                <w:rStyle w:val="Teksttreci2"/>
                <w:color w:val="000000"/>
              </w:rPr>
              <w:t>731</w:t>
            </w:r>
            <w:r>
              <w:rPr>
                <w:rStyle w:val="Teksttreci2"/>
                <w:color w:val="000000"/>
              </w:rPr>
              <w:t>,</w:t>
            </w:r>
            <w:r w:rsidR="00F80783">
              <w:rPr>
                <w:rStyle w:val="Teksttreci2"/>
                <w:color w:val="000000"/>
              </w:rPr>
              <w:t>00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B3996" w:rsidRDefault="004B3996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2 343 086,63 zł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B3996" w:rsidRDefault="004B3996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  <w:p w:rsidR="00FF5B9F" w:rsidRDefault="00F80783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59</w:t>
            </w:r>
            <w:r w:rsidR="006E032B">
              <w:rPr>
                <w:rStyle w:val="Teksttreci2"/>
                <w:color w:val="000000"/>
              </w:rPr>
              <w:t>6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 w:rsidR="006E032B">
              <w:rPr>
                <w:rStyle w:val="Teksttreci2"/>
                <w:color w:val="000000"/>
              </w:rPr>
              <w:t>939</w:t>
            </w:r>
            <w:r w:rsidR="00FF5B9F">
              <w:rPr>
                <w:rStyle w:val="Teksttreci2"/>
                <w:color w:val="000000"/>
              </w:rPr>
              <w:t>,</w:t>
            </w:r>
            <w:r w:rsidR="006E032B">
              <w:rPr>
                <w:rStyle w:val="Teksttreci2"/>
                <w:color w:val="000000"/>
              </w:rPr>
              <w:t>07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B3996" w:rsidRDefault="004B3996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80" w:firstLine="0"/>
              <w:jc w:val="left"/>
              <w:rPr>
                <w:rStyle w:val="Teksttreci2"/>
                <w:color w:val="000000"/>
              </w:rPr>
            </w:pPr>
          </w:p>
          <w:p w:rsidR="00FF5B9F" w:rsidRDefault="00FF5B9F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80" w:firstLine="0"/>
              <w:jc w:val="left"/>
            </w:pPr>
            <w:r>
              <w:rPr>
                <w:rStyle w:val="Teksttreci2"/>
                <w:color w:val="000000"/>
              </w:rPr>
              <w:t>8</w:t>
            </w:r>
            <w:r w:rsidR="006E032B">
              <w:rPr>
                <w:rStyle w:val="Teksttreci2"/>
                <w:color w:val="000000"/>
              </w:rPr>
              <w:t>7</w:t>
            </w:r>
            <w:r>
              <w:rPr>
                <w:rStyle w:val="Teksttreci2"/>
                <w:color w:val="000000"/>
              </w:rPr>
              <w:t xml:space="preserve"> </w:t>
            </w:r>
            <w:r w:rsidR="006E032B">
              <w:rPr>
                <w:rStyle w:val="Teksttreci2"/>
                <w:color w:val="000000"/>
              </w:rPr>
              <w:t>184</w:t>
            </w:r>
            <w:r>
              <w:rPr>
                <w:rStyle w:val="Teksttreci2"/>
                <w:color w:val="000000"/>
              </w:rPr>
              <w:t>,</w:t>
            </w:r>
            <w:r w:rsidR="006E032B">
              <w:rPr>
                <w:rStyle w:val="Teksttreci2"/>
                <w:color w:val="000000"/>
              </w:rPr>
              <w:t>69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14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641FB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Przedszkole Publiczne nr 2</w:t>
            </w:r>
          </w:p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right="240" w:firstLine="0"/>
              <w:jc w:val="right"/>
            </w:pPr>
            <w:r>
              <w:rPr>
                <w:rStyle w:val="Teksttreci2"/>
                <w:color w:val="000000"/>
              </w:rPr>
              <w:t xml:space="preserve">2 </w:t>
            </w:r>
            <w:r w:rsidR="00616C4B">
              <w:rPr>
                <w:rStyle w:val="Teksttreci2"/>
                <w:color w:val="000000"/>
              </w:rPr>
              <w:t>472</w:t>
            </w:r>
            <w:r>
              <w:rPr>
                <w:rStyle w:val="Teksttreci2"/>
                <w:color w:val="000000"/>
              </w:rPr>
              <w:t xml:space="preserve"> </w:t>
            </w:r>
            <w:r w:rsidR="00616C4B">
              <w:rPr>
                <w:rStyle w:val="Teksttreci2"/>
                <w:color w:val="000000"/>
              </w:rPr>
              <w:t>435</w:t>
            </w:r>
            <w:r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5734F0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83 849,87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616C4B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86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935</w:t>
            </w:r>
            <w:r w:rsidR="00FF5B9F">
              <w:rPr>
                <w:rStyle w:val="Teksttreci2"/>
                <w:color w:val="000000"/>
              </w:rPr>
              <w:t>,</w:t>
            </w:r>
            <w:r>
              <w:rPr>
                <w:rStyle w:val="Teksttreci2"/>
                <w:color w:val="000000"/>
              </w:rPr>
              <w:t>00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15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Integracyjne Przedszkole Publiczne nr 4</w:t>
            </w:r>
          </w:p>
          <w:p w:rsidR="001641FB" w:rsidRDefault="001641FB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616C4B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right="240" w:firstLine="0"/>
              <w:jc w:val="right"/>
            </w:pPr>
            <w:r>
              <w:rPr>
                <w:rStyle w:val="Teksttreci2"/>
                <w:color w:val="000000"/>
              </w:rPr>
              <w:t>5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170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019</w:t>
            </w:r>
            <w:r w:rsidR="00FF5B9F">
              <w:rPr>
                <w:rStyle w:val="Teksttreci2"/>
                <w:color w:val="000000"/>
              </w:rPr>
              <w:t>,</w:t>
            </w:r>
            <w:r w:rsidR="00F80783">
              <w:rPr>
                <w:rStyle w:val="Teksttreci2"/>
                <w:color w:val="000000"/>
              </w:rPr>
              <w:t>0</w:t>
            </w:r>
            <w:r w:rsidR="00FF5B9F">
              <w:rPr>
                <w:rStyle w:val="Teksttreci2"/>
                <w:color w:val="000000"/>
              </w:rPr>
              <w:t>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8</w:t>
            </w:r>
            <w:r w:rsidR="00F80783">
              <w:rPr>
                <w:rStyle w:val="Teksttreci2"/>
                <w:color w:val="000000"/>
              </w:rPr>
              <w:t>0</w:t>
            </w:r>
            <w:r>
              <w:rPr>
                <w:rStyle w:val="Teksttreci2"/>
                <w:color w:val="000000"/>
              </w:rPr>
              <w:t xml:space="preserve"> </w:t>
            </w:r>
            <w:r w:rsidR="00F80783">
              <w:rPr>
                <w:rStyle w:val="Teksttreci2"/>
                <w:color w:val="000000"/>
              </w:rPr>
              <w:t>165</w:t>
            </w:r>
            <w:r>
              <w:rPr>
                <w:rStyle w:val="Teksttreci2"/>
                <w:color w:val="000000"/>
              </w:rPr>
              <w:t>,</w:t>
            </w:r>
            <w:r w:rsidR="00F80783">
              <w:rPr>
                <w:rStyle w:val="Teksttreci2"/>
                <w:color w:val="000000"/>
              </w:rPr>
              <w:t>28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:rsidR="00F80783" w:rsidRPr="00F80783" w:rsidRDefault="00616C4B" w:rsidP="00F80783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42631</w:t>
            </w:r>
            <w:r w:rsidR="00F80783">
              <w:rPr>
                <w:rFonts w:ascii="Verdana" w:hAnsi="Verdana" w:cs="Times New Roman"/>
                <w:color w:val="auto"/>
                <w:sz w:val="17"/>
                <w:szCs w:val="17"/>
              </w:rPr>
              <w:t>,00 zł</w:t>
            </w: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Przedszkole Publiczne nr 9</w:t>
            </w:r>
          </w:p>
          <w:p w:rsidR="001641FB" w:rsidRDefault="001641FB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616C4B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right="240" w:firstLine="0"/>
              <w:jc w:val="right"/>
            </w:pPr>
            <w:r>
              <w:rPr>
                <w:rStyle w:val="Teksttreci2"/>
                <w:color w:val="000000"/>
              </w:rPr>
              <w:t>4</w:t>
            </w:r>
            <w:r w:rsidR="005734F0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383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750</w:t>
            </w:r>
            <w:r w:rsidR="00FF5B9F"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616C4B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23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193</w:t>
            </w:r>
            <w:r w:rsidR="00FF5B9F">
              <w:rPr>
                <w:rStyle w:val="Teksttreci2"/>
                <w:color w:val="000000"/>
              </w:rPr>
              <w:t>,</w:t>
            </w:r>
            <w:r>
              <w:rPr>
                <w:rStyle w:val="Teksttreci2"/>
                <w:color w:val="000000"/>
              </w:rPr>
              <w:t>06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5734F0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33 263,43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2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ŁĄCZNIE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Pr="00616C4B" w:rsidRDefault="003F428F" w:rsidP="003F428F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highlight w:val="yellow"/>
              </w:rPr>
            </w:pPr>
            <w:r w:rsidRPr="00FC4C7D">
              <w:t>9</w:t>
            </w:r>
            <w:r w:rsidR="004E505A" w:rsidRPr="00FC4C7D">
              <w:t> </w:t>
            </w:r>
            <w:r w:rsidR="00FC4C7D" w:rsidRPr="00FC4C7D">
              <w:t>1</w:t>
            </w:r>
            <w:r w:rsidR="001C5BCD">
              <w:t>47</w:t>
            </w:r>
            <w:r w:rsidR="00FC4C7D" w:rsidRPr="00FC4C7D">
              <w:t> </w:t>
            </w:r>
            <w:r w:rsidR="001C5BCD">
              <w:t>657</w:t>
            </w:r>
            <w:r w:rsidR="00FC4C7D" w:rsidRPr="00FC4C7D">
              <w:t>,</w:t>
            </w:r>
            <w:r w:rsidR="001C5BCD">
              <w:t>86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Pr="00FE5BA5" w:rsidRDefault="00FE5BA5" w:rsidP="00EE3D04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60" w:firstLine="0"/>
              <w:jc w:val="left"/>
            </w:pPr>
            <w:r w:rsidRPr="00FE5BA5">
              <w:t>101 975 02</w:t>
            </w:r>
            <w:r>
              <w:t>3</w:t>
            </w:r>
            <w:r w:rsidRPr="00FE5BA5"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Pr="00FE5BA5" w:rsidRDefault="00EE3D04" w:rsidP="0055528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80" w:firstLine="0"/>
              <w:jc w:val="left"/>
            </w:pPr>
            <w:r w:rsidRPr="00FE5BA5">
              <w:t>2</w:t>
            </w:r>
            <w:r w:rsidR="00FE5BA5">
              <w:t>4</w:t>
            </w:r>
            <w:r w:rsidR="00A16BCF" w:rsidRPr="00FE5BA5">
              <w:t> </w:t>
            </w:r>
            <w:r w:rsidR="00FE5BA5">
              <w:t>3</w:t>
            </w:r>
            <w:r w:rsidR="001C5BCD">
              <w:t>48</w:t>
            </w:r>
            <w:r w:rsidR="00A16BCF" w:rsidRPr="00FE5BA5">
              <w:t> </w:t>
            </w:r>
            <w:r w:rsidR="001C5BCD">
              <w:t>6</w:t>
            </w:r>
            <w:r w:rsidR="00FE5BA5">
              <w:t>9</w:t>
            </w:r>
            <w:r w:rsidR="001C5BCD">
              <w:t>8</w:t>
            </w:r>
            <w:r w:rsidR="00A16BCF" w:rsidRPr="00FE5BA5">
              <w:t>,</w:t>
            </w:r>
            <w:r w:rsidR="001C5BCD">
              <w:t>65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Pr="00FE5BA5" w:rsidRDefault="00FE5BA5" w:rsidP="003F428F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t>7</w:t>
            </w:r>
            <w:r w:rsidR="00A16BCF" w:rsidRPr="00FE5BA5">
              <w:t> </w:t>
            </w:r>
            <w:r>
              <w:t>534</w:t>
            </w:r>
            <w:r w:rsidR="00D8233F" w:rsidRPr="00FE5BA5">
              <w:t> </w:t>
            </w:r>
            <w:r>
              <w:t>218</w:t>
            </w:r>
            <w:r w:rsidR="00D8233F" w:rsidRPr="00FE5BA5">
              <w:t>,</w:t>
            </w:r>
            <w:r>
              <w:t>33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Pr="00616C4B" w:rsidRDefault="004E505A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80" w:firstLine="0"/>
              <w:jc w:val="left"/>
              <w:rPr>
                <w:highlight w:val="yellow"/>
              </w:rPr>
            </w:pPr>
            <w:r w:rsidRPr="00FC4C7D">
              <w:t>1 0</w:t>
            </w:r>
            <w:r w:rsidR="00FC4C7D" w:rsidRPr="00FC4C7D">
              <w:t>45</w:t>
            </w:r>
            <w:r w:rsidRPr="00FC4C7D">
              <w:t> </w:t>
            </w:r>
            <w:r w:rsidR="00FC4C7D" w:rsidRPr="00FC4C7D">
              <w:t>375</w:t>
            </w:r>
            <w:r w:rsidRPr="00FC4C7D">
              <w:t>,</w:t>
            </w:r>
            <w:r w:rsidR="00FC4C7D" w:rsidRPr="00FC4C7D">
              <w:t>44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B9F" w:rsidRPr="00616C4B" w:rsidRDefault="00FC4C7D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highlight w:val="yellow"/>
              </w:rPr>
            </w:pPr>
            <w:r w:rsidRPr="00FC4C7D">
              <w:t>9</w:t>
            </w:r>
            <w:r w:rsidR="004B3996" w:rsidRPr="00FC4C7D">
              <w:t>8 4</w:t>
            </w:r>
            <w:r w:rsidRPr="00FC4C7D">
              <w:t>06</w:t>
            </w:r>
            <w:r w:rsidR="004B3996" w:rsidRPr="00FC4C7D">
              <w:t>,34</w:t>
            </w:r>
          </w:p>
        </w:tc>
      </w:tr>
    </w:tbl>
    <w:p w:rsidR="00FF5B9F" w:rsidRDefault="00FF5B9F" w:rsidP="00FF5B9F">
      <w:pPr>
        <w:pStyle w:val="Podpistabeli1"/>
        <w:framePr w:w="15010" w:wrap="notBeside" w:vAnchor="text" w:hAnchor="text" w:xAlign="center" w:y="1"/>
        <w:shd w:val="clear" w:color="auto" w:fill="auto"/>
        <w:spacing w:line="170" w:lineRule="exact"/>
      </w:pPr>
      <w:r>
        <w:rPr>
          <w:rStyle w:val="Podpistabeli"/>
          <w:color w:val="000000"/>
        </w:rPr>
        <w:t>* Monitoring- sieć szerokopasmowa oraz system monitoringu wizyjnego</w:t>
      </w:r>
    </w:p>
    <w:p w:rsidR="00FF5B9F" w:rsidRDefault="00FF5B9F" w:rsidP="00FF5B9F">
      <w:pPr>
        <w:framePr w:w="15010" w:wrap="notBeside" w:vAnchor="text" w:hAnchor="text" w:xAlign="center" w:y="1"/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  <w:sectPr w:rsidR="00FF5B9F" w:rsidSect="00FF5B9F">
          <w:headerReference w:type="default" r:id="rId8"/>
          <w:footerReference w:type="default" r:id="rId9"/>
          <w:pgSz w:w="16840" w:h="11900" w:orient="landscape"/>
          <w:pgMar w:top="1475" w:right="896" w:bottom="1883" w:left="934" w:header="0" w:footer="3" w:gutter="0"/>
          <w:cols w:space="720"/>
          <w:noEndnote/>
          <w:docGrid w:linePitch="360"/>
        </w:sectPr>
      </w:pPr>
    </w:p>
    <w:p w:rsidR="00FF5B9F" w:rsidRPr="0048573B" w:rsidRDefault="00FF5B9F" w:rsidP="00FF5B9F">
      <w:pPr>
        <w:pStyle w:val="Teksttreci21"/>
        <w:shd w:val="clear" w:color="auto" w:fill="auto"/>
        <w:spacing w:after="386" w:line="170" w:lineRule="exact"/>
        <w:ind w:left="240" w:firstLine="0"/>
        <w:rPr>
          <w:b/>
        </w:rPr>
      </w:pPr>
      <w:r w:rsidRPr="0048573B">
        <w:rPr>
          <w:rStyle w:val="Teksttreci2"/>
          <w:b/>
          <w:color w:val="000000"/>
        </w:rPr>
        <w:lastRenderedPageBreak/>
        <w:t>OPIS BUDYNKÓW</w:t>
      </w:r>
    </w:p>
    <w:tbl>
      <w:tblPr>
        <w:tblW w:w="1588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7"/>
        <w:gridCol w:w="1618"/>
        <w:gridCol w:w="1560"/>
        <w:gridCol w:w="936"/>
        <w:gridCol w:w="1157"/>
        <w:gridCol w:w="1224"/>
        <w:gridCol w:w="1589"/>
        <w:gridCol w:w="1560"/>
        <w:gridCol w:w="1162"/>
        <w:gridCol w:w="1138"/>
        <w:gridCol w:w="1133"/>
        <w:gridCol w:w="595"/>
        <w:gridCol w:w="1061"/>
      </w:tblGrid>
      <w:tr w:rsidR="0048573B" w:rsidTr="00CE4D43">
        <w:trPr>
          <w:trHeight w:hRule="exact" w:val="360"/>
          <w:jc w:val="center"/>
        </w:trPr>
        <w:tc>
          <w:tcPr>
            <w:tcW w:w="15880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BUDYNKI (KŚT 1)</w:t>
            </w:r>
          </w:p>
        </w:tc>
      </w:tr>
      <w:tr w:rsidR="0048573B" w:rsidTr="00CE4D43">
        <w:trPr>
          <w:cantSplit/>
          <w:trHeight w:hRule="exact" w:val="456"/>
          <w:jc w:val="center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Jednostka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Przeznaczenie (rodzaj) budynku*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Adres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Rok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budowy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Ilość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kondygnacji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Powierzchnia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użytkowa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budynku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Wartość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(księgowa brutto)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Wartość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odtworzeniowa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Konstrukcja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Pokrycie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dachu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21" w:lineRule="exact"/>
              <w:ind w:left="280" w:firstLine="0"/>
              <w:jc w:val="left"/>
            </w:pPr>
            <w:r>
              <w:rPr>
                <w:rStyle w:val="Teksttreci2"/>
                <w:color w:val="000000"/>
              </w:rPr>
              <w:t>Zabezpieczenia p.poż. budynku</w:t>
            </w:r>
          </w:p>
        </w:tc>
      </w:tr>
      <w:tr w:rsidR="0048573B" w:rsidTr="00CE4D43">
        <w:trPr>
          <w:cantSplit/>
          <w:trHeight w:hRule="exact" w:val="504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2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58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ścian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dachu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left="140" w:firstLine="0"/>
              <w:jc w:val="left"/>
            </w:pPr>
            <w:r>
              <w:rPr>
                <w:rStyle w:val="Teksttreci2"/>
                <w:color w:val="000000"/>
              </w:rPr>
              <w:t>ilość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gaśnic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ilość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hydrantów</w:t>
            </w:r>
          </w:p>
        </w:tc>
      </w:tr>
      <w:tr w:rsidR="0048573B" w:rsidTr="00CE4D43">
        <w:trPr>
          <w:cantSplit/>
          <w:trHeight w:hRule="exact" w:val="494"/>
          <w:jc w:val="center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Urząd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Miasta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5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Bartoszyce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Garaż 2-boksowy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FE0984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ul.</w:t>
            </w:r>
            <w:r w:rsidR="00FE0984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Słowackiego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1990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1 627,60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betonowy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CE4D43" w:rsidTr="00CE4D43">
        <w:trPr>
          <w:cantSplit/>
          <w:trHeight w:hRule="exact" w:val="499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E4D43" w:rsidRDefault="00CE4D43" w:rsidP="00CE4D43">
            <w:pPr>
              <w:framePr w:w="15878" w:wrap="notBeside" w:vAnchor="text" w:hAnchor="page" w:x="106" w:y="392"/>
              <w:widowControl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Budynek administracyjny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ul. Boh. Monte Cassino 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43" w:rsidRDefault="00CE4D43" w:rsidP="00CE4D43">
            <w:pPr>
              <w:framePr w:w="15878" w:wrap="notBeside" w:vAnchor="text" w:hAnchor="page" w:x="106" w:y="392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1900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43" w:rsidRDefault="00CE4D43" w:rsidP="00CE4D43">
            <w:pPr>
              <w:framePr w:w="15878" w:wrap="notBeside" w:vAnchor="text" w:hAnchor="page" w:x="106" w:y="392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43" w:rsidRDefault="00CE4D43" w:rsidP="00CE4D43">
            <w:pPr>
              <w:framePr w:w="15878" w:wrap="notBeside" w:vAnchor="text" w:hAnchor="page" w:x="106" w:y="392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1730m2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E4D43" w:rsidRDefault="00CE4D43" w:rsidP="00CE4D43">
            <w:pPr>
              <w:framePr w:w="15878" w:wrap="notBeside" w:vAnchor="text" w:hAnchor="page" w:x="106" w:y="39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43" w:rsidRPr="000A43CA" w:rsidRDefault="00CE4D43" w:rsidP="001E3D01">
            <w:pPr>
              <w:framePr w:w="15878" w:wrap="notBeside" w:vAnchor="text" w:hAnchor="page" w:x="106" w:y="392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0A43CA">
              <w:rPr>
                <w:rFonts w:ascii="Calibri" w:hAnsi="Calibri" w:cs="Calibri"/>
                <w:bCs/>
                <w:sz w:val="20"/>
                <w:szCs w:val="20"/>
              </w:rPr>
              <w:t>6 067 110,00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murowany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43" w:rsidRDefault="00CE4D43" w:rsidP="004509FA">
            <w:pPr>
              <w:framePr w:w="15878" w:wrap="notBeside" w:vAnchor="text" w:hAnchor="page" w:x="106" w:y="392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drewniany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43" w:rsidRDefault="00CE4D43" w:rsidP="00CE4D43">
            <w:pPr>
              <w:framePr w:w="15878" w:wrap="notBeside" w:vAnchor="text" w:hAnchor="page" w:x="106" w:y="392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dachówka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43" w:rsidRDefault="00CE4D43" w:rsidP="00CE4D43">
            <w:pPr>
              <w:framePr w:w="15878" w:wrap="notBeside" w:vAnchor="text" w:hAnchor="page" w:x="106" w:y="392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E4D43" w:rsidRDefault="00CE4D43" w:rsidP="00CE4D43">
            <w:pPr>
              <w:framePr w:w="15878" w:wrap="notBeside" w:vAnchor="text" w:hAnchor="page" w:x="106" w:y="392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E4D43" w:rsidTr="00CE4D43">
        <w:trPr>
          <w:cantSplit/>
          <w:trHeight w:hRule="exact" w:val="499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Budynek GCI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ul. Boh. Warszawy 96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2003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158 782,01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drewniany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CE4D43" w:rsidTr="00CE4D43">
        <w:trPr>
          <w:cantSplit/>
          <w:trHeight w:hRule="exact" w:val="494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left="280" w:firstLine="0"/>
              <w:jc w:val="left"/>
            </w:pPr>
            <w:r>
              <w:rPr>
                <w:rStyle w:val="Teksttreci2"/>
                <w:color w:val="000000"/>
              </w:rPr>
              <w:t>wymiennikowni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ul. Chilmanowicza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1989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28 147,00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betonowy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CE4D43" w:rsidTr="00CE4D43">
        <w:trPr>
          <w:cantSplit/>
          <w:trHeight w:hRule="exact" w:val="499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Toaleta</w:t>
            </w:r>
          </w:p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wolnostojąca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ul. Boh. Warszawy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2006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44 977,99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blaszany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blacha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blacha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CE4D43" w:rsidTr="00CE4D43">
        <w:trPr>
          <w:cantSplit/>
          <w:trHeight w:hRule="exact" w:val="499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Toaleta</w:t>
            </w:r>
          </w:p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wolnostojąca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ul. Plac</w:t>
            </w:r>
          </w:p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Dworcowy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2011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70 806,28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blaszany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blacha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blacha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CE4D43" w:rsidTr="00CE4D43">
        <w:trPr>
          <w:cantSplit/>
          <w:trHeight w:hRule="exact" w:val="744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przedszkola</w:t>
            </w:r>
          </w:p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niepubliczne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ul. Traugutta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2012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  <w:p w:rsidR="001E3D01" w:rsidRDefault="001E3D01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  <w:p w:rsidR="001E3D01" w:rsidRDefault="001E3D01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  <w:p w:rsidR="001E3D01" w:rsidRPr="001E3D01" w:rsidRDefault="001E3D01" w:rsidP="001E3D01">
            <w:pPr>
              <w:framePr w:w="15878" w:wrap="notBeside" w:vAnchor="text" w:hAnchor="page" w:x="106" w:y="392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3D0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732m2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30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2 567 124,00 zł</w:t>
            </w:r>
            <w:r>
              <w:rPr>
                <w:rFonts w:cs="Times New Roman"/>
                <w:color w:val="auto"/>
                <w:sz w:val="10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betonowy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</w:tr>
      <w:tr w:rsidR="00CE4D43" w:rsidTr="00CE4D43">
        <w:trPr>
          <w:cantSplit/>
          <w:trHeight w:hRule="exact" w:val="490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D6167D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Bud (były dworzec -mieszkalny)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D6167D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2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Pl. Dworcowy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D6167D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1912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D6167D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D6167D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30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198 000,00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D6167D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D6167D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drewniany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D6167D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   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</w:tr>
      <w:tr w:rsidR="00CE4D43" w:rsidTr="00CE4D43">
        <w:trPr>
          <w:cantSplit/>
          <w:trHeight w:hRule="exact" w:val="572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Budynek  użytkowy (punkt opieki nad dziećmi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2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Ul. Mazurska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2015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D6167D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30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788 043,00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drewniany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</w:tr>
      <w:tr w:rsidR="00CE4D43" w:rsidTr="00CE4D43">
        <w:trPr>
          <w:cantSplit/>
          <w:trHeight w:hRule="exact" w:val="490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Brama Lidzbarska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Pl.Konst.3 Maja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1468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Style w:val="Teksttreci2"/>
                <w:color w:val="000000"/>
              </w:rPr>
              <w:t>790 334,61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drewniany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</w:tr>
      <w:tr w:rsidR="00CE4D43" w:rsidTr="00CE4D43">
        <w:trPr>
          <w:cantSplit/>
          <w:trHeight w:hRule="exact" w:val="499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Budynek użytkowy - SION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ul. Bema 39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1897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Style w:val="Teksttreci2"/>
                <w:color w:val="000000"/>
              </w:rPr>
              <w:t>792 332,43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drewniany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</w:tr>
      <w:tr w:rsidR="00CE4D43" w:rsidTr="00CE4D43">
        <w:trPr>
          <w:cantSplit/>
          <w:trHeight w:hRule="exact" w:val="494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Domki</w:t>
            </w:r>
          </w:p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campingowe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Wilimy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1975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15 634,00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betonowy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</w:tr>
      <w:tr w:rsidR="00CE4D43" w:rsidTr="00CE4D43">
        <w:trPr>
          <w:cantSplit/>
          <w:trHeight w:hRule="exact" w:val="499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Domki</w:t>
            </w:r>
          </w:p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campingowe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Wilimy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1975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5 955,00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betonowy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CE4D43" w:rsidTr="00CE4D43">
        <w:trPr>
          <w:cantSplit/>
          <w:trHeight w:hRule="exact" w:val="499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Domki</w:t>
            </w:r>
          </w:p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campingowe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Wilimy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1975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52 626,00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betonowy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CE4D43" w:rsidTr="00CE4D43">
        <w:trPr>
          <w:cantSplit/>
          <w:trHeight w:hRule="exact" w:val="499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Budynek DADAJ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Wilimy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1975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103 517,00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drewniany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</w:tbl>
    <w:p w:rsidR="0048573B" w:rsidRDefault="0048573B" w:rsidP="0048573B">
      <w:pPr>
        <w:framePr w:w="15878" w:wrap="notBeside" w:vAnchor="text" w:hAnchor="page" w:x="106" w:y="392"/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</w:pPr>
    </w:p>
    <w:tbl>
      <w:tblPr>
        <w:tblW w:w="1587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1489"/>
        <w:gridCol w:w="1560"/>
        <w:gridCol w:w="936"/>
        <w:gridCol w:w="1157"/>
        <w:gridCol w:w="1224"/>
        <w:gridCol w:w="1589"/>
        <w:gridCol w:w="1560"/>
        <w:gridCol w:w="1162"/>
        <w:gridCol w:w="1138"/>
        <w:gridCol w:w="1133"/>
        <w:gridCol w:w="595"/>
        <w:gridCol w:w="1056"/>
      </w:tblGrid>
      <w:tr w:rsidR="00FF5B9F" w:rsidTr="005C119C">
        <w:trPr>
          <w:trHeight w:hRule="exact" w:val="100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F5B9F" w:rsidRDefault="00FF5B9F" w:rsidP="00D55797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5" w:lineRule="exact"/>
              <w:ind w:firstLine="0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before="60" w:after="0" w:line="170" w:lineRule="exact"/>
              <w:ind w:firstLine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before="60" w:after="0" w:line="170" w:lineRule="exact"/>
              <w:ind w:left="260" w:firstLine="0"/>
              <w:jc w:val="lef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180" w:firstLine="0"/>
              <w:jc w:val="left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180" w:firstLine="0"/>
              <w:jc w:val="lef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18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before="60" w:after="0" w:line="170" w:lineRule="exact"/>
              <w:ind w:firstLine="0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40" w:firstLine="0"/>
              <w:jc w:val="left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</w:p>
        </w:tc>
      </w:tr>
      <w:tr w:rsidR="00D6167D" w:rsidTr="00D6167D">
        <w:tblPrEx>
          <w:jc w:val="left"/>
        </w:tblPrEx>
        <w:trPr>
          <w:trHeight w:hRule="exact" w:val="125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Miejska Biblioteka Publiczna w Bartoszycach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biblioteki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ul. Bema 23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6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przed</w:t>
            </w:r>
          </w:p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before="60"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1945r.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676,51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2 2</w:t>
            </w:r>
            <w:r w:rsidR="00D55797">
              <w:rPr>
                <w:rStyle w:val="Teksttreci2"/>
                <w:color w:val="000000"/>
              </w:rPr>
              <w:t>9</w:t>
            </w:r>
            <w:r>
              <w:rPr>
                <w:rStyle w:val="Teksttreci2"/>
                <w:color w:val="000000"/>
              </w:rPr>
              <w:t xml:space="preserve">7 </w:t>
            </w:r>
            <w:r w:rsidR="00D55797">
              <w:rPr>
                <w:rStyle w:val="Teksttreci2"/>
                <w:color w:val="000000"/>
              </w:rPr>
              <w:t>05</w:t>
            </w:r>
            <w:r w:rsidR="00FE5BA5">
              <w:rPr>
                <w:rStyle w:val="Teksttreci2"/>
                <w:color w:val="000000"/>
              </w:rPr>
              <w:t>1</w:t>
            </w:r>
            <w:r>
              <w:rPr>
                <w:rStyle w:val="Teksttreci2"/>
                <w:color w:val="000000"/>
              </w:rPr>
              <w:t>,</w:t>
            </w:r>
            <w:r w:rsidR="00FE5BA5">
              <w:rPr>
                <w:rStyle w:val="Teksttreci2"/>
                <w:color w:val="000000"/>
              </w:rPr>
              <w:t>00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cegła pełna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drewniana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6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dachówka</w:t>
            </w:r>
          </w:p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ceramiczna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FF5B9F" w:rsidTr="00E9176C">
        <w:trPr>
          <w:cantSplit/>
          <w:trHeight w:hRule="exact" w:val="24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Miejski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Ośrodek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Pomocy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Społecznej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Bartoszycach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administracyjno - biurowy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11-200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Bartoszyce, ul. Pieniężnego 10A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1970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1436,57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0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D55797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5 038 051</w:t>
            </w:r>
            <w:r w:rsidR="00FF5B9F">
              <w:rPr>
                <w:rStyle w:val="Teksttreci2"/>
                <w:color w:val="000000"/>
              </w:rPr>
              <w:t>,</w:t>
            </w:r>
            <w:r>
              <w:rPr>
                <w:rStyle w:val="Teksttreci2"/>
                <w:color w:val="000000"/>
              </w:rPr>
              <w:t>00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Pr="00070215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z cegły</w:t>
            </w:r>
          </w:p>
          <w:p w:rsidR="00FF5B9F" w:rsidRPr="00070215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ceramicznej</w:t>
            </w:r>
          </w:p>
          <w:p w:rsidR="00FF5B9F" w:rsidRPr="00070215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pełnej i</w:t>
            </w:r>
          </w:p>
          <w:p w:rsidR="00FF5B9F" w:rsidRPr="00070215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bloczków</w:t>
            </w:r>
          </w:p>
          <w:p w:rsidR="00FF5B9F" w:rsidRPr="00070215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gazobetonow</w:t>
            </w:r>
          </w:p>
          <w:p w:rsidR="00FF5B9F" w:rsidRPr="00070215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ych, w cz</w:t>
            </w:r>
            <w:r w:rsidR="00070215" w:rsidRPr="00070215">
              <w:rPr>
                <w:rStyle w:val="Teksttreci2"/>
                <w:color w:val="000000"/>
                <w:sz w:val="16"/>
                <w:szCs w:val="16"/>
              </w:rPr>
              <w:t>ę</w:t>
            </w:r>
            <w:r w:rsidRPr="00070215">
              <w:rPr>
                <w:rStyle w:val="Teksttreci2"/>
                <w:color w:val="000000"/>
                <w:sz w:val="16"/>
                <w:szCs w:val="16"/>
              </w:rPr>
              <w:t>ści</w:t>
            </w:r>
          </w:p>
          <w:p w:rsidR="00FF5B9F" w:rsidRPr="00070215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biurowej</w:t>
            </w:r>
          </w:p>
          <w:p w:rsidR="00FF5B9F" w:rsidRPr="00070215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konstrukcję</w:t>
            </w:r>
          </w:p>
          <w:p w:rsidR="00FF5B9F" w:rsidRPr="00070215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stanowi</w:t>
            </w:r>
          </w:p>
          <w:p w:rsidR="00FF5B9F" w:rsidRPr="00070215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szkielet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żelbetowy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Pr="00070215" w:rsidRDefault="00070215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before="60" w:after="0" w:line="170" w:lineRule="exact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070215">
              <w:rPr>
                <w:sz w:val="16"/>
                <w:szCs w:val="16"/>
              </w:rPr>
              <w:t xml:space="preserve"> płyt korytkowych, żelbetonowych, wentylowany oparty na stropie DZ - 3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  <w:p w:rsidR="00BF2B9E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termozgrze</w:t>
            </w:r>
            <w:r w:rsidR="00BF2B9E">
              <w:rPr>
                <w:rStyle w:val="Teksttreci2"/>
                <w:color w:val="000000"/>
              </w:rPr>
              <w:t>-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walna,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mocowana</w:t>
            </w:r>
          </w:p>
          <w:p w:rsidR="00BF2B9E" w:rsidRDefault="00BF2B9E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 </w:t>
            </w:r>
            <w:r w:rsidR="00FF5B9F">
              <w:rPr>
                <w:rStyle w:val="Teksttreci2"/>
                <w:color w:val="000000"/>
              </w:rPr>
              <w:t>mechani</w:t>
            </w:r>
            <w:r>
              <w:rPr>
                <w:rStyle w:val="Teksttreci2"/>
                <w:color w:val="000000"/>
              </w:rPr>
              <w:t>-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cznie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zewnętrzne ( dotyczy całej posesji MOPS)</w:t>
            </w:r>
          </w:p>
        </w:tc>
      </w:tr>
      <w:tr w:rsidR="00FF5B9F" w:rsidTr="00E9176C">
        <w:trPr>
          <w:cantSplit/>
          <w:trHeight w:hRule="exact" w:val="3523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21" w:lineRule="exact"/>
              <w:ind w:firstLine="0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administracyjno-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socjalny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11-200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Bartoszyce, ul. Pieniężnego 10A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1967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952,7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3</w:t>
            </w:r>
            <w:r w:rsidR="00D55797">
              <w:rPr>
                <w:rStyle w:val="Teksttreci2"/>
                <w:color w:val="000000"/>
              </w:rPr>
              <w:t> 341 119,00</w:t>
            </w:r>
            <w:r w:rsidR="00BF2B9E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 cegły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ceramicznej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pełnej i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bloczków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gazobetono</w:t>
            </w:r>
            <w:r w:rsidR="00BF2B9E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wych, w cześci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biurowej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konstrukcję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stanowi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szkielet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żelbetowy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3817" w:rsidRDefault="00BC3817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21" w:lineRule="exact"/>
              <w:ind w:firstLine="0"/>
              <w:rPr>
                <w:rStyle w:val="Teksttreci2"/>
                <w:color w:val="000000"/>
                <w:sz w:val="16"/>
                <w:szCs w:val="16"/>
              </w:rPr>
            </w:pPr>
            <w:r>
              <w:rPr>
                <w:rStyle w:val="Teksttreci2"/>
                <w:color w:val="000000"/>
                <w:sz w:val="16"/>
                <w:szCs w:val="16"/>
              </w:rPr>
              <w:t>z</w:t>
            </w:r>
            <w:r w:rsidRPr="00BC3817">
              <w:rPr>
                <w:rStyle w:val="Teksttreci2"/>
                <w:color w:val="000000"/>
                <w:sz w:val="16"/>
                <w:szCs w:val="16"/>
              </w:rPr>
              <w:t xml:space="preserve"> płyt</w:t>
            </w:r>
            <w:r>
              <w:rPr>
                <w:rStyle w:val="Teksttreci2"/>
                <w:color w:val="000000"/>
                <w:sz w:val="16"/>
                <w:szCs w:val="16"/>
              </w:rPr>
              <w:t xml:space="preserve"> żelbeto</w:t>
            </w:r>
          </w:p>
          <w:p w:rsidR="00FF5B9F" w:rsidRPr="00BC3817" w:rsidRDefault="00BC3817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21" w:lineRule="exact"/>
              <w:ind w:firstLine="0"/>
              <w:rPr>
                <w:sz w:val="16"/>
                <w:szCs w:val="16"/>
              </w:rPr>
            </w:pPr>
            <w:r>
              <w:rPr>
                <w:rStyle w:val="Teksttreci2"/>
                <w:color w:val="000000"/>
                <w:sz w:val="16"/>
                <w:szCs w:val="16"/>
              </w:rPr>
              <w:t>nowych oparty na stropie DZ 3</w:t>
            </w:r>
            <w:r w:rsidRPr="00BC3817"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 w:rsidR="00FF5B9F" w:rsidRPr="00BC3817">
              <w:rPr>
                <w:rStyle w:val="Teksttreci2"/>
                <w:color w:val="000000"/>
                <w:sz w:val="16"/>
                <w:szCs w:val="16"/>
              </w:rPr>
              <w:t xml:space="preserve"> , spadki na stropodachu wykonane z żużlu</w:t>
            </w:r>
          </w:p>
          <w:p w:rsidR="00FF5B9F" w:rsidRPr="00BC3817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21" w:lineRule="exact"/>
              <w:ind w:firstLine="0"/>
              <w:rPr>
                <w:sz w:val="16"/>
                <w:szCs w:val="16"/>
              </w:rPr>
            </w:pPr>
            <w:r w:rsidRPr="00BC3817">
              <w:rPr>
                <w:rStyle w:val="Teksttreci2"/>
                <w:color w:val="000000"/>
                <w:sz w:val="16"/>
                <w:szCs w:val="16"/>
              </w:rPr>
              <w:t>granulowane go z warstwą wyrównawcz</w:t>
            </w:r>
            <w:r w:rsidR="00BC3817">
              <w:rPr>
                <w:rStyle w:val="Teksttreci2"/>
                <w:color w:val="000000"/>
                <w:sz w:val="16"/>
                <w:szCs w:val="16"/>
              </w:rPr>
              <w:t xml:space="preserve">ą </w:t>
            </w:r>
            <w:r w:rsidRPr="00BC3817"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</w:p>
          <w:p w:rsidR="00BC3817" w:rsidRDefault="00BC3817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rPr>
                <w:rStyle w:val="Teksttreci2"/>
                <w:color w:val="000000"/>
                <w:sz w:val="16"/>
                <w:szCs w:val="16"/>
              </w:rPr>
            </w:pPr>
            <w:r>
              <w:rPr>
                <w:rStyle w:val="Teksttreci2"/>
                <w:color w:val="000000"/>
                <w:sz w:val="16"/>
                <w:szCs w:val="16"/>
              </w:rPr>
              <w:t>cementową</w:t>
            </w:r>
            <w:r w:rsidR="00FF5B9F" w:rsidRPr="00BC3817">
              <w:rPr>
                <w:rStyle w:val="Teksttreci2"/>
                <w:color w:val="000000"/>
                <w:sz w:val="16"/>
                <w:szCs w:val="16"/>
              </w:rPr>
              <w:t>, docieplony w 2000r. płytami styropianow</w:t>
            </w:r>
            <w:r>
              <w:rPr>
                <w:rStyle w:val="Teksttreci2"/>
                <w:color w:val="000000"/>
                <w:sz w:val="16"/>
                <w:szCs w:val="16"/>
              </w:rPr>
              <w:t>ymi</w:t>
            </w:r>
          </w:p>
          <w:p w:rsidR="00BC3817" w:rsidRDefault="00BC3817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rPr>
                <w:rStyle w:val="Teksttreci2"/>
                <w:color w:val="000000"/>
                <w:sz w:val="16"/>
                <w:szCs w:val="16"/>
              </w:rPr>
            </w:pP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</w:pPr>
            <w:r w:rsidRPr="00BC3817">
              <w:rPr>
                <w:rStyle w:val="Teksttreci2"/>
                <w:color w:val="000000"/>
                <w:sz w:val="16"/>
                <w:szCs w:val="16"/>
              </w:rPr>
              <w:t xml:space="preserve"> anymi ,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Pr="00BC3817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21" w:lineRule="exact"/>
              <w:ind w:firstLine="0"/>
              <w:rPr>
                <w:sz w:val="16"/>
                <w:szCs w:val="16"/>
              </w:rPr>
            </w:pPr>
            <w:r w:rsidRPr="00BC3817">
              <w:rPr>
                <w:rStyle w:val="Teksttreci2"/>
                <w:color w:val="000000"/>
                <w:sz w:val="16"/>
                <w:szCs w:val="16"/>
              </w:rPr>
              <w:t>dwukrotnie pokryty papą termozgrzew alną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48573B">
            <w:pPr>
              <w:framePr w:w="15869" w:wrap="notBeside" w:vAnchor="text" w:hAnchor="page" w:x="121" w:y="3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9176C">
        <w:trPr>
          <w:cantSplit/>
          <w:trHeight w:hRule="exact" w:val="1118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framePr w:w="15869" w:wrap="notBeside" w:vAnchor="text" w:hAnchor="page" w:x="12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Budynek stołówki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11-200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Bartoszyce, ul. Pieniężnego 10A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1973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1071,58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3</w:t>
            </w:r>
            <w:r w:rsidR="00D55797">
              <w:rPr>
                <w:rStyle w:val="Teksttreci2"/>
                <w:color w:val="000000"/>
              </w:rPr>
              <w:t> 758 031,00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 cegły ceramicznej pełnej i bloczków gazobetono</w:t>
            </w:r>
            <w:r w:rsidR="00BC3817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w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F5B9F" w:rsidRPr="00BC3817" w:rsidRDefault="00BC3817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rStyle w:val="Teksttreci2"/>
                <w:color w:val="000000"/>
                <w:sz w:val="15"/>
                <w:szCs w:val="15"/>
              </w:rPr>
            </w:pPr>
            <w:r w:rsidRPr="00BC3817">
              <w:rPr>
                <w:rStyle w:val="Teksttreci2"/>
                <w:color w:val="000000"/>
                <w:sz w:val="15"/>
                <w:szCs w:val="15"/>
              </w:rPr>
              <w:t>z płyt korytkowych</w:t>
            </w:r>
            <w:r w:rsidR="00FF5B9F" w:rsidRPr="00BC3817">
              <w:rPr>
                <w:rStyle w:val="Teksttreci2"/>
                <w:color w:val="000000"/>
                <w:sz w:val="15"/>
                <w:szCs w:val="15"/>
              </w:rPr>
              <w:t>,</w:t>
            </w:r>
          </w:p>
          <w:p w:rsidR="00BC3817" w:rsidRDefault="00BC3817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 w:rsidRPr="00BC3817">
              <w:rPr>
                <w:rStyle w:val="Teksttreci2"/>
                <w:color w:val="000000"/>
                <w:sz w:val="15"/>
                <w:szCs w:val="15"/>
              </w:rPr>
              <w:t>żelbetonowych</w:t>
            </w:r>
            <w:r w:rsidR="00CB2942">
              <w:rPr>
                <w:rStyle w:val="Teksttreci2"/>
                <w:color w:val="000000"/>
                <w:sz w:val="15"/>
                <w:szCs w:val="15"/>
              </w:rPr>
              <w:t>drobnowymiarowych, wentylowany</w:t>
            </w:r>
            <w:r>
              <w:rPr>
                <w:rStyle w:val="Teksttreci2"/>
                <w:color w:val="00000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dwukrotnie pokryty papą termozgrzew alną, I -sza twa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B9F" w:rsidRDefault="00FF5B9F" w:rsidP="0048573B">
            <w:pPr>
              <w:framePr w:w="15869" w:wrap="notBeside" w:vAnchor="text" w:hAnchor="page" w:x="121" w:y="3"/>
              <w:rPr>
                <w:rFonts w:cs="Times New Roman"/>
                <w:color w:val="auto"/>
                <w:sz w:val="10"/>
              </w:rPr>
            </w:pPr>
          </w:p>
        </w:tc>
      </w:tr>
    </w:tbl>
    <w:p w:rsidR="00FF5B9F" w:rsidRDefault="00FF5B9F" w:rsidP="0048573B">
      <w:pPr>
        <w:framePr w:w="15869" w:wrap="notBeside" w:vAnchor="text" w:hAnchor="page" w:x="121" w:y="3"/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</w:pPr>
    </w:p>
    <w:tbl>
      <w:tblPr>
        <w:tblW w:w="1587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2"/>
        <w:gridCol w:w="1618"/>
        <w:gridCol w:w="1560"/>
        <w:gridCol w:w="936"/>
        <w:gridCol w:w="1157"/>
        <w:gridCol w:w="1224"/>
        <w:gridCol w:w="1589"/>
        <w:gridCol w:w="1560"/>
        <w:gridCol w:w="1162"/>
        <w:gridCol w:w="1138"/>
        <w:gridCol w:w="1226"/>
        <w:gridCol w:w="502"/>
        <w:gridCol w:w="1056"/>
      </w:tblGrid>
      <w:tr w:rsidR="00FF5B9F" w:rsidTr="006B0C8B">
        <w:trPr>
          <w:cantSplit/>
          <w:trHeight w:hRule="exact" w:val="2573"/>
          <w:jc w:val="center"/>
        </w:trPr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BC3817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</w:t>
            </w:r>
            <w:r w:rsidR="00FF5B9F">
              <w:rPr>
                <w:rStyle w:val="Teksttreci2"/>
                <w:color w:val="000000"/>
              </w:rPr>
              <w:t>ych,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Pr="00CB2942" w:rsidRDefault="00CB2942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CB2942">
              <w:rPr>
                <w:rStyle w:val="Teksttreci2"/>
                <w:color w:val="000000"/>
                <w:sz w:val="16"/>
                <w:szCs w:val="16"/>
              </w:rPr>
              <w:t xml:space="preserve">wetylowany, oparty na stropie DZ 3, stropdach prefabrykowany, </w:t>
            </w:r>
            <w:r w:rsidR="00FF5B9F" w:rsidRPr="00CB2942">
              <w:rPr>
                <w:rStyle w:val="Teksttreci2"/>
                <w:color w:val="000000"/>
                <w:sz w:val="16"/>
                <w:szCs w:val="16"/>
              </w:rPr>
              <w:t>docieplony w latach 2006</w:t>
            </w:r>
            <w:r w:rsidR="00FF5B9F" w:rsidRPr="00CB2942">
              <w:rPr>
                <w:rStyle w:val="Teksttreci2"/>
                <w:color w:val="000000"/>
                <w:sz w:val="16"/>
                <w:szCs w:val="16"/>
              </w:rPr>
              <w:softHyphen/>
              <w:t>2007 płytami styropianow</w:t>
            </w:r>
            <w:r w:rsidRPr="00CB2942">
              <w:rPr>
                <w:rStyle w:val="Teksttreci2"/>
                <w:color w:val="000000"/>
                <w:sz w:val="16"/>
                <w:szCs w:val="16"/>
              </w:rPr>
              <w:t>y</w:t>
            </w:r>
            <w:r w:rsidR="00FF5B9F" w:rsidRPr="00CB2942">
              <w:rPr>
                <w:rStyle w:val="Teksttreci2"/>
                <w:color w:val="000000"/>
                <w:sz w:val="16"/>
                <w:szCs w:val="16"/>
              </w:rPr>
              <w:t>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CB2942" w:rsidP="0048573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 xml:space="preserve">warstwa </w:t>
            </w:r>
            <w:r w:rsidR="00FF5B9F">
              <w:rPr>
                <w:rStyle w:val="Teksttreci2"/>
                <w:color w:val="000000"/>
              </w:rPr>
              <w:t>mocowana mechanicznie do podłoża poprzez warstwę styropianu</w:t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6B0C8B">
        <w:trPr>
          <w:cantSplit/>
          <w:trHeight w:hRule="exact" w:val="1341"/>
          <w:jc w:val="center"/>
        </w:trPr>
        <w:tc>
          <w:tcPr>
            <w:tcW w:w="11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magazynowo-</w:t>
            </w:r>
          </w:p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garażowy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11-200</w:t>
            </w:r>
          </w:p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Bartoszyce, ul. Pieniężnego 10A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lata 60-te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388</w:t>
            </w:r>
            <w:r w:rsidR="006B0C8B">
              <w:rPr>
                <w:rStyle w:val="Teksttreci2"/>
                <w:color w:val="000000"/>
              </w:rPr>
              <w:t>,49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D55797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582 735,00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z cegły ceramicznej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Pr="006B0C8B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16" w:lineRule="exact"/>
              <w:ind w:firstLine="0"/>
              <w:jc w:val="both"/>
              <w:rPr>
                <w:sz w:val="15"/>
                <w:szCs w:val="15"/>
              </w:rPr>
            </w:pPr>
            <w:r w:rsidRPr="006B0C8B">
              <w:rPr>
                <w:rStyle w:val="Teksttreci2"/>
                <w:color w:val="000000"/>
                <w:sz w:val="15"/>
                <w:szCs w:val="15"/>
              </w:rPr>
              <w:t>stropodach</w:t>
            </w:r>
          </w:p>
          <w:p w:rsidR="00FF5B9F" w:rsidRPr="006B0C8B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16" w:lineRule="exact"/>
              <w:ind w:firstLine="0"/>
              <w:jc w:val="both"/>
              <w:rPr>
                <w:sz w:val="15"/>
                <w:szCs w:val="15"/>
              </w:rPr>
            </w:pPr>
            <w:r w:rsidRPr="006B0C8B">
              <w:rPr>
                <w:rStyle w:val="Teksttreci2"/>
                <w:color w:val="000000"/>
                <w:sz w:val="15"/>
                <w:szCs w:val="15"/>
              </w:rPr>
              <w:t>jednospadowy z</w:t>
            </w:r>
            <w:r w:rsidR="006B0C8B">
              <w:rPr>
                <w:rStyle w:val="Teksttreci2"/>
                <w:color w:val="000000"/>
                <w:sz w:val="15"/>
                <w:szCs w:val="15"/>
              </w:rPr>
              <w:t xml:space="preserve"> </w:t>
            </w:r>
            <w:r w:rsidRPr="006B0C8B">
              <w:rPr>
                <w:rStyle w:val="Teksttreci2"/>
                <w:color w:val="000000"/>
                <w:sz w:val="15"/>
                <w:szCs w:val="15"/>
              </w:rPr>
              <w:t>żelbetowych</w:t>
            </w:r>
          </w:p>
          <w:p w:rsidR="00FF5B9F" w:rsidRPr="006B0C8B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16" w:lineRule="exact"/>
              <w:ind w:firstLine="0"/>
              <w:jc w:val="both"/>
              <w:rPr>
                <w:sz w:val="15"/>
                <w:szCs w:val="15"/>
              </w:rPr>
            </w:pPr>
            <w:r w:rsidRPr="006B0C8B">
              <w:rPr>
                <w:rStyle w:val="Teksttreci2"/>
                <w:color w:val="000000"/>
                <w:sz w:val="15"/>
                <w:szCs w:val="15"/>
              </w:rPr>
              <w:t>płyt</w:t>
            </w:r>
            <w:r w:rsidR="006B0C8B">
              <w:rPr>
                <w:rStyle w:val="Teksttreci2"/>
                <w:color w:val="000000"/>
                <w:sz w:val="15"/>
                <w:szCs w:val="15"/>
              </w:rPr>
              <w:t xml:space="preserve"> </w:t>
            </w:r>
          </w:p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16" w:lineRule="exact"/>
              <w:ind w:firstLine="0"/>
              <w:jc w:val="both"/>
            </w:pPr>
            <w:r w:rsidRPr="006B0C8B">
              <w:rPr>
                <w:rStyle w:val="Teksttreci2"/>
                <w:color w:val="000000"/>
                <w:sz w:val="15"/>
                <w:szCs w:val="15"/>
              </w:rPr>
              <w:t>panwiowych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560" w:firstLine="0"/>
              <w:jc w:val="left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983580">
        <w:trPr>
          <w:cantSplit/>
          <w:trHeight w:hRule="exact" w:val="4881"/>
          <w:jc w:val="center"/>
        </w:trPr>
        <w:tc>
          <w:tcPr>
            <w:tcW w:w="11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Dom dla Bezdomnych, niepodpiwniczony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11-200</w:t>
            </w:r>
          </w:p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Bartoszyce, ul. Pieniężnego 10A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2012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586.60m</w:t>
            </w:r>
            <w:r>
              <w:rPr>
                <w:rStyle w:val="Teksttreci2"/>
                <w:color w:val="000000"/>
                <w:vertAlign w:val="superscript"/>
              </w:rPr>
              <w:t>2</w:t>
            </w:r>
            <w:r>
              <w:rPr>
                <w:rStyle w:val="Teksttreci2"/>
                <w:color w:val="000000"/>
              </w:rPr>
              <w:t>, w tym : część mieszkalna - 494,9m</w:t>
            </w:r>
            <w:r>
              <w:rPr>
                <w:rStyle w:val="Teksttreci2"/>
                <w:color w:val="000000"/>
                <w:vertAlign w:val="superscript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Pr="006B0C8B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0" w:lineRule="exact"/>
              <w:ind w:firstLine="0"/>
              <w:jc w:val="left"/>
              <w:rPr>
                <w:sz w:val="14"/>
                <w:szCs w:val="14"/>
              </w:rPr>
            </w:pPr>
            <w:r w:rsidRPr="006B0C8B">
              <w:rPr>
                <w:rStyle w:val="Teksttreci2"/>
                <w:color w:val="000000"/>
                <w:sz w:val="14"/>
                <w:szCs w:val="14"/>
              </w:rPr>
              <w:t>1.313.091,05 zł ,</w:t>
            </w:r>
          </w:p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0" w:lineRule="exact"/>
              <w:ind w:firstLine="0"/>
            </w:pPr>
            <w:r w:rsidRPr="006B0C8B">
              <w:rPr>
                <w:rStyle w:val="Teksttreci2"/>
                <w:color w:val="000000"/>
                <w:sz w:val="14"/>
                <w:szCs w:val="14"/>
              </w:rPr>
              <w:t>dodatkowo: - przyłącze kanalizacji deszczowej 23.320,63zł, - przyłącze kanalizacji sanitarnej 15.727,28zł, - przyłącze en</w:t>
            </w:r>
            <w:r w:rsidR="00CB2942" w:rsidRPr="006B0C8B">
              <w:rPr>
                <w:rStyle w:val="Teksttreci2"/>
                <w:color w:val="000000"/>
                <w:sz w:val="14"/>
                <w:szCs w:val="14"/>
              </w:rPr>
              <w:t>er</w:t>
            </w:r>
            <w:r w:rsidRPr="006B0C8B">
              <w:rPr>
                <w:rStyle w:val="Teksttreci2"/>
                <w:color w:val="000000"/>
                <w:sz w:val="14"/>
                <w:szCs w:val="14"/>
              </w:rPr>
              <w:t>getyczne - 6.267,23zł, - przyłącze wodociągowe 12.594,51zł, - przyłącze co. i cwu 59.478,65zł,</w:t>
            </w:r>
            <w:r w:rsidR="00CB2942" w:rsidRPr="006B0C8B">
              <w:rPr>
                <w:rStyle w:val="Teksttreci2"/>
                <w:color w:val="000000"/>
                <w:sz w:val="14"/>
                <w:szCs w:val="14"/>
              </w:rPr>
              <w:t xml:space="preserve"> sieć wodociągowa w budynku 26 275,84 droga wewnętrzna przy  budynku 114 782,21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D55797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2 057 206,00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Pr="006B0C8B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16" w:lineRule="exact"/>
              <w:ind w:left="160" w:firstLine="0"/>
              <w:jc w:val="left"/>
              <w:rPr>
                <w:sz w:val="16"/>
                <w:szCs w:val="16"/>
              </w:rPr>
            </w:pPr>
            <w:r w:rsidRPr="006B0C8B">
              <w:rPr>
                <w:rStyle w:val="Teksttreci2"/>
                <w:color w:val="000000"/>
                <w:sz w:val="16"/>
                <w:szCs w:val="16"/>
              </w:rPr>
              <w:t>układ</w:t>
            </w:r>
          </w:p>
          <w:p w:rsidR="00FF5B9F" w:rsidRPr="006B0C8B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6B0C8B">
              <w:rPr>
                <w:rStyle w:val="Teksttreci2"/>
                <w:color w:val="000000"/>
                <w:sz w:val="16"/>
                <w:szCs w:val="16"/>
              </w:rPr>
              <w:t>konstrukcyjny mieszany złożony z murowanych ścian nośnych z bloczków betonu komórkowego, ściany fundamento we z betonowych bloczków, na których opierane są płyty</w:t>
            </w:r>
          </w:p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16" w:lineRule="exact"/>
              <w:ind w:firstLine="0"/>
              <w:jc w:val="left"/>
            </w:pPr>
            <w:r w:rsidRPr="006B0C8B">
              <w:rPr>
                <w:rStyle w:val="Teksttreci2"/>
                <w:color w:val="000000"/>
                <w:sz w:val="16"/>
                <w:szCs w:val="16"/>
              </w:rPr>
              <w:t>stropowe i dach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60" w:line="170" w:lineRule="exact"/>
              <w:ind w:firstLine="0"/>
              <w:jc w:val="both"/>
            </w:pPr>
            <w:r w:rsidRPr="006B0C8B">
              <w:rPr>
                <w:rStyle w:val="Teksttreci2"/>
                <w:color w:val="000000"/>
                <w:sz w:val="14"/>
                <w:szCs w:val="14"/>
              </w:rPr>
              <w:t>czterospadowy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60" w:line="170" w:lineRule="exact"/>
              <w:ind w:firstLine="0"/>
              <w:jc w:val="left"/>
            </w:pPr>
            <w:r w:rsidRPr="006B0C8B">
              <w:rPr>
                <w:rStyle w:val="Teksttreci2"/>
                <w:color w:val="000000"/>
                <w:sz w:val="14"/>
                <w:szCs w:val="14"/>
              </w:rPr>
              <w:t>blachodachówka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wewnętrzne</w:t>
            </w:r>
          </w:p>
        </w:tc>
      </w:tr>
      <w:tr w:rsidR="00FF5B9F" w:rsidTr="00B03386">
        <w:trPr>
          <w:cantSplit/>
          <w:trHeight w:hRule="exact" w:val="1283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03386" w:rsidRDefault="00B03386" w:rsidP="00B03386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Miejski</w:t>
            </w:r>
          </w:p>
          <w:p w:rsidR="00B03386" w:rsidRDefault="00B03386" w:rsidP="00B03386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Ośrodek</w:t>
            </w:r>
          </w:p>
          <w:p w:rsidR="00B03386" w:rsidRDefault="00B03386" w:rsidP="00B03386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Pomocy</w:t>
            </w:r>
          </w:p>
          <w:p w:rsidR="00B03386" w:rsidRDefault="00B03386" w:rsidP="00B03386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Społecznej</w:t>
            </w:r>
          </w:p>
          <w:p w:rsidR="00FF5B9F" w:rsidRDefault="00B03386" w:rsidP="00B03386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Bartoszycach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B03386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  <w:r>
              <w:t xml:space="preserve">Adaptacja pomieszczeń na potrzeby Dziennego Domu „Senior - Wigor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03386" w:rsidRDefault="00B03386" w:rsidP="00B03386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11-200</w:t>
            </w:r>
          </w:p>
          <w:p w:rsidR="00B03386" w:rsidRDefault="00B03386" w:rsidP="00B03386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left="360" w:hanging="20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Bartoszyce,</w:t>
            </w:r>
          </w:p>
          <w:p w:rsidR="00FF5B9F" w:rsidRDefault="00B03386" w:rsidP="00B03386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left="360" w:hanging="200"/>
            </w:pPr>
            <w:r>
              <w:rPr>
                <w:rStyle w:val="Teksttreci2"/>
                <w:color w:val="000000"/>
              </w:rPr>
              <w:t>ul. Pieniężnego 10A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B03386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  <w:r>
              <w:t>2015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713D68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t>187 430,22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180" w:firstLine="0"/>
              <w:jc w:val="left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21" w:lineRule="exact"/>
              <w:ind w:left="160" w:firstLine="0"/>
              <w:jc w:val="lef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before="60" w:after="0" w:line="170" w:lineRule="exact"/>
              <w:ind w:left="160" w:firstLine="0"/>
              <w:jc w:val="left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before="60" w:after="0" w:line="170" w:lineRule="exact"/>
              <w:ind w:left="140" w:firstLine="0"/>
              <w:jc w:val="left"/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</w:tr>
      <w:tr w:rsidR="00FF5B9F" w:rsidTr="006B0C8B">
        <w:trPr>
          <w:cantSplit/>
          <w:trHeight w:hRule="exact" w:val="537"/>
          <w:jc w:val="center"/>
        </w:trPr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21" w:lineRule="exact"/>
              <w:ind w:firstLine="0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160" w:firstLine="0"/>
              <w:jc w:val="left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</w:tr>
    </w:tbl>
    <w:p w:rsidR="00FF5B9F" w:rsidRDefault="00FF5B9F" w:rsidP="006B0C8B">
      <w:pPr>
        <w:framePr w:w="15869" w:wrap="notBeside" w:vAnchor="text" w:hAnchor="page" w:x="211" w:y="-42"/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</w:pPr>
    </w:p>
    <w:tbl>
      <w:tblPr>
        <w:tblW w:w="2643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2"/>
        <w:gridCol w:w="1618"/>
        <w:gridCol w:w="1560"/>
        <w:gridCol w:w="936"/>
        <w:gridCol w:w="1157"/>
        <w:gridCol w:w="1224"/>
        <w:gridCol w:w="1589"/>
        <w:gridCol w:w="1560"/>
        <w:gridCol w:w="1162"/>
        <w:gridCol w:w="1138"/>
        <w:gridCol w:w="1133"/>
        <w:gridCol w:w="595"/>
        <w:gridCol w:w="1056"/>
        <w:gridCol w:w="1056"/>
        <w:gridCol w:w="1056"/>
        <w:gridCol w:w="1056"/>
        <w:gridCol w:w="1056"/>
        <w:gridCol w:w="1056"/>
        <w:gridCol w:w="1056"/>
        <w:gridCol w:w="1056"/>
        <w:gridCol w:w="1056"/>
        <w:gridCol w:w="1056"/>
        <w:gridCol w:w="1056"/>
      </w:tblGrid>
      <w:tr w:rsidR="0048573B" w:rsidTr="005C119C">
        <w:trPr>
          <w:gridAfter w:val="10"/>
          <w:wAfter w:w="10560" w:type="dxa"/>
          <w:trHeight w:hRule="exact" w:val="43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03386" w:rsidRPr="00B03386" w:rsidRDefault="00B03386" w:rsidP="00B03386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7"/>
                <w:szCs w:val="17"/>
              </w:rPr>
            </w:pPr>
            <w:r w:rsidRPr="00B03386">
              <w:rPr>
                <w:rFonts w:cs="Times New Roman"/>
                <w:color w:val="auto"/>
                <w:sz w:val="17"/>
                <w:szCs w:val="17"/>
              </w:rPr>
              <w:t>Zakład Usług</w:t>
            </w:r>
          </w:p>
          <w:p w:rsidR="0048573B" w:rsidRPr="00B03386" w:rsidRDefault="00B03386" w:rsidP="00B03386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6"/>
                <w:szCs w:val="16"/>
              </w:rPr>
            </w:pPr>
            <w:r w:rsidRPr="00B03386">
              <w:rPr>
                <w:rFonts w:cs="Times New Roman"/>
                <w:color w:val="auto"/>
                <w:sz w:val="17"/>
                <w:szCs w:val="17"/>
              </w:rPr>
              <w:t>Komunalnych</w:t>
            </w:r>
            <w:r>
              <w:rPr>
                <w:rFonts w:cs="Times New Roman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B03386" w:rsidP="0048573B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t>Budynek wynajmowany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573B" w:rsidRDefault="0048573B" w:rsidP="0048573B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</w:tr>
      <w:tr w:rsidR="005C119C" w:rsidTr="005C119C">
        <w:trPr>
          <w:trHeight w:hRule="exact" w:val="476"/>
          <w:jc w:val="center"/>
        </w:trPr>
        <w:tc>
          <w:tcPr>
            <w:tcW w:w="15870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056" w:type="dxa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</w:tr>
      <w:tr w:rsidR="005C119C" w:rsidTr="005C119C">
        <w:trPr>
          <w:gridAfter w:val="10"/>
          <w:wAfter w:w="10560" w:type="dxa"/>
          <w:trHeight w:hRule="exact" w:val="198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Zespół Szkół nr 1 im. Romualda Traugutta w Bartoszycach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Budynek główny, łącznik,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sala gimnastyczna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ul. Traugutta 23 11 - 200 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Lata 20 - te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ubiegłego wieku.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3481,9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12 211 023,00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Ściany i ścianki działowe: cegła pełna i dziurawka.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Ściany zewnętrzne: cegła pełna i kamień.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140" w:firstLine="0"/>
              <w:jc w:val="left"/>
            </w:pPr>
            <w:r>
              <w:rPr>
                <w:rStyle w:val="Teksttreci2"/>
                <w:color w:val="000000"/>
              </w:rPr>
              <w:t>drewniana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6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20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before="60"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szt.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13 szt.</w:t>
            </w:r>
          </w:p>
        </w:tc>
      </w:tr>
      <w:tr w:rsidR="005C119C" w:rsidTr="005C119C">
        <w:trPr>
          <w:gridAfter w:val="10"/>
          <w:wAfter w:w="10560" w:type="dxa"/>
          <w:trHeight w:hRule="exact" w:val="226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Szkoła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Podstawowa Nr 3 im.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Tadeusza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Kościuszki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Bartoszycach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Budynek szkolny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11-200 Bartoszyce ul. Marksa 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1964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280" w:firstLine="0"/>
              <w:jc w:val="left"/>
            </w:pPr>
            <w:r>
              <w:rPr>
                <w:rStyle w:val="Teksttreci2"/>
                <w:color w:val="000000"/>
              </w:rPr>
              <w:t>-1, 1, 2.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1 888,59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6 623 285,00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Ściany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zewnętrzne z cegły wap- piaskowej.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Elewacja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docieplona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styropianem,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tynk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cienkowarstwowy.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Żelbetowa - łupiny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prefabrykow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ane.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21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Pokrycie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21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dachowe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papowa.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11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</w:tr>
      <w:tr w:rsidR="005C119C" w:rsidTr="005C119C">
        <w:trPr>
          <w:gridAfter w:val="10"/>
          <w:wAfter w:w="10560" w:type="dxa"/>
          <w:cantSplit/>
          <w:trHeight w:hRule="exact" w:val="989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Zespół Szkolno -Przedszkolny nr 1 w Bartoszycach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Budynek szkolny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ul.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Nowowiejskiego 31 11-200 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1965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1797,00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6"/>
                <w:szCs w:val="16"/>
              </w:rPr>
            </w:pPr>
          </w:p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6"/>
                <w:szCs w:val="16"/>
              </w:rPr>
            </w:pPr>
          </w:p>
          <w:p w:rsidR="005C119C" w:rsidRPr="00811B4F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6 302079,00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murowane,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21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ocieplane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21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styropianem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żelbetonowa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</w:p>
        </w:tc>
      </w:tr>
      <w:tr w:rsidR="005C119C" w:rsidTr="005C119C">
        <w:trPr>
          <w:gridAfter w:val="10"/>
          <w:wAfter w:w="10560" w:type="dxa"/>
          <w:cantSplit/>
          <w:trHeight w:hRule="exact" w:val="984"/>
          <w:jc w:val="center"/>
        </w:trPr>
        <w:tc>
          <w:tcPr>
            <w:tcW w:w="11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gospodarczy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ul.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Nowowiejskiego 31 11-200 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1986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16,25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6 552,00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murowane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żelbetonowa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</w:tr>
      <w:tr w:rsidR="005C119C" w:rsidTr="005C119C">
        <w:trPr>
          <w:gridAfter w:val="10"/>
          <w:wAfter w:w="10560" w:type="dxa"/>
          <w:cantSplit/>
          <w:trHeight w:hRule="exact" w:val="744"/>
          <w:jc w:val="center"/>
        </w:trPr>
        <w:tc>
          <w:tcPr>
            <w:tcW w:w="11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przedszkola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ul. 4 lutego 26, 11-200 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1967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361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1 266 027,00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murowane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żelbetonowa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5C119C" w:rsidTr="005C119C">
        <w:trPr>
          <w:gridAfter w:val="10"/>
          <w:wAfter w:w="10560" w:type="dxa"/>
          <w:cantSplit/>
          <w:trHeight w:hRule="exact" w:val="984"/>
          <w:jc w:val="center"/>
        </w:trPr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Kotłownia CO + instalacja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ul.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Nowowiejskiego 31 11-200 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2002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76 324,42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</w:tr>
      <w:tr w:rsidR="005C119C" w:rsidTr="005C119C">
        <w:trPr>
          <w:gridAfter w:val="10"/>
          <w:wAfter w:w="10560" w:type="dxa"/>
          <w:trHeight w:hRule="exact" w:val="53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6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Szkoła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Podstawowa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200" w:firstLine="0"/>
              <w:jc w:val="left"/>
            </w:pPr>
            <w:r>
              <w:rPr>
                <w:rStyle w:val="Teksttreci2"/>
                <w:color w:val="000000"/>
              </w:rPr>
              <w:t>Budynek szkoły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ul. Gen. Bema 35, 11-200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1898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 i 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3775,8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18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13 241 731,00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murowane z cegły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140" w:firstLine="0"/>
              <w:jc w:val="left"/>
            </w:pPr>
            <w:r>
              <w:rPr>
                <w:rStyle w:val="Teksttreci2"/>
                <w:color w:val="000000"/>
              </w:rPr>
              <w:t>drewniana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6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dachówka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ceramiczna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</w:t>
            </w:r>
          </w:p>
        </w:tc>
      </w:tr>
    </w:tbl>
    <w:p w:rsidR="0048573B" w:rsidRDefault="0048573B" w:rsidP="0048573B">
      <w:pPr>
        <w:framePr w:w="16381" w:h="9421" w:hRule="exact" w:wrap="notBeside" w:vAnchor="text" w:hAnchor="page" w:x="121" w:y="-140"/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2"/>
        <w:gridCol w:w="1618"/>
        <w:gridCol w:w="1560"/>
        <w:gridCol w:w="936"/>
        <w:gridCol w:w="1157"/>
        <w:gridCol w:w="1224"/>
        <w:gridCol w:w="1589"/>
        <w:gridCol w:w="1560"/>
        <w:gridCol w:w="1162"/>
        <w:gridCol w:w="1138"/>
        <w:gridCol w:w="1133"/>
        <w:gridCol w:w="595"/>
        <w:gridCol w:w="1341"/>
      </w:tblGrid>
      <w:tr w:rsidR="00FF5B9F" w:rsidTr="0048573B">
        <w:trPr>
          <w:cantSplit/>
          <w:trHeight w:hRule="exact" w:val="528"/>
          <w:jc w:val="center"/>
        </w:trPr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lastRenderedPageBreak/>
              <w:t>nr 7 im. Józefa Wybickiego w</w:t>
            </w:r>
          </w:p>
          <w:p w:rsidR="00FF5B9F" w:rsidRDefault="00FF5B9F" w:rsidP="00811B4F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Bartoszycach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48573B">
        <w:trPr>
          <w:cantSplit/>
          <w:trHeight w:hRule="exact" w:val="950"/>
          <w:jc w:val="center"/>
        </w:trPr>
        <w:tc>
          <w:tcPr>
            <w:tcW w:w="11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E0984" w:rsidP="00FE0984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</w:t>
            </w:r>
            <w:r w:rsidR="00FF5B9F">
              <w:rPr>
                <w:rStyle w:val="Teksttreci2"/>
                <w:color w:val="000000"/>
              </w:rPr>
              <w:t>udynek sali gimnastycznej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0" w:lineRule="exact"/>
              <w:ind w:left="340" w:hanging="140"/>
              <w:jc w:val="left"/>
            </w:pPr>
            <w:r>
              <w:rPr>
                <w:rStyle w:val="Teksttreci2"/>
                <w:color w:val="000000"/>
              </w:rPr>
              <w:t>ul. Gen. Bema 35, 11-200 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2003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1057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20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A1410C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3</w:t>
            </w:r>
            <w:r w:rsidR="00BF7950">
              <w:rPr>
                <w:rStyle w:val="Teksttreci2"/>
                <w:color w:val="000000"/>
              </w:rPr>
              <w:t> 706 899</w:t>
            </w:r>
            <w:r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Pr="00A1410C" w:rsidRDefault="00FF5B9F" w:rsidP="00A1410C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21" w:lineRule="exact"/>
              <w:ind w:firstLine="0"/>
              <w:jc w:val="left"/>
              <w:rPr>
                <w:sz w:val="16"/>
                <w:szCs w:val="16"/>
              </w:rPr>
            </w:pPr>
            <w:r w:rsidRPr="00A1410C">
              <w:rPr>
                <w:rStyle w:val="Teksttreci2"/>
                <w:color w:val="000000"/>
                <w:sz w:val="16"/>
                <w:szCs w:val="16"/>
              </w:rPr>
              <w:t>cegł</w:t>
            </w:r>
            <w:r w:rsidR="00A1410C">
              <w:rPr>
                <w:rStyle w:val="Teksttreci2"/>
                <w:color w:val="000000"/>
                <w:sz w:val="16"/>
                <w:szCs w:val="16"/>
              </w:rPr>
              <w:t>a</w:t>
            </w:r>
            <w:r w:rsidR="00A1410C" w:rsidRPr="00A1410C">
              <w:rPr>
                <w:rStyle w:val="Teksttreci2"/>
                <w:color w:val="000000"/>
                <w:sz w:val="16"/>
                <w:szCs w:val="16"/>
              </w:rPr>
              <w:t xml:space="preserve"> ceramiczna i gazobetonow</w:t>
            </w:r>
            <w:r w:rsidR="00A1410C">
              <w:rPr>
                <w:rStyle w:val="Teksttreci2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stalowo-</w:t>
            </w:r>
          </w:p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before="60"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drewniana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6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dachówka</w:t>
            </w:r>
          </w:p>
          <w:p w:rsidR="00FF5B9F" w:rsidRDefault="00FF5B9F" w:rsidP="00A1410C">
            <w:pPr>
              <w:pStyle w:val="Teksttreci21"/>
              <w:framePr w:w="16291" w:wrap="notBeside" w:vAnchor="text" w:hAnchor="page" w:x="211" w:y="3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ceramiczna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A1410C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</w:tr>
      <w:tr w:rsidR="00FF5B9F" w:rsidTr="0048573B">
        <w:trPr>
          <w:trHeight w:hRule="exact" w:val="196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Zespół Szkół z</w:t>
            </w:r>
          </w:p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Ukraińskim</w:t>
            </w:r>
          </w:p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Językiem</w:t>
            </w:r>
          </w:p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Nauczania</w:t>
            </w:r>
          </w:p>
          <w:p w:rsidR="00FF5B9F" w:rsidRDefault="007D6464" w:rsidP="00A1410C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t>B-ce</w:t>
            </w:r>
          </w:p>
          <w:p w:rsidR="007D6464" w:rsidRDefault="007D6464" w:rsidP="00A1410C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0" w:lineRule="exact"/>
              <w:ind w:firstLine="0"/>
              <w:jc w:val="left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Budynek szkoły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1410C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340" w:hanging="14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Leśna 1 </w:t>
            </w:r>
          </w:p>
          <w:p w:rsidR="00FF5B9F" w:rsidRDefault="00FF5B9F" w:rsidP="00A1410C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340" w:hanging="140"/>
              <w:jc w:val="left"/>
            </w:pPr>
            <w:r>
              <w:rPr>
                <w:rStyle w:val="Teksttreci2"/>
                <w:color w:val="000000"/>
              </w:rPr>
              <w:t>B</w:t>
            </w:r>
            <w:r w:rsidR="00A1410C">
              <w:rPr>
                <w:rStyle w:val="Teksttreci2"/>
                <w:color w:val="000000"/>
              </w:rPr>
              <w:t>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1930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1 266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A1410C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BF7950" w:rsidP="00A1410C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4 439 862</w:t>
            </w:r>
            <w:r w:rsidR="00FF5B9F"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murow</w:t>
            </w:r>
            <w:r w:rsidR="00A1410C">
              <w:rPr>
                <w:rStyle w:val="Teksttreci2"/>
                <w:color w:val="000000"/>
              </w:rPr>
              <w:t>a</w:t>
            </w:r>
            <w:r>
              <w:rPr>
                <w:rStyle w:val="Teksttreci2"/>
                <w:color w:val="000000"/>
              </w:rPr>
              <w:t>ne</w:t>
            </w:r>
          </w:p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ceglane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drewniany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blacha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11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A1410C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16" w:lineRule="exact"/>
              <w:ind w:firstLine="0"/>
              <w:jc w:val="both"/>
            </w:pPr>
            <w:r>
              <w:rPr>
                <w:rStyle w:val="Teksttreci2"/>
                <w:color w:val="000000"/>
              </w:rPr>
              <w:t>1+</w:t>
            </w:r>
            <w:r w:rsidR="00A1410C">
              <w:rPr>
                <w:rStyle w:val="Teksttreci2"/>
                <w:color w:val="000000"/>
              </w:rPr>
              <w:t>2</w:t>
            </w:r>
            <w:r>
              <w:rPr>
                <w:rStyle w:val="Teksttreci2"/>
                <w:color w:val="000000"/>
              </w:rPr>
              <w:t xml:space="preserve"> skrzynki hydrantowe wewnętrzne</w:t>
            </w:r>
          </w:p>
        </w:tc>
      </w:tr>
      <w:tr w:rsidR="00FF5B9F" w:rsidTr="0048573B">
        <w:trPr>
          <w:trHeight w:hRule="exact" w:val="441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A1410C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Gimnazjum Nr 2 w Bartoszycach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Budynek szkoły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ul. Bema 35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1896r.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4</w:t>
            </w:r>
          </w:p>
          <w:p w:rsidR="00FF5B9F" w:rsidRPr="00317811" w:rsidRDefault="00FF5B9F" w:rsidP="00317811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5" w:lineRule="exact"/>
              <w:ind w:firstLine="0"/>
              <w:jc w:val="left"/>
              <w:rPr>
                <w:sz w:val="15"/>
                <w:szCs w:val="15"/>
              </w:rPr>
            </w:pPr>
            <w:r w:rsidRPr="00317811">
              <w:rPr>
                <w:rStyle w:val="Teksttreci2"/>
                <w:color w:val="000000"/>
                <w:sz w:val="15"/>
                <w:szCs w:val="15"/>
              </w:rPr>
              <w:t>podpiwniczony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3775,8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20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317811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1</w:t>
            </w:r>
            <w:r w:rsidR="00BF7950">
              <w:rPr>
                <w:rStyle w:val="Teksttreci2"/>
                <w:color w:val="000000"/>
              </w:rPr>
              <w:t>3 241 731</w:t>
            </w:r>
            <w:r>
              <w:rPr>
                <w:rStyle w:val="Teksttreci2"/>
                <w:color w:val="000000"/>
              </w:rPr>
              <w:t>,</w:t>
            </w:r>
            <w:r w:rsidR="00317811">
              <w:rPr>
                <w:rStyle w:val="Teksttreci2"/>
                <w:color w:val="000000"/>
              </w:rPr>
              <w:t>0</w:t>
            </w:r>
            <w:r>
              <w:rPr>
                <w:rStyle w:val="Teksttreci2"/>
                <w:color w:val="000000"/>
              </w:rPr>
              <w:t>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F5B9F" w:rsidRPr="00317811" w:rsidRDefault="00FF5B9F" w:rsidP="00317811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konstrukcyjne i działowe z cegły</w:t>
            </w:r>
          </w:p>
          <w:p w:rsidR="00FF5B9F" w:rsidRPr="00317811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16" w:lineRule="exact"/>
              <w:ind w:firstLine="0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ceramicznej pełnej. Stropy nad</w:t>
            </w:r>
          </w:p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16" w:lineRule="exact"/>
              <w:ind w:firstLine="0"/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piwnicami z cegły na belkach stalowych dwuteowych, stropy między piętrami drewniane belkowe za ślepym pułapem i podsufitką z desek.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7811" w:rsidRDefault="00317811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16" w:lineRule="exact"/>
              <w:ind w:left="180" w:hanging="18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dwuspadowa</w:t>
            </w:r>
          </w:p>
          <w:p w:rsidR="00317811" w:rsidRDefault="00317811" w:rsidP="00317811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16" w:lineRule="exact"/>
              <w:ind w:left="180" w:hanging="18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k</w:t>
            </w:r>
            <w:r w:rsidR="00FF5B9F">
              <w:rPr>
                <w:rStyle w:val="Teksttreci2"/>
                <w:color w:val="000000"/>
              </w:rPr>
              <w:t>onst</w:t>
            </w:r>
            <w:r>
              <w:rPr>
                <w:rStyle w:val="Teksttreci2"/>
                <w:color w:val="000000"/>
              </w:rPr>
              <w:t>rukcja</w:t>
            </w:r>
          </w:p>
          <w:p w:rsidR="00FF5B9F" w:rsidRDefault="00317811" w:rsidP="00317811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16" w:lineRule="exact"/>
              <w:ind w:left="180" w:hanging="180"/>
              <w:jc w:val="left"/>
            </w:pPr>
            <w:r>
              <w:rPr>
                <w:rStyle w:val="Teksttreci2"/>
                <w:color w:val="000000"/>
              </w:rPr>
              <w:t>d</w:t>
            </w:r>
            <w:r w:rsidR="00FF5B9F">
              <w:rPr>
                <w:rStyle w:val="Teksttreci2"/>
                <w:color w:val="000000"/>
              </w:rPr>
              <w:t>rewniana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dachówka ceramiczna ułożoną na łatach.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22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</w:p>
        </w:tc>
      </w:tr>
    </w:tbl>
    <w:p w:rsidR="00FF5B9F" w:rsidRDefault="00FF5B9F" w:rsidP="0048573B">
      <w:pPr>
        <w:framePr w:w="16291" w:wrap="notBeside" w:vAnchor="text" w:hAnchor="page" w:x="211" w:y="3"/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</w:pPr>
    </w:p>
    <w:tbl>
      <w:tblPr>
        <w:tblW w:w="1587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2"/>
        <w:gridCol w:w="1618"/>
        <w:gridCol w:w="1560"/>
        <w:gridCol w:w="936"/>
        <w:gridCol w:w="1157"/>
        <w:gridCol w:w="1224"/>
        <w:gridCol w:w="1589"/>
        <w:gridCol w:w="1560"/>
        <w:gridCol w:w="1162"/>
        <w:gridCol w:w="1230"/>
        <w:gridCol w:w="1041"/>
        <w:gridCol w:w="595"/>
        <w:gridCol w:w="1056"/>
      </w:tblGrid>
      <w:tr w:rsidR="00FF5B9F" w:rsidTr="00317811">
        <w:trPr>
          <w:trHeight w:hRule="exact" w:val="6624"/>
          <w:jc w:val="center"/>
        </w:trPr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Hala sportowa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ul. Bema 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Pr="00317811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left="200"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02.01.</w:t>
            </w:r>
          </w:p>
          <w:p w:rsidR="00FF5B9F" w:rsidRPr="00317811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left="200"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2004r.-</w:t>
            </w:r>
          </w:p>
          <w:p w:rsidR="00317811" w:rsidRDefault="00317811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M</w:t>
            </w:r>
            <w:r w:rsidR="00FF5B9F" w:rsidRPr="00317811">
              <w:rPr>
                <w:rStyle w:val="Teksttreci2"/>
                <w:color w:val="000000"/>
                <w:sz w:val="16"/>
                <w:szCs w:val="16"/>
              </w:rPr>
              <w:t>oderni</w:t>
            </w:r>
          </w:p>
          <w:p w:rsidR="00FF5B9F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zacja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2 -zach. część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418,1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1 768 232,30 zł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-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Pr="00317811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Bryła g</w:t>
            </w:r>
            <w:r w:rsidR="00317811" w:rsidRPr="00317811">
              <w:rPr>
                <w:rStyle w:val="Teksttreci2"/>
                <w:color w:val="000000"/>
                <w:sz w:val="16"/>
                <w:szCs w:val="16"/>
              </w:rPr>
              <w:t>ł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. bud.- ściany</w:t>
            </w:r>
          </w:p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konstrukcyjn</w:t>
            </w:r>
            <w:r w:rsidR="00317811">
              <w:rPr>
                <w:rStyle w:val="Teksttreci2"/>
                <w:color w:val="000000"/>
                <w:sz w:val="16"/>
                <w:szCs w:val="16"/>
              </w:rPr>
              <w:t xml:space="preserve">e z cegły cermicznej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pełnej, gr.51cm. Bryła</w:t>
            </w:r>
          </w:p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zach.</w:t>
            </w:r>
            <w:r w:rsidR="00317811"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bud.-</w:t>
            </w:r>
          </w:p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ściany</w:t>
            </w:r>
          </w:p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konst</w:t>
            </w:r>
            <w:r w:rsidR="00317811">
              <w:rPr>
                <w:rStyle w:val="Teksttreci2"/>
                <w:color w:val="000000"/>
                <w:sz w:val="16"/>
                <w:szCs w:val="16"/>
              </w:rPr>
              <w:t>r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ukcyjne (gr.51cm) i działowe (gr.12cm) z cegły</w:t>
            </w:r>
          </w:p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ceramicznej pełnej. Bryła wsch.</w:t>
            </w:r>
            <w:r w:rsidR="00317811"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bud.- ściany</w:t>
            </w:r>
          </w:p>
          <w:p w:rsidR="00FF5B9F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konstrukcyjne -pustaki ceramiczne3 (gr.38cm) ścianki działowe - pustaki ceramiczne (gr12cm). Strop- belki drewniane</w:t>
            </w:r>
            <w:r>
              <w:rPr>
                <w:rStyle w:val="Teksttreci2"/>
                <w:color w:val="000000"/>
              </w:rPr>
              <w:t>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Bryła gł. bud.-</w:t>
            </w:r>
          </w:p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dwuspadowy ,</w:t>
            </w:r>
            <w:r w:rsidR="00317811"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konst</w:t>
            </w:r>
            <w:r w:rsidR="00317811">
              <w:rPr>
                <w:rStyle w:val="Teksttreci2"/>
                <w:color w:val="000000"/>
                <w:sz w:val="16"/>
                <w:szCs w:val="16"/>
              </w:rPr>
              <w:t>r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 xml:space="preserve">ukcja drewniana, </w:t>
            </w:r>
            <w:r w:rsidRPr="00317811">
              <w:rPr>
                <w:rStyle w:val="Teksttreci2"/>
                <w:color w:val="000000"/>
                <w:sz w:val="15"/>
                <w:szCs w:val="15"/>
              </w:rPr>
              <w:t>trójwieszakowy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 w:rsidR="00317811"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Bryła zach. bud.- jednospadowy,</w:t>
            </w:r>
          </w:p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left="160"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konstrukcja</w:t>
            </w:r>
          </w:p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drewniana.</w:t>
            </w:r>
            <w:r w:rsidR="00317811">
              <w:rPr>
                <w:rStyle w:val="Teksttreci2"/>
                <w:color w:val="000000"/>
                <w:sz w:val="16"/>
                <w:szCs w:val="16"/>
              </w:rPr>
              <w:t xml:space="preserve"> 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Bryła</w:t>
            </w:r>
          </w:p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wsch.</w:t>
            </w:r>
            <w:r w:rsidR="00317811"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bud.-</w:t>
            </w:r>
          </w:p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jednospadowy,</w:t>
            </w:r>
          </w:p>
          <w:p w:rsidR="00FF5B9F" w:rsidRPr="00317811" w:rsidRDefault="00FF5B9F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konstrukcja</w:t>
            </w:r>
          </w:p>
          <w:p w:rsidR="00FF5B9F" w:rsidRDefault="00FF5B9F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drewniana</w:t>
            </w:r>
            <w:r>
              <w:rPr>
                <w:rStyle w:val="Teksttreci2"/>
                <w:color w:val="000000"/>
              </w:rPr>
              <w:t>.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Bryła główna i</w:t>
            </w:r>
          </w:p>
          <w:p w:rsidR="00FF5B9F" w:rsidRDefault="00FF5B9F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zach.</w:t>
            </w:r>
            <w:r w:rsidR="00D35024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budynku. - pokr</w:t>
            </w:r>
            <w:r w:rsidR="00D35024">
              <w:rPr>
                <w:rStyle w:val="Teksttreci2"/>
                <w:color w:val="000000"/>
              </w:rPr>
              <w:t>y</w:t>
            </w:r>
            <w:r>
              <w:rPr>
                <w:rStyle w:val="Teksttreci2"/>
                <w:color w:val="000000"/>
              </w:rPr>
              <w:t>cie dachówką ceramiczną ułożoną na łatach. Bryła wsch.</w:t>
            </w:r>
            <w:r w:rsidR="00D35024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bud. - pokryta blachą trapezową ocynkowaną.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D35024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FF5B9F" w:rsidTr="007D6464">
        <w:trPr>
          <w:trHeight w:hRule="exact" w:val="1319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35024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Przedszkole Publiczne </w:t>
            </w:r>
          </w:p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Teksttreci2"/>
                <w:color w:val="000000"/>
              </w:rPr>
              <w:t>nr 2 w</w:t>
            </w:r>
          </w:p>
          <w:p w:rsidR="00FF5B9F" w:rsidRDefault="00FF5B9F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Teksttreci2"/>
                <w:color w:val="000000"/>
              </w:rPr>
              <w:t>Bartoszycach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E0984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B</w:t>
            </w:r>
            <w:r w:rsidR="00FF5B9F">
              <w:rPr>
                <w:rStyle w:val="Teksttreci2"/>
                <w:color w:val="000000"/>
              </w:rPr>
              <w:t>udynek</w:t>
            </w:r>
          </w:p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przedszkola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Bartoszyce ul. Marksa 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:rsidR="00D35024" w:rsidRDefault="00D35024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:rsidR="00D35024" w:rsidRDefault="00D35024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:rsidR="00D35024" w:rsidRDefault="00D35024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:rsidR="00D35024" w:rsidRPr="00D35024" w:rsidRDefault="00D35024" w:rsidP="00EF4BE8">
            <w:pPr>
              <w:framePr w:w="15869" w:wrap="notBeside" w:vAnchor="text" w:hAnchor="text" w:xAlign="center" w:y="1"/>
              <w:rPr>
                <w:rFonts w:ascii="Verdana" w:hAnsi="Verdana" w:cs="Times New Roman"/>
                <w:color w:val="auto"/>
                <w:sz w:val="16"/>
                <w:szCs w:val="16"/>
              </w:rPr>
            </w:pPr>
            <w:r>
              <w:rPr>
                <w:rFonts w:ascii="Verdana" w:hAnsi="Verdana" w:cs="Times New Roman"/>
                <w:color w:val="auto"/>
                <w:sz w:val="16"/>
                <w:szCs w:val="16"/>
              </w:rPr>
              <w:t>1953/1981</w:t>
            </w:r>
          </w:p>
          <w:p w:rsidR="00D35024" w:rsidRDefault="00D35024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D35024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705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  <w:r w:rsidR="00BF7950">
              <w:rPr>
                <w:rStyle w:val="Teksttreci2"/>
                <w:color w:val="000000"/>
              </w:rPr>
              <w:t> 472 435</w:t>
            </w:r>
            <w:r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D35024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M</w:t>
            </w:r>
            <w:r w:rsidR="00FF5B9F">
              <w:rPr>
                <w:rStyle w:val="Teksttreci2"/>
                <w:color w:val="000000"/>
              </w:rPr>
              <w:t>urowana</w:t>
            </w:r>
            <w:r>
              <w:rPr>
                <w:rStyle w:val="Teksttreci2"/>
                <w:color w:val="000000"/>
              </w:rPr>
              <w:t xml:space="preserve"> cegła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papa i dachówka ceramiczna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papa i 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1</w:t>
            </w:r>
            <w:r w:rsidR="00D35024">
              <w:rPr>
                <w:rStyle w:val="Teksttreci2"/>
                <w:color w:val="000000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FF5B9F" w:rsidTr="007D6464">
        <w:trPr>
          <w:trHeight w:hRule="exact" w:val="148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Teksttreci2"/>
                <w:color w:val="000000"/>
              </w:rPr>
              <w:t>Integracyjne</w:t>
            </w:r>
          </w:p>
          <w:p w:rsidR="00FE0984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Przedszkole Publiczne </w:t>
            </w:r>
          </w:p>
          <w:p w:rsidR="00FF5B9F" w:rsidRDefault="007D6464" w:rsidP="007D646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Teksttreci2"/>
                <w:color w:val="000000"/>
              </w:rPr>
              <w:t>nr 4 B - ce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E0984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B</w:t>
            </w:r>
            <w:r w:rsidR="00FF5B9F">
              <w:rPr>
                <w:rStyle w:val="Teksttreci2"/>
                <w:color w:val="000000"/>
              </w:rPr>
              <w:t>udynek</w:t>
            </w:r>
          </w:p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przedszkola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5024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ul.</w:t>
            </w:r>
            <w:r w:rsidR="00D35024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 xml:space="preserve">Bema 49 </w:t>
            </w:r>
          </w:p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ascii="Verdana" w:hAnsi="Verdana" w:cs="Times New Roman"/>
                <w:color w:val="auto"/>
                <w:sz w:val="17"/>
                <w:szCs w:val="17"/>
              </w:rPr>
            </w:pPr>
          </w:p>
          <w:p w:rsidR="004E1AA7" w:rsidRDefault="004E1AA7" w:rsidP="00EF4BE8">
            <w:pPr>
              <w:framePr w:w="15869" w:wrap="notBeside" w:vAnchor="text" w:hAnchor="text" w:xAlign="center" w:y="1"/>
              <w:rPr>
                <w:rFonts w:ascii="Verdana" w:hAnsi="Verdana" w:cs="Times New Roman"/>
                <w:color w:val="auto"/>
                <w:sz w:val="17"/>
                <w:szCs w:val="17"/>
              </w:rPr>
            </w:pPr>
          </w:p>
          <w:p w:rsidR="004E1AA7" w:rsidRDefault="004E1AA7" w:rsidP="00EF4BE8">
            <w:pPr>
              <w:framePr w:w="15869" w:wrap="notBeside" w:vAnchor="text" w:hAnchor="text" w:xAlign="center" w:y="1"/>
              <w:rPr>
                <w:rFonts w:ascii="Verdana" w:hAnsi="Verdana" w:cs="Times New Roman"/>
                <w:color w:val="auto"/>
                <w:sz w:val="17"/>
                <w:szCs w:val="17"/>
              </w:rPr>
            </w:pPr>
          </w:p>
          <w:p w:rsidR="004E1AA7" w:rsidRPr="004E1AA7" w:rsidRDefault="004E1AA7" w:rsidP="00EF4BE8">
            <w:pPr>
              <w:framePr w:w="15869" w:wrap="notBeside" w:vAnchor="text" w:hAnchor="text" w:xAlign="center" w:y="1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Lata 60/2001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1474,2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733FFD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5 170 019</w:t>
            </w:r>
            <w:r w:rsidR="00FF5B9F">
              <w:rPr>
                <w:rStyle w:val="Teksttreci2"/>
                <w:color w:val="000000"/>
              </w:rPr>
              <w:t>,</w:t>
            </w:r>
            <w:r w:rsidR="00D35024">
              <w:rPr>
                <w:rStyle w:val="Teksttreci2"/>
                <w:color w:val="000000"/>
              </w:rPr>
              <w:t>0</w:t>
            </w:r>
            <w:r w:rsidR="00FF5B9F">
              <w:rPr>
                <w:rStyle w:val="Teksttreci2"/>
                <w:color w:val="000000"/>
              </w:rPr>
              <w:t>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cegła pełna i kratkówka, klasy 15 na zaprawie cementowo- wapniowej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płaski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</w:p>
        </w:tc>
      </w:tr>
    </w:tbl>
    <w:p w:rsidR="00FF5B9F" w:rsidRDefault="00FF5B9F" w:rsidP="00FF5B9F">
      <w:pPr>
        <w:framePr w:w="15869" w:wrap="notBeside" w:vAnchor="text" w:hAnchor="text" w:xAlign="center" w:y="1"/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</w:pPr>
    </w:p>
    <w:p w:rsidR="0048573B" w:rsidRDefault="0048573B" w:rsidP="00FF5B9F">
      <w:pPr>
        <w:rPr>
          <w:rFonts w:cs="Times New Roman"/>
          <w:color w:val="auto"/>
          <w:sz w:val="2"/>
        </w:rPr>
      </w:pPr>
    </w:p>
    <w:p w:rsidR="0048573B" w:rsidRDefault="0048573B" w:rsidP="00FF5B9F">
      <w:pPr>
        <w:rPr>
          <w:rFonts w:cs="Times New Roman"/>
          <w:color w:val="auto"/>
          <w:sz w:val="2"/>
        </w:rPr>
      </w:pPr>
    </w:p>
    <w:p w:rsidR="0048573B" w:rsidRDefault="0048573B" w:rsidP="00FF5B9F">
      <w:pPr>
        <w:rPr>
          <w:rFonts w:cs="Times New Roman"/>
          <w:color w:val="auto"/>
          <w:sz w:val="2"/>
        </w:rPr>
      </w:pPr>
    </w:p>
    <w:p w:rsidR="0048573B" w:rsidRDefault="0048573B" w:rsidP="00FF5B9F">
      <w:pPr>
        <w:rPr>
          <w:rFonts w:cs="Times New Roman"/>
          <w:color w:val="auto"/>
          <w:sz w:val="2"/>
        </w:rPr>
      </w:pPr>
    </w:p>
    <w:p w:rsidR="0048573B" w:rsidRDefault="0048573B" w:rsidP="00FF5B9F">
      <w:pPr>
        <w:rPr>
          <w:rFonts w:cs="Times New Roman"/>
          <w:color w:val="auto"/>
          <w:sz w:val="2"/>
        </w:rPr>
      </w:pPr>
    </w:p>
    <w:p w:rsidR="0048573B" w:rsidRDefault="0048573B" w:rsidP="00FF5B9F">
      <w:pPr>
        <w:rPr>
          <w:rFonts w:cs="Times New Roman"/>
          <w:color w:val="auto"/>
          <w:sz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2"/>
        <w:gridCol w:w="1618"/>
        <w:gridCol w:w="1560"/>
        <w:gridCol w:w="936"/>
        <w:gridCol w:w="1157"/>
        <w:gridCol w:w="1224"/>
        <w:gridCol w:w="1589"/>
        <w:gridCol w:w="1560"/>
        <w:gridCol w:w="1162"/>
        <w:gridCol w:w="1138"/>
        <w:gridCol w:w="1133"/>
        <w:gridCol w:w="595"/>
        <w:gridCol w:w="1056"/>
      </w:tblGrid>
      <w:tr w:rsidR="00FF5B9F" w:rsidTr="00EF4BE8">
        <w:trPr>
          <w:trHeight w:hRule="exact" w:val="528"/>
          <w:jc w:val="center"/>
        </w:trPr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both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123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35024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Przedszkole Publiczne </w:t>
            </w:r>
          </w:p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Teksttreci2"/>
                <w:color w:val="000000"/>
              </w:rPr>
              <w:t>nr 9 w</w:t>
            </w:r>
          </w:p>
          <w:p w:rsidR="00FF5B9F" w:rsidRDefault="00FF5B9F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Teksttreci2"/>
                <w:color w:val="000000"/>
              </w:rPr>
              <w:t>Bartoszycach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E0984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B</w:t>
            </w:r>
            <w:r w:rsidR="00FF5B9F">
              <w:rPr>
                <w:rStyle w:val="Teksttreci2"/>
                <w:color w:val="000000"/>
              </w:rPr>
              <w:t>udynek</w:t>
            </w:r>
          </w:p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przedszkola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ul. Nad Łyną 5a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1988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1250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733FFD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4 383 750</w:t>
            </w:r>
            <w:r w:rsidR="00FF5B9F"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płyty</w:t>
            </w:r>
          </w:p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żelbetowe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:rsidR="00D35024" w:rsidRDefault="00D35024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:rsidR="00D35024" w:rsidRDefault="00D35024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:rsidR="00D35024" w:rsidRDefault="00D35024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  <w:p w:rsidR="00D35024" w:rsidRPr="00D35024" w:rsidRDefault="00D35024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  <w:r>
              <w:rPr>
                <w:rFonts w:cs="Times New Roman"/>
                <w:color w:val="auto"/>
                <w:sz w:val="16"/>
                <w:szCs w:val="16"/>
              </w:rPr>
              <w:t>beton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BE8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</w:t>
            </w:r>
          </w:p>
        </w:tc>
      </w:tr>
      <w:tr w:rsidR="0048573B" w:rsidTr="00EF4BE8">
        <w:trPr>
          <w:trHeight w:hRule="exact" w:val="123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906F7" w:rsidRDefault="00B906F7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Bartoszycki</w:t>
            </w:r>
          </w:p>
          <w:p w:rsidR="00B906F7" w:rsidRDefault="00B906F7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Dom</w:t>
            </w:r>
          </w:p>
          <w:p w:rsidR="0048573B" w:rsidRDefault="00B906F7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Kultury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573B" w:rsidRDefault="00FE0984" w:rsidP="00FE098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</w:t>
            </w:r>
            <w:r w:rsidR="00B906F7">
              <w:rPr>
                <w:rStyle w:val="Teksttreci2"/>
                <w:color w:val="000000"/>
              </w:rPr>
              <w:t>udynek domu kultury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573B" w:rsidRDefault="00B906F7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Boh. Warszawy 11; 11-200 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573B" w:rsidRDefault="00B906F7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1928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573B" w:rsidRDefault="00B906F7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2,5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573B" w:rsidRDefault="00B906F7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882,2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573B" w:rsidRDefault="0048573B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573B" w:rsidRDefault="00733FFD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3 093 875</w:t>
            </w:r>
            <w:r w:rsidR="00B906F7"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573B" w:rsidRDefault="00B906F7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murowane z cegły ceramicznej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3386" w:rsidRDefault="00B03386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  <w:p w:rsidR="00B03386" w:rsidRDefault="00B03386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  <w:p w:rsidR="0048573B" w:rsidRPr="00B03386" w:rsidRDefault="00B03386" w:rsidP="00B03386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  <w:r>
              <w:rPr>
                <w:rFonts w:cs="Times New Roman"/>
                <w:color w:val="auto"/>
                <w:sz w:val="16"/>
                <w:szCs w:val="16"/>
              </w:rPr>
              <w:t>drewniana wieszarowa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573B" w:rsidRDefault="00B03386" w:rsidP="00B03386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dachówka ceramiczna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573B" w:rsidRDefault="00B03386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73B" w:rsidRDefault="00B03386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</w:t>
            </w:r>
          </w:p>
        </w:tc>
      </w:tr>
      <w:tr w:rsidR="00B906F7" w:rsidTr="001B0D3A">
        <w:trPr>
          <w:trHeight w:hRule="exact" w:val="123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906F7" w:rsidRDefault="00B906F7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Bartoszycki</w:t>
            </w:r>
          </w:p>
          <w:p w:rsidR="00B906F7" w:rsidRDefault="00B906F7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Dom</w:t>
            </w:r>
          </w:p>
          <w:p w:rsidR="00B906F7" w:rsidRDefault="00B906F7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Kultury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06F7" w:rsidRDefault="00B906F7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pomieszczenie gospodarcze - garaż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06F7" w:rsidRDefault="00B906F7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Boh. Warszawy 11; 11-200 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06F7" w:rsidRDefault="00B906F7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1978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06F7" w:rsidRDefault="00B906F7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06F7" w:rsidRDefault="00B906F7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75,92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06F7" w:rsidRDefault="00B906F7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06F7" w:rsidRDefault="00B906F7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113 880,00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06F7" w:rsidRDefault="00B03386" w:rsidP="00B03386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murowane z cegły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906F7" w:rsidRDefault="00B906F7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  <w:p w:rsidR="00B03386" w:rsidRDefault="00B03386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  <w:p w:rsidR="00B03386" w:rsidRDefault="00B03386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  <w:p w:rsidR="00B03386" w:rsidRPr="00B03386" w:rsidRDefault="00B03386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  <w:r>
              <w:rPr>
                <w:rFonts w:cs="Times New Roman"/>
                <w:color w:val="auto"/>
                <w:sz w:val="16"/>
                <w:szCs w:val="16"/>
              </w:rPr>
              <w:t>drewniana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06F7" w:rsidRDefault="00B03386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06F7" w:rsidRDefault="00B03386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06F7" w:rsidRDefault="00B03386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1B0D3A" w:rsidTr="00770AD9">
        <w:trPr>
          <w:trHeight w:hRule="exact" w:val="100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1B0D3A" w:rsidRDefault="001B0D3A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Bartoszycki Ośrodek Sportu i Rekreacji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Budynek oraz dobudowa budynku sanitarnego </w:t>
            </w:r>
          </w:p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i szatni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1B0D3A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Limanowskiego </w:t>
            </w:r>
          </w:p>
          <w:p w:rsidR="001B0D3A" w:rsidRDefault="001B0D3A" w:rsidP="001B0D3A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B-ce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2012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1 299 070,77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B03386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0D3A" w:rsidRDefault="001B0D3A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  <w:p w:rsidR="001B0D3A" w:rsidRDefault="001B0D3A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  <w:p w:rsidR="001B0D3A" w:rsidRDefault="001B0D3A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  <w:p w:rsidR="001B0D3A" w:rsidRDefault="001B0D3A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blachodachówka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1B0D3A" w:rsidTr="00733FFD">
        <w:trPr>
          <w:trHeight w:hRule="exact" w:val="852"/>
          <w:jc w:val="center"/>
        </w:trPr>
        <w:tc>
          <w:tcPr>
            <w:tcW w:w="114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B0D3A" w:rsidRDefault="001B0D3A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Budynek szatni oraz wejście na teren basenu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1B0D3A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Limanowskiego </w:t>
            </w:r>
          </w:p>
          <w:p w:rsidR="001B0D3A" w:rsidRDefault="001B0D3A" w:rsidP="001B0D3A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B-ce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2012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327 227,44</w:t>
            </w:r>
            <w:r w:rsidR="00770AD9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B03386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0D3A" w:rsidRDefault="001B0D3A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blachodachówka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1B0D3A" w:rsidTr="00770AD9">
        <w:trPr>
          <w:trHeight w:hRule="exact" w:val="851"/>
          <w:jc w:val="center"/>
        </w:trPr>
        <w:tc>
          <w:tcPr>
            <w:tcW w:w="114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B0D3A" w:rsidRDefault="001B0D3A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Budynek technologii basenowej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1B0D3A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Limanowskiego </w:t>
            </w:r>
          </w:p>
          <w:p w:rsidR="001B0D3A" w:rsidRDefault="001B0D3A" w:rsidP="001B0D3A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B-ce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2012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173 818,91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B03386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0D3A" w:rsidRDefault="001B0D3A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blachodachówka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1B0D3A" w:rsidTr="00733FFD">
        <w:trPr>
          <w:trHeight w:hRule="exact" w:val="707"/>
          <w:jc w:val="center"/>
        </w:trPr>
        <w:tc>
          <w:tcPr>
            <w:tcW w:w="114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B0D3A" w:rsidRDefault="001B0D3A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Budynek przy stadionie miejskim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Sportowa </w:t>
            </w:r>
          </w:p>
          <w:p w:rsidR="00770AD9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 - 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1999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50 455,00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B03386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0D3A" w:rsidRDefault="001B0D3A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1B0D3A" w:rsidTr="00733FFD">
        <w:trPr>
          <w:trHeight w:hRule="exact" w:val="707"/>
          <w:jc w:val="center"/>
        </w:trPr>
        <w:tc>
          <w:tcPr>
            <w:tcW w:w="114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B0D3A" w:rsidRDefault="001B0D3A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Budynek przy kąpielisku Miejskim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Ul. Kętrzyńska</w:t>
            </w:r>
          </w:p>
          <w:p w:rsidR="00770AD9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 - 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1999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46 356,00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B03386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0D3A" w:rsidRDefault="001B0D3A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1B0D3A" w:rsidTr="00733FFD">
        <w:trPr>
          <w:trHeight w:hRule="exact" w:val="709"/>
          <w:jc w:val="center"/>
        </w:trPr>
        <w:tc>
          <w:tcPr>
            <w:tcW w:w="114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B0D3A" w:rsidRDefault="001B0D3A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Garaż 2 boksowy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Ul. Słowackiego</w:t>
            </w:r>
          </w:p>
          <w:p w:rsidR="00770AD9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 - 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2003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1 379,00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B03386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0D3A" w:rsidRDefault="001B0D3A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1B0D3A" w:rsidTr="00733FFD">
        <w:trPr>
          <w:trHeight w:hRule="exact" w:val="997"/>
          <w:jc w:val="center"/>
        </w:trPr>
        <w:tc>
          <w:tcPr>
            <w:tcW w:w="114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B0D3A" w:rsidRDefault="001B0D3A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Hala Fitness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70AD9" w:rsidRDefault="00770AD9" w:rsidP="00770AD9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Limanowskiego </w:t>
            </w:r>
          </w:p>
          <w:p w:rsidR="001B0D3A" w:rsidRDefault="00770AD9" w:rsidP="00770AD9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B-ce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2012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1 456 897,13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B03386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0D3A" w:rsidRDefault="001B0D3A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blachodachówka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733FFD" w:rsidTr="00733FFD">
        <w:trPr>
          <w:trHeight w:hRule="exact" w:val="1008"/>
          <w:jc w:val="center"/>
        </w:trPr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33FFD" w:rsidRDefault="00733FFD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3FFD" w:rsidRDefault="00733FFD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Budynek zaplecza  san- szatniowego, boisk i terenów sport – rekreac.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3FFD" w:rsidRDefault="00733FFD" w:rsidP="00770AD9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Korczaka </w:t>
            </w:r>
          </w:p>
          <w:p w:rsidR="00733FFD" w:rsidRDefault="00733FFD" w:rsidP="00770AD9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B-ce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3FFD" w:rsidRDefault="00733FFD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2015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3FFD" w:rsidRDefault="00733FFD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3FFD" w:rsidRDefault="00733FFD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3FFD" w:rsidRDefault="00733FFD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779 456,17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3FFD" w:rsidRDefault="00733FFD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3FFD" w:rsidRDefault="00733FFD" w:rsidP="00B03386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33FFD" w:rsidRDefault="00733FFD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3FFD" w:rsidRDefault="00733FFD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blachodachówka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3FFD" w:rsidRDefault="00733FFD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FFD" w:rsidRDefault="00733FFD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</w:tbl>
    <w:p w:rsidR="00FF5B9F" w:rsidRDefault="00FF5B9F" w:rsidP="00FF5B9F">
      <w:pPr>
        <w:framePr w:w="15869" w:wrap="notBeside" w:vAnchor="text" w:hAnchor="text" w:xAlign="center" w:y="1"/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  <w:sectPr w:rsidR="00FF5B9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40" w:h="11900" w:orient="landscape"/>
          <w:pgMar w:top="883" w:right="298" w:bottom="1136" w:left="663" w:header="0" w:footer="3" w:gutter="0"/>
          <w:cols w:space="720"/>
          <w:noEndnote/>
          <w:titlePg/>
          <w:docGrid w:linePitch="360"/>
        </w:sectPr>
      </w:pPr>
    </w:p>
    <w:p w:rsidR="00B00F94" w:rsidRDefault="00B00F94" w:rsidP="009D190B">
      <w:pPr>
        <w:spacing w:line="207" w:lineRule="exact"/>
        <w:jc w:val="center"/>
        <w:rPr>
          <w:rFonts w:ascii="Calibri,Bold" w:eastAsiaTheme="minorHAnsi" w:hAnsi="Calibri,Bold" w:cs="Calibri,Bold"/>
          <w:b/>
          <w:bCs/>
          <w:color w:val="auto"/>
          <w:lang w:eastAsia="en-US"/>
        </w:rPr>
      </w:pPr>
    </w:p>
    <w:p w:rsidR="009D190B" w:rsidRPr="009D190B" w:rsidRDefault="009D190B" w:rsidP="009D190B">
      <w:pPr>
        <w:spacing w:line="207" w:lineRule="exact"/>
        <w:jc w:val="center"/>
        <w:rPr>
          <w:rFonts w:cs="Times New Roman"/>
          <w:color w:val="auto"/>
        </w:rPr>
      </w:pPr>
    </w:p>
    <w:sectPr w:rsidR="009D190B" w:rsidRPr="009D190B" w:rsidSect="009D190B">
      <w:pgSz w:w="16840" w:h="11900" w:orient="landscape"/>
      <w:pgMar w:top="0" w:right="1067" w:bottom="0" w:left="87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AA3" w:rsidRDefault="00433AA3">
      <w:r>
        <w:separator/>
      </w:r>
    </w:p>
  </w:endnote>
  <w:endnote w:type="continuationSeparator" w:id="0">
    <w:p w:rsidR="00433AA3" w:rsidRDefault="00433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9FA" w:rsidRPr="00EF4BE8" w:rsidRDefault="004509FA" w:rsidP="00EF4BE8">
    <w:pPr>
      <w:pStyle w:val="Stopka0"/>
      <w:jc w:val="center"/>
      <w:rPr>
        <w:rFonts w:ascii="Arial Narrow" w:hAnsi="Arial Narrow"/>
        <w:sz w:val="22"/>
        <w:szCs w:val="22"/>
      </w:rPr>
    </w:pPr>
    <w:r w:rsidRPr="00EF4BE8">
      <w:rPr>
        <w:rFonts w:ascii="Arial Narrow" w:hAnsi="Arial Narrow"/>
        <w:sz w:val="22"/>
        <w:szCs w:val="22"/>
      </w:rPr>
      <w:t>Przetarg nieograniczony Gmina Miejska Bartoszyce</w:t>
    </w:r>
  </w:p>
  <w:p w:rsidR="004509FA" w:rsidRDefault="004509FA">
    <w:pPr>
      <w:pStyle w:val="Stopka0"/>
    </w:pPr>
  </w:p>
  <w:p w:rsidR="004509FA" w:rsidRDefault="004509FA">
    <w:pPr>
      <w:pStyle w:val="Stopka0"/>
    </w:pPr>
  </w:p>
  <w:p w:rsidR="004509FA" w:rsidRDefault="004509FA">
    <w:pPr>
      <w:pStyle w:val="Stopka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9FA" w:rsidRDefault="004509FA">
    <w:pPr>
      <w:rPr>
        <w:rFonts w:cs="Times New Roman"/>
        <w:color w:val="auto"/>
        <w:sz w:val="2"/>
      </w:rPr>
    </w:pPr>
    <w:r>
      <w:rPr>
        <w:noProof/>
        <w:sz w:val="20"/>
      </w:rPr>
      <mc:AlternateContent>
        <mc:Choice Requires="wps">
          <w:drawing>
            <wp:anchor distT="0" distB="0" distL="63500" distR="63500" simplePos="0" relativeHeight="251661312" behindDoc="1" locked="0" layoutInCell="1" allowOverlap="1">
              <wp:simplePos x="0" y="0"/>
              <wp:positionH relativeFrom="page">
                <wp:posOffset>4220210</wp:posOffset>
              </wp:positionH>
              <wp:positionV relativeFrom="page">
                <wp:posOffset>7373620</wp:posOffset>
              </wp:positionV>
              <wp:extent cx="5745480" cy="91440"/>
              <wp:effectExtent l="635" t="1270" r="0" b="254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5480" cy="91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09FA" w:rsidRDefault="004509FA">
                          <w:pPr>
                            <w:pStyle w:val="Nagweklubstopka1"/>
                            <w:shd w:val="clear" w:color="auto" w:fill="auto"/>
                            <w:tabs>
                              <w:tab w:val="right" w:pos="9048"/>
                            </w:tabs>
                            <w:spacing w:line="240" w:lineRule="auto"/>
                          </w:pPr>
                          <w:r>
                            <w:rPr>
                              <w:rStyle w:val="NagweklubstopkaGaramond2"/>
                              <w:b/>
                              <w:i/>
                              <w:color w:val="000000"/>
                            </w:rPr>
                            <w:t>PRZETARG NIEOGRANICZONY</w:t>
                          </w:r>
                          <w:r>
                            <w:rPr>
                              <w:rStyle w:val="NagweklubstopkaGaramond2"/>
                              <w:b/>
                              <w:i/>
                              <w:color w:val="00000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B33A0">
                            <w:rPr>
                              <w:rStyle w:val="NagweklubstopkaGaramond1"/>
                              <w:b/>
                              <w:i/>
                              <w:noProof/>
                              <w:color w:val="000000"/>
                            </w:rPr>
                            <w:t>62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7" type="#_x0000_t202" style="position:absolute;margin-left:332.3pt;margin-top:580.6pt;width:452.4pt;height:7.2pt;z-index:-251655168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" filled="f" stroked="f">
              <v:textbox inset="0,0,0,0">
                <w:txbxContent>
                  <w:p w:rsidR="004509FA" w:rsidRDefault="004509FA">
                    <w:pPr>
                      <w:pStyle w:val="Nagweklubstopka1"/>
                      <w:shd w:val="clear" w:color="auto" w:fill="auto"/>
                      <w:tabs>
                        <w:tab w:val="right" w:pos="9048"/>
                      </w:tabs>
                      <w:spacing w:line="240" w:lineRule="auto"/>
                    </w:pPr>
                    <w:r>
                      <w:rPr>
                        <w:rStyle w:val="NagweklubstopkaGaramond2"/>
                        <w:b/>
                        <w:i/>
                        <w:color w:val="000000"/>
                      </w:rPr>
                      <w:t>PRZETARG NIEOGRANICZONY</w:t>
                    </w:r>
                    <w:r>
                      <w:rPr>
                        <w:rStyle w:val="NagweklubstopkaGaramond2"/>
                        <w:b/>
                        <w:i/>
                        <w:color w:val="00000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B33A0">
                      <w:rPr>
                        <w:rStyle w:val="NagweklubstopkaGaramond1"/>
                        <w:b/>
                        <w:i/>
                        <w:noProof/>
                        <w:color w:val="000000"/>
                      </w:rPr>
                      <w:t>62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9FA" w:rsidRDefault="004509FA">
    <w:pPr>
      <w:rPr>
        <w:rFonts w:cs="Times New Roman"/>
        <w:color w:val="auto"/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9FA" w:rsidRDefault="004509FA">
    <w:pPr>
      <w:rPr>
        <w:rFonts w:cs="Times New Roman"/>
        <w:color w:val="auto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AA3" w:rsidRDefault="00433AA3">
      <w:r>
        <w:separator/>
      </w:r>
    </w:p>
  </w:footnote>
  <w:footnote w:type="continuationSeparator" w:id="0">
    <w:p w:rsidR="00433AA3" w:rsidRDefault="00433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9FA" w:rsidRDefault="004509FA">
    <w:pPr>
      <w:pStyle w:val="Nagwek"/>
    </w:pPr>
  </w:p>
  <w:p w:rsidR="004509FA" w:rsidRDefault="004509FA">
    <w:pPr>
      <w:pStyle w:val="Nagwek"/>
    </w:pPr>
  </w:p>
  <w:p w:rsidR="004509FA" w:rsidRPr="00EF4BE8" w:rsidRDefault="004509FA" w:rsidP="00EF4BE8">
    <w:pPr>
      <w:pStyle w:val="Nagwek"/>
      <w:jc w:val="right"/>
      <w:rPr>
        <w:rFonts w:ascii="Arial Narrow" w:hAnsi="Arial Narrow"/>
        <w:i/>
        <w:sz w:val="22"/>
        <w:szCs w:val="22"/>
      </w:rPr>
    </w:pPr>
    <w:r w:rsidRPr="00EF4BE8">
      <w:rPr>
        <w:rFonts w:ascii="Arial Narrow" w:hAnsi="Arial Narrow"/>
        <w:i/>
        <w:sz w:val="22"/>
        <w:szCs w:val="22"/>
      </w:rPr>
      <w:t>Załącznik Nr 7a</w:t>
    </w:r>
  </w:p>
  <w:p w:rsidR="004509FA" w:rsidRDefault="004509F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9FA" w:rsidRDefault="004509FA">
    <w:pPr>
      <w:rPr>
        <w:rFonts w:cs="Times New Roman"/>
        <w:color w:val="auto"/>
        <w:sz w:val="2"/>
      </w:rPr>
    </w:pPr>
    <w:r>
      <w:rPr>
        <w:noProof/>
        <w:sz w:val="20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3351530</wp:posOffset>
              </wp:positionH>
              <wp:positionV relativeFrom="page">
                <wp:posOffset>396875</wp:posOffset>
              </wp:positionV>
              <wp:extent cx="3886200" cy="143510"/>
              <wp:effectExtent l="0" t="0" r="1270" b="2540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09FA" w:rsidRDefault="004509FA">
                          <w:pPr>
                            <w:pStyle w:val="Nagweklubstopka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"/>
                              <w:b/>
                              <w:i/>
                              <w:color w:val="000000"/>
                            </w:rPr>
                            <w:t>SPECYFIKACJA ISTOTNYCH WARUNKÓW ZAMÓWIENIA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4" o:spid="_x0000_s1026" type="#_x0000_t202" style="position:absolute;margin-left:263.9pt;margin-top:31.25pt;width:306pt;height:11.3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" filled="f" stroked="f">
              <v:textbox inset="0,0,0,0">
                <w:txbxContent>
                  <w:p w:rsidR="004509FA" w:rsidRDefault="004509FA">
                    <w:pPr>
                      <w:pStyle w:val="Nagweklubstopka1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"/>
                        <w:b/>
                        <w:i/>
                        <w:color w:val="000000"/>
                      </w:rPr>
                      <w:t>SPECYFIKACJA ISTOTNYCH WARUNKÓW ZAMÓWIENIA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9FA" w:rsidRDefault="004509FA">
    <w:pPr>
      <w:rPr>
        <w:rFonts w:cs="Times New Roman"/>
        <w:color w:val="auto"/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9FA" w:rsidRDefault="004509FA">
    <w:pPr>
      <w:pStyle w:val="Nagwek"/>
      <w:rPr>
        <w:rFonts w:ascii="Arial Narrow" w:hAnsi="Arial Narrow"/>
        <w:i/>
        <w:sz w:val="22"/>
        <w:szCs w:val="22"/>
      </w:rPr>
    </w:pPr>
  </w:p>
  <w:p w:rsidR="004509FA" w:rsidRPr="00F32392" w:rsidRDefault="004509FA" w:rsidP="00F32392">
    <w:pPr>
      <w:pStyle w:val="Nagwek"/>
      <w:jc w:val="right"/>
      <w:rPr>
        <w:rFonts w:ascii="Arial Narrow" w:hAnsi="Arial Narrow"/>
        <w:i/>
        <w:sz w:val="22"/>
        <w:szCs w:val="22"/>
      </w:rPr>
    </w:pPr>
    <w:r w:rsidRPr="00F32392">
      <w:rPr>
        <w:rFonts w:ascii="Arial Narrow" w:hAnsi="Arial Narrow"/>
        <w:i/>
        <w:sz w:val="22"/>
        <w:szCs w:val="22"/>
      </w:rPr>
      <w:t>Załącznik 7a</w:t>
    </w:r>
  </w:p>
  <w:p w:rsidR="004509FA" w:rsidRPr="00EF4BE8" w:rsidRDefault="004509FA" w:rsidP="00EF4B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B9F"/>
    <w:rsid w:val="00050C88"/>
    <w:rsid w:val="00070215"/>
    <w:rsid w:val="000A0E81"/>
    <w:rsid w:val="000A3553"/>
    <w:rsid w:val="000A43CA"/>
    <w:rsid w:val="001026FF"/>
    <w:rsid w:val="00133DE1"/>
    <w:rsid w:val="001340D0"/>
    <w:rsid w:val="00142B96"/>
    <w:rsid w:val="001641FB"/>
    <w:rsid w:val="001B0D3A"/>
    <w:rsid w:val="001C5BCD"/>
    <w:rsid w:val="001E3D01"/>
    <w:rsid w:val="002462AB"/>
    <w:rsid w:val="002E2BBF"/>
    <w:rsid w:val="00317811"/>
    <w:rsid w:val="003325EB"/>
    <w:rsid w:val="00352530"/>
    <w:rsid w:val="003579DE"/>
    <w:rsid w:val="003E20AF"/>
    <w:rsid w:val="003E61DA"/>
    <w:rsid w:val="003F428F"/>
    <w:rsid w:val="00433AA3"/>
    <w:rsid w:val="004509FA"/>
    <w:rsid w:val="0048573B"/>
    <w:rsid w:val="004B2B81"/>
    <w:rsid w:val="004B3996"/>
    <w:rsid w:val="004E1AA7"/>
    <w:rsid w:val="004E505A"/>
    <w:rsid w:val="00516AB9"/>
    <w:rsid w:val="00522FF8"/>
    <w:rsid w:val="00555289"/>
    <w:rsid w:val="005734F0"/>
    <w:rsid w:val="005B3B69"/>
    <w:rsid w:val="005C119C"/>
    <w:rsid w:val="00616C4B"/>
    <w:rsid w:val="00624F37"/>
    <w:rsid w:val="006278E9"/>
    <w:rsid w:val="0065282A"/>
    <w:rsid w:val="006B0C8B"/>
    <w:rsid w:val="006E032B"/>
    <w:rsid w:val="00705CFA"/>
    <w:rsid w:val="00713D68"/>
    <w:rsid w:val="007217AF"/>
    <w:rsid w:val="00733FFD"/>
    <w:rsid w:val="00767F01"/>
    <w:rsid w:val="00770AD9"/>
    <w:rsid w:val="007B2246"/>
    <w:rsid w:val="007D0BDB"/>
    <w:rsid w:val="007D6464"/>
    <w:rsid w:val="007D71C9"/>
    <w:rsid w:val="00801231"/>
    <w:rsid w:val="00811B4F"/>
    <w:rsid w:val="008604D6"/>
    <w:rsid w:val="00867651"/>
    <w:rsid w:val="008D7265"/>
    <w:rsid w:val="008E3A79"/>
    <w:rsid w:val="009302D4"/>
    <w:rsid w:val="00971323"/>
    <w:rsid w:val="00983580"/>
    <w:rsid w:val="00984939"/>
    <w:rsid w:val="009D190B"/>
    <w:rsid w:val="00A031DC"/>
    <w:rsid w:val="00A1410C"/>
    <w:rsid w:val="00A16BCF"/>
    <w:rsid w:val="00A57453"/>
    <w:rsid w:val="00A94A01"/>
    <w:rsid w:val="00A96279"/>
    <w:rsid w:val="00B00F94"/>
    <w:rsid w:val="00B03386"/>
    <w:rsid w:val="00B24EF9"/>
    <w:rsid w:val="00B439FA"/>
    <w:rsid w:val="00B906F7"/>
    <w:rsid w:val="00BC19D2"/>
    <w:rsid w:val="00BC3817"/>
    <w:rsid w:val="00BF2388"/>
    <w:rsid w:val="00BF2B9E"/>
    <w:rsid w:val="00BF7950"/>
    <w:rsid w:val="00C425E9"/>
    <w:rsid w:val="00C85DCA"/>
    <w:rsid w:val="00CB2942"/>
    <w:rsid w:val="00CE4D43"/>
    <w:rsid w:val="00CF79C8"/>
    <w:rsid w:val="00D35024"/>
    <w:rsid w:val="00D55797"/>
    <w:rsid w:val="00D6167D"/>
    <w:rsid w:val="00D7419A"/>
    <w:rsid w:val="00D8233F"/>
    <w:rsid w:val="00E50F77"/>
    <w:rsid w:val="00E9176C"/>
    <w:rsid w:val="00EA0B66"/>
    <w:rsid w:val="00EB1B74"/>
    <w:rsid w:val="00EB5A2D"/>
    <w:rsid w:val="00EC5773"/>
    <w:rsid w:val="00EE3D04"/>
    <w:rsid w:val="00EF4BE8"/>
    <w:rsid w:val="00F32392"/>
    <w:rsid w:val="00F406B8"/>
    <w:rsid w:val="00F80783"/>
    <w:rsid w:val="00F9031B"/>
    <w:rsid w:val="00F96EE4"/>
    <w:rsid w:val="00F9737C"/>
    <w:rsid w:val="00FB0734"/>
    <w:rsid w:val="00FC4C7D"/>
    <w:rsid w:val="00FE0984"/>
    <w:rsid w:val="00FE5BA5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5B9F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FF5B9F"/>
    <w:rPr>
      <w:color w:val="000080"/>
      <w:u w:val="single"/>
    </w:rPr>
  </w:style>
  <w:style w:type="character" w:customStyle="1" w:styleId="Stopka">
    <w:name w:val="Stopka_"/>
    <w:basedOn w:val="Domylnaczcionkaakapitu"/>
    <w:rsid w:val="00FF5B9F"/>
    <w:rPr>
      <w:rFonts w:ascii="Verdana" w:hAnsi="Verdana"/>
      <w:i/>
      <w:sz w:val="17"/>
      <w:u w:val="none"/>
    </w:rPr>
  </w:style>
  <w:style w:type="character" w:customStyle="1" w:styleId="Teksttreci2Exact">
    <w:name w:val="Tekst treści (2) Exact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Teksttreci2">
    <w:name w:val="Tekst treści (2)_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Nagweklubstopka">
    <w:name w:val="Nagłówek lub stopka_"/>
    <w:basedOn w:val="Domylnaczcionkaakapitu"/>
    <w:rsid w:val="00FF5B9F"/>
    <w:rPr>
      <w:rFonts w:ascii="Verdana" w:hAnsi="Verdana"/>
      <w:b/>
      <w:i/>
      <w:spacing w:val="-20"/>
      <w:sz w:val="19"/>
      <w:u w:val="none"/>
    </w:rPr>
  </w:style>
  <w:style w:type="character" w:customStyle="1" w:styleId="NagweklubstopkaCalibri">
    <w:name w:val="Nagłówek lub stopka + Calibri"/>
    <w:aliases w:val="11 pt,Bez kursywy,Odstępy 0 pt"/>
    <w:basedOn w:val="Nagweklubstopka"/>
    <w:rsid w:val="00FF5B9F"/>
    <w:rPr>
      <w:rFonts w:ascii="Calibri" w:hAnsi="Calibri"/>
      <w:b/>
      <w:i/>
      <w:spacing w:val="0"/>
      <w:sz w:val="22"/>
      <w:u w:val="none"/>
    </w:rPr>
  </w:style>
  <w:style w:type="character" w:customStyle="1" w:styleId="Nagweklubstopka0">
    <w:name w:val="Nagłówek lub stopka"/>
    <w:basedOn w:val="Nagweklubstopka"/>
    <w:rsid w:val="00FF5B9F"/>
    <w:rPr>
      <w:rFonts w:ascii="Verdana" w:hAnsi="Verdana"/>
      <w:b/>
      <w:i/>
      <w:spacing w:val="-20"/>
      <w:sz w:val="19"/>
      <w:u w:val="none"/>
    </w:rPr>
  </w:style>
  <w:style w:type="character" w:customStyle="1" w:styleId="NagweklubstopkaGaramond">
    <w:name w:val="Nagłówek lub stopka + Garamond"/>
    <w:aliases w:val="10,5 pt,Bez pogrubienia,Odstępy 0 pt5"/>
    <w:basedOn w:val="Nagweklubstopka"/>
    <w:rsid w:val="00FF5B9F"/>
    <w:rPr>
      <w:rFonts w:ascii="Garamond" w:hAnsi="Garamond"/>
      <w:b/>
      <w:i/>
      <w:spacing w:val="0"/>
      <w:sz w:val="21"/>
      <w:u w:val="none"/>
    </w:rPr>
  </w:style>
  <w:style w:type="character" w:customStyle="1" w:styleId="NagweklubstopkaGaramond3">
    <w:name w:val="Nagłówek lub stopka + Garamond3"/>
    <w:aliases w:val="103,5 pt5,Bez pogrubienia3,Bez kursywy3,Odstępy 0 pt4"/>
    <w:basedOn w:val="Nagweklubstopka"/>
    <w:rsid w:val="00FF5B9F"/>
    <w:rPr>
      <w:rFonts w:ascii="Garamond" w:hAnsi="Garamond"/>
      <w:b/>
      <w:i/>
      <w:spacing w:val="0"/>
      <w:sz w:val="21"/>
      <w:u w:val="none"/>
    </w:rPr>
  </w:style>
  <w:style w:type="character" w:customStyle="1" w:styleId="Nagwek1">
    <w:name w:val="Nagłówek #1_"/>
    <w:basedOn w:val="Domylnaczcionkaakapitu"/>
    <w:rsid w:val="00FF5B9F"/>
    <w:rPr>
      <w:rFonts w:ascii="Calibri" w:hAnsi="Calibri"/>
      <w:b/>
      <w:sz w:val="32"/>
      <w:u w:val="none"/>
    </w:rPr>
  </w:style>
  <w:style w:type="character" w:customStyle="1" w:styleId="Teksttreci20">
    <w:name w:val="Tekst treści (2)"/>
    <w:basedOn w:val="Teksttreci2"/>
    <w:rsid w:val="00FF5B9F"/>
    <w:rPr>
      <w:rFonts w:ascii="Verdana" w:hAnsi="Verdana"/>
      <w:sz w:val="17"/>
      <w:u w:val="none"/>
    </w:rPr>
  </w:style>
  <w:style w:type="character" w:customStyle="1" w:styleId="Teksttreci2Kursywa">
    <w:name w:val="Tekst treści (2) + Kursywa"/>
    <w:basedOn w:val="Teksttreci2"/>
    <w:rsid w:val="00FF5B9F"/>
    <w:rPr>
      <w:rFonts w:ascii="Verdana" w:hAnsi="Verdana"/>
      <w:i/>
      <w:sz w:val="17"/>
      <w:u w:val="none"/>
    </w:rPr>
  </w:style>
  <w:style w:type="character" w:styleId="Pogrubienie">
    <w:name w:val="Strong"/>
    <w:aliases w:val="Tekst treści (2) + Calibri,7,5 pt4"/>
    <w:basedOn w:val="Teksttreci2"/>
    <w:qFormat/>
    <w:rsid w:val="00FF5B9F"/>
    <w:rPr>
      <w:rFonts w:ascii="Calibri" w:hAnsi="Calibri"/>
      <w:b/>
      <w:sz w:val="15"/>
      <w:u w:val="none"/>
    </w:rPr>
  </w:style>
  <w:style w:type="character" w:customStyle="1" w:styleId="Podpistabeli">
    <w:name w:val="Podpis tabeli_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Podpistabeli0">
    <w:name w:val="Podpis tabeli"/>
    <w:basedOn w:val="Podpistabeli"/>
    <w:rsid w:val="00FF5B9F"/>
    <w:rPr>
      <w:rFonts w:ascii="Verdana" w:hAnsi="Verdana"/>
      <w:sz w:val="17"/>
      <w:u w:val="single"/>
    </w:rPr>
  </w:style>
  <w:style w:type="character" w:customStyle="1" w:styleId="Spistreci">
    <w:name w:val="Spis treści_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Teksttreci3">
    <w:name w:val="Tekst treści (3)_"/>
    <w:basedOn w:val="Domylnaczcionkaakapitu"/>
    <w:rsid w:val="00FF5B9F"/>
    <w:rPr>
      <w:rFonts w:ascii="Verdana" w:hAnsi="Verdana"/>
      <w:i/>
      <w:sz w:val="17"/>
      <w:u w:val="none"/>
    </w:rPr>
  </w:style>
  <w:style w:type="character" w:customStyle="1" w:styleId="Teksttreci3Exact">
    <w:name w:val="Tekst treści (3) Exact"/>
    <w:basedOn w:val="Domylnaczcionkaakapitu"/>
    <w:rsid w:val="00FF5B9F"/>
    <w:rPr>
      <w:rFonts w:ascii="Verdana" w:hAnsi="Verdana"/>
      <w:i/>
      <w:sz w:val="17"/>
      <w:u w:val="none"/>
    </w:rPr>
  </w:style>
  <w:style w:type="character" w:customStyle="1" w:styleId="Teksttreci4">
    <w:name w:val="Tekst treści (4)_"/>
    <w:basedOn w:val="Domylnaczcionkaakapitu"/>
    <w:rsid w:val="00FF5B9F"/>
    <w:rPr>
      <w:rFonts w:ascii="Calibri" w:hAnsi="Calibri"/>
      <w:b/>
      <w:i/>
      <w:sz w:val="21"/>
      <w:u w:val="none"/>
    </w:rPr>
  </w:style>
  <w:style w:type="character" w:customStyle="1" w:styleId="Teksttreci40">
    <w:name w:val="Tekst treści (4)"/>
    <w:basedOn w:val="Teksttreci4"/>
    <w:rsid w:val="00FF5B9F"/>
    <w:rPr>
      <w:rFonts w:ascii="Calibri" w:hAnsi="Calibri"/>
      <w:b/>
      <w:i/>
      <w:sz w:val="21"/>
      <w:u w:val="none"/>
    </w:rPr>
  </w:style>
  <w:style w:type="character" w:customStyle="1" w:styleId="Nagwek2">
    <w:name w:val="Nagłówek #2_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Nagwek20">
    <w:name w:val="Nagłówek #2"/>
    <w:basedOn w:val="Nagwek2"/>
    <w:rsid w:val="00FF5B9F"/>
    <w:rPr>
      <w:rFonts w:ascii="Verdana" w:hAnsi="Verdana"/>
      <w:sz w:val="17"/>
      <w:u w:val="single"/>
    </w:rPr>
  </w:style>
  <w:style w:type="character" w:customStyle="1" w:styleId="Teksttreci22">
    <w:name w:val="Tekst treści (2)2"/>
    <w:basedOn w:val="Teksttreci2"/>
    <w:rsid w:val="00FF5B9F"/>
    <w:rPr>
      <w:rFonts w:ascii="Verdana" w:hAnsi="Verdana"/>
      <w:sz w:val="17"/>
      <w:u w:val="single"/>
    </w:rPr>
  </w:style>
  <w:style w:type="character" w:customStyle="1" w:styleId="NagweklubstopkaCalibri1">
    <w:name w:val="Nagłówek lub stopka + Calibri1"/>
    <w:aliases w:val="11 pt1,Bez kursywy2,Odstępy 0 pt3"/>
    <w:basedOn w:val="Nagweklubstopka"/>
    <w:rsid w:val="00FF5B9F"/>
    <w:rPr>
      <w:rFonts w:ascii="Calibri" w:hAnsi="Calibri"/>
      <w:b/>
      <w:i/>
      <w:spacing w:val="0"/>
      <w:sz w:val="22"/>
      <w:u w:val="none"/>
    </w:rPr>
  </w:style>
  <w:style w:type="character" w:customStyle="1" w:styleId="NagweklubstopkaGaramond2">
    <w:name w:val="Nagłówek lub stopka + Garamond2"/>
    <w:aliases w:val="102,5 pt3,Bez pogrubienia2,Odstępy 0 pt2"/>
    <w:basedOn w:val="Nagweklubstopka"/>
    <w:rsid w:val="00FF5B9F"/>
    <w:rPr>
      <w:rFonts w:ascii="Garamond" w:hAnsi="Garamond"/>
      <w:b/>
      <w:i/>
      <w:spacing w:val="0"/>
      <w:sz w:val="21"/>
      <w:u w:val="none"/>
    </w:rPr>
  </w:style>
  <w:style w:type="character" w:customStyle="1" w:styleId="NagweklubstopkaGaramond1">
    <w:name w:val="Nagłówek lub stopka + Garamond1"/>
    <w:aliases w:val="101,5 pt2,Bez pogrubienia1,Bez kursywy1,Odstępy 0 pt1"/>
    <w:basedOn w:val="Nagweklubstopka"/>
    <w:rsid w:val="00FF5B9F"/>
    <w:rPr>
      <w:rFonts w:ascii="Garamond" w:hAnsi="Garamond"/>
      <w:b/>
      <w:i/>
      <w:spacing w:val="0"/>
      <w:sz w:val="21"/>
      <w:u w:val="none"/>
    </w:rPr>
  </w:style>
  <w:style w:type="character" w:customStyle="1" w:styleId="Teksttreci26pt">
    <w:name w:val="Tekst treści (2) + 6 pt"/>
    <w:basedOn w:val="Teksttreci2"/>
    <w:rsid w:val="00FF5B9F"/>
    <w:rPr>
      <w:rFonts w:ascii="Verdana" w:hAnsi="Verdana"/>
      <w:sz w:val="12"/>
      <w:u w:val="none"/>
    </w:rPr>
  </w:style>
  <w:style w:type="character" w:customStyle="1" w:styleId="Teksttreci27">
    <w:name w:val="Tekst treści (2) + 7"/>
    <w:aliases w:val="5 pt1"/>
    <w:basedOn w:val="Teksttreci2"/>
    <w:rsid w:val="00FF5B9F"/>
    <w:rPr>
      <w:rFonts w:ascii="Verdana" w:hAnsi="Verdana"/>
      <w:sz w:val="15"/>
      <w:u w:val="none"/>
    </w:rPr>
  </w:style>
  <w:style w:type="paragraph" w:styleId="Stopka0">
    <w:name w:val="footer"/>
    <w:basedOn w:val="Normalny"/>
    <w:link w:val="StopkaZnak"/>
    <w:semiHidden/>
    <w:rsid w:val="00FF5B9F"/>
    <w:pPr>
      <w:shd w:val="clear" w:color="auto" w:fill="FFFFFF"/>
      <w:spacing w:line="240" w:lineRule="atLeast"/>
    </w:pPr>
    <w:rPr>
      <w:rFonts w:ascii="Verdana" w:hAnsi="Verdana" w:cs="Times New Roman"/>
      <w:i/>
      <w:color w:val="auto"/>
      <w:sz w:val="17"/>
    </w:rPr>
  </w:style>
  <w:style w:type="character" w:customStyle="1" w:styleId="StopkaZnak">
    <w:name w:val="Stopka Znak"/>
    <w:basedOn w:val="Domylnaczcionkaakapitu"/>
    <w:link w:val="Stopka0"/>
    <w:semiHidden/>
    <w:rsid w:val="00FF5B9F"/>
    <w:rPr>
      <w:rFonts w:ascii="Verdana" w:eastAsia="Times New Roman" w:hAnsi="Verdana" w:cs="Times New Roman"/>
      <w:i/>
      <w:sz w:val="17"/>
      <w:szCs w:val="24"/>
      <w:shd w:val="clear" w:color="auto" w:fill="FFFFFF"/>
      <w:lang w:eastAsia="pl-PL"/>
    </w:rPr>
  </w:style>
  <w:style w:type="paragraph" w:customStyle="1" w:styleId="Teksttreci21">
    <w:name w:val="Tekst treści (2)1"/>
    <w:basedOn w:val="Normalny"/>
    <w:rsid w:val="00FF5B9F"/>
    <w:pPr>
      <w:shd w:val="clear" w:color="auto" w:fill="FFFFFF"/>
      <w:spacing w:after="1020" w:line="240" w:lineRule="atLeast"/>
      <w:ind w:hanging="760"/>
      <w:jc w:val="center"/>
    </w:pPr>
    <w:rPr>
      <w:rFonts w:ascii="Verdana" w:hAnsi="Verdana" w:cs="Times New Roman"/>
      <w:color w:val="auto"/>
      <w:sz w:val="17"/>
    </w:rPr>
  </w:style>
  <w:style w:type="paragraph" w:customStyle="1" w:styleId="Nagweklubstopka1">
    <w:name w:val="Nagłówek lub stopka1"/>
    <w:basedOn w:val="Normalny"/>
    <w:rsid w:val="00FF5B9F"/>
    <w:pPr>
      <w:shd w:val="clear" w:color="auto" w:fill="FFFFFF"/>
      <w:spacing w:line="240" w:lineRule="atLeast"/>
    </w:pPr>
    <w:rPr>
      <w:rFonts w:ascii="Verdana" w:hAnsi="Verdana" w:cs="Times New Roman"/>
      <w:b/>
      <w:i/>
      <w:color w:val="auto"/>
      <w:spacing w:val="-20"/>
      <w:sz w:val="19"/>
    </w:rPr>
  </w:style>
  <w:style w:type="paragraph" w:customStyle="1" w:styleId="Nagwek10">
    <w:name w:val="Nagłówek #1"/>
    <w:basedOn w:val="Normalny"/>
    <w:rsid w:val="00FF5B9F"/>
    <w:pPr>
      <w:shd w:val="clear" w:color="auto" w:fill="FFFFFF"/>
      <w:spacing w:before="540" w:line="240" w:lineRule="atLeast"/>
      <w:jc w:val="center"/>
      <w:outlineLvl w:val="0"/>
    </w:pPr>
    <w:rPr>
      <w:rFonts w:ascii="Calibri" w:hAnsi="Calibri" w:cs="Times New Roman"/>
      <w:b/>
      <w:color w:val="auto"/>
      <w:sz w:val="32"/>
    </w:rPr>
  </w:style>
  <w:style w:type="paragraph" w:customStyle="1" w:styleId="Podpistabeli1">
    <w:name w:val="Podpis tabeli1"/>
    <w:basedOn w:val="Normalny"/>
    <w:rsid w:val="00FF5B9F"/>
    <w:pPr>
      <w:shd w:val="clear" w:color="auto" w:fill="FFFFFF"/>
      <w:spacing w:line="240" w:lineRule="atLeast"/>
    </w:pPr>
    <w:rPr>
      <w:rFonts w:ascii="Verdana" w:hAnsi="Verdana" w:cs="Times New Roman"/>
      <w:color w:val="auto"/>
      <w:sz w:val="17"/>
    </w:rPr>
  </w:style>
  <w:style w:type="paragraph" w:customStyle="1" w:styleId="Spistreci0">
    <w:name w:val="Spis treści"/>
    <w:basedOn w:val="Normalny"/>
    <w:rsid w:val="00FF5B9F"/>
    <w:pPr>
      <w:shd w:val="clear" w:color="auto" w:fill="FFFFFF"/>
      <w:spacing w:before="120" w:line="307" w:lineRule="exact"/>
      <w:jc w:val="both"/>
    </w:pPr>
    <w:rPr>
      <w:rFonts w:ascii="Verdana" w:hAnsi="Verdana" w:cs="Times New Roman"/>
      <w:color w:val="auto"/>
      <w:sz w:val="17"/>
    </w:rPr>
  </w:style>
  <w:style w:type="paragraph" w:customStyle="1" w:styleId="Teksttreci30">
    <w:name w:val="Tekst treści (3)"/>
    <w:basedOn w:val="Normalny"/>
    <w:rsid w:val="00FF5B9F"/>
    <w:pPr>
      <w:shd w:val="clear" w:color="auto" w:fill="FFFFFF"/>
      <w:spacing w:before="120" w:line="269" w:lineRule="exact"/>
    </w:pPr>
    <w:rPr>
      <w:rFonts w:ascii="Verdana" w:hAnsi="Verdana" w:cs="Times New Roman"/>
      <w:i/>
      <w:color w:val="auto"/>
      <w:sz w:val="17"/>
    </w:rPr>
  </w:style>
  <w:style w:type="paragraph" w:customStyle="1" w:styleId="Teksttreci41">
    <w:name w:val="Tekst treści (4)1"/>
    <w:basedOn w:val="Normalny"/>
    <w:rsid w:val="00FF5B9F"/>
    <w:pPr>
      <w:shd w:val="clear" w:color="auto" w:fill="FFFFFF"/>
      <w:spacing w:after="120" w:line="240" w:lineRule="atLeast"/>
      <w:jc w:val="center"/>
    </w:pPr>
    <w:rPr>
      <w:rFonts w:ascii="Calibri" w:hAnsi="Calibri" w:cs="Times New Roman"/>
      <w:b/>
      <w:i/>
      <w:color w:val="auto"/>
      <w:sz w:val="21"/>
    </w:rPr>
  </w:style>
  <w:style w:type="paragraph" w:customStyle="1" w:styleId="Nagwek21">
    <w:name w:val="Nagłówek #21"/>
    <w:basedOn w:val="Normalny"/>
    <w:rsid w:val="00FF5B9F"/>
    <w:pPr>
      <w:shd w:val="clear" w:color="auto" w:fill="FFFFFF"/>
      <w:spacing w:after="240" w:line="240" w:lineRule="atLeast"/>
      <w:ind w:hanging="720"/>
      <w:jc w:val="center"/>
      <w:outlineLvl w:val="1"/>
    </w:pPr>
    <w:rPr>
      <w:rFonts w:ascii="Verdana" w:hAnsi="Verdana" w:cs="Times New Roman"/>
      <w:color w:val="auto"/>
      <w:sz w:val="17"/>
    </w:rPr>
  </w:style>
  <w:style w:type="paragraph" w:styleId="Nagwek">
    <w:name w:val="header"/>
    <w:basedOn w:val="Normalny"/>
    <w:link w:val="NagwekZnak"/>
    <w:uiPriority w:val="99"/>
    <w:unhideWhenUsed/>
    <w:rsid w:val="00EF4B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4BE8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D1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06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6B8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5B9F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FF5B9F"/>
    <w:rPr>
      <w:color w:val="000080"/>
      <w:u w:val="single"/>
    </w:rPr>
  </w:style>
  <w:style w:type="character" w:customStyle="1" w:styleId="Stopka">
    <w:name w:val="Stopka_"/>
    <w:basedOn w:val="Domylnaczcionkaakapitu"/>
    <w:rsid w:val="00FF5B9F"/>
    <w:rPr>
      <w:rFonts w:ascii="Verdana" w:hAnsi="Verdana"/>
      <w:i/>
      <w:sz w:val="17"/>
      <w:u w:val="none"/>
    </w:rPr>
  </w:style>
  <w:style w:type="character" w:customStyle="1" w:styleId="Teksttreci2Exact">
    <w:name w:val="Tekst treści (2) Exact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Teksttreci2">
    <w:name w:val="Tekst treści (2)_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Nagweklubstopka">
    <w:name w:val="Nagłówek lub stopka_"/>
    <w:basedOn w:val="Domylnaczcionkaakapitu"/>
    <w:rsid w:val="00FF5B9F"/>
    <w:rPr>
      <w:rFonts w:ascii="Verdana" w:hAnsi="Verdana"/>
      <w:b/>
      <w:i/>
      <w:spacing w:val="-20"/>
      <w:sz w:val="19"/>
      <w:u w:val="none"/>
    </w:rPr>
  </w:style>
  <w:style w:type="character" w:customStyle="1" w:styleId="NagweklubstopkaCalibri">
    <w:name w:val="Nagłówek lub stopka + Calibri"/>
    <w:aliases w:val="11 pt,Bez kursywy,Odstępy 0 pt"/>
    <w:basedOn w:val="Nagweklubstopka"/>
    <w:rsid w:val="00FF5B9F"/>
    <w:rPr>
      <w:rFonts w:ascii="Calibri" w:hAnsi="Calibri"/>
      <w:b/>
      <w:i/>
      <w:spacing w:val="0"/>
      <w:sz w:val="22"/>
      <w:u w:val="none"/>
    </w:rPr>
  </w:style>
  <w:style w:type="character" w:customStyle="1" w:styleId="Nagweklubstopka0">
    <w:name w:val="Nagłówek lub stopka"/>
    <w:basedOn w:val="Nagweklubstopka"/>
    <w:rsid w:val="00FF5B9F"/>
    <w:rPr>
      <w:rFonts w:ascii="Verdana" w:hAnsi="Verdana"/>
      <w:b/>
      <w:i/>
      <w:spacing w:val="-20"/>
      <w:sz w:val="19"/>
      <w:u w:val="none"/>
    </w:rPr>
  </w:style>
  <w:style w:type="character" w:customStyle="1" w:styleId="NagweklubstopkaGaramond">
    <w:name w:val="Nagłówek lub stopka + Garamond"/>
    <w:aliases w:val="10,5 pt,Bez pogrubienia,Odstępy 0 pt5"/>
    <w:basedOn w:val="Nagweklubstopka"/>
    <w:rsid w:val="00FF5B9F"/>
    <w:rPr>
      <w:rFonts w:ascii="Garamond" w:hAnsi="Garamond"/>
      <w:b/>
      <w:i/>
      <w:spacing w:val="0"/>
      <w:sz w:val="21"/>
      <w:u w:val="none"/>
    </w:rPr>
  </w:style>
  <w:style w:type="character" w:customStyle="1" w:styleId="NagweklubstopkaGaramond3">
    <w:name w:val="Nagłówek lub stopka + Garamond3"/>
    <w:aliases w:val="103,5 pt5,Bez pogrubienia3,Bez kursywy3,Odstępy 0 pt4"/>
    <w:basedOn w:val="Nagweklubstopka"/>
    <w:rsid w:val="00FF5B9F"/>
    <w:rPr>
      <w:rFonts w:ascii="Garamond" w:hAnsi="Garamond"/>
      <w:b/>
      <w:i/>
      <w:spacing w:val="0"/>
      <w:sz w:val="21"/>
      <w:u w:val="none"/>
    </w:rPr>
  </w:style>
  <w:style w:type="character" w:customStyle="1" w:styleId="Nagwek1">
    <w:name w:val="Nagłówek #1_"/>
    <w:basedOn w:val="Domylnaczcionkaakapitu"/>
    <w:rsid w:val="00FF5B9F"/>
    <w:rPr>
      <w:rFonts w:ascii="Calibri" w:hAnsi="Calibri"/>
      <w:b/>
      <w:sz w:val="32"/>
      <w:u w:val="none"/>
    </w:rPr>
  </w:style>
  <w:style w:type="character" w:customStyle="1" w:styleId="Teksttreci20">
    <w:name w:val="Tekst treści (2)"/>
    <w:basedOn w:val="Teksttreci2"/>
    <w:rsid w:val="00FF5B9F"/>
    <w:rPr>
      <w:rFonts w:ascii="Verdana" w:hAnsi="Verdana"/>
      <w:sz w:val="17"/>
      <w:u w:val="none"/>
    </w:rPr>
  </w:style>
  <w:style w:type="character" w:customStyle="1" w:styleId="Teksttreci2Kursywa">
    <w:name w:val="Tekst treści (2) + Kursywa"/>
    <w:basedOn w:val="Teksttreci2"/>
    <w:rsid w:val="00FF5B9F"/>
    <w:rPr>
      <w:rFonts w:ascii="Verdana" w:hAnsi="Verdana"/>
      <w:i/>
      <w:sz w:val="17"/>
      <w:u w:val="none"/>
    </w:rPr>
  </w:style>
  <w:style w:type="character" w:styleId="Pogrubienie">
    <w:name w:val="Strong"/>
    <w:aliases w:val="Tekst treści (2) + Calibri,7,5 pt4"/>
    <w:basedOn w:val="Teksttreci2"/>
    <w:qFormat/>
    <w:rsid w:val="00FF5B9F"/>
    <w:rPr>
      <w:rFonts w:ascii="Calibri" w:hAnsi="Calibri"/>
      <w:b/>
      <w:sz w:val="15"/>
      <w:u w:val="none"/>
    </w:rPr>
  </w:style>
  <w:style w:type="character" w:customStyle="1" w:styleId="Podpistabeli">
    <w:name w:val="Podpis tabeli_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Podpistabeli0">
    <w:name w:val="Podpis tabeli"/>
    <w:basedOn w:val="Podpistabeli"/>
    <w:rsid w:val="00FF5B9F"/>
    <w:rPr>
      <w:rFonts w:ascii="Verdana" w:hAnsi="Verdana"/>
      <w:sz w:val="17"/>
      <w:u w:val="single"/>
    </w:rPr>
  </w:style>
  <w:style w:type="character" w:customStyle="1" w:styleId="Spistreci">
    <w:name w:val="Spis treści_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Teksttreci3">
    <w:name w:val="Tekst treści (3)_"/>
    <w:basedOn w:val="Domylnaczcionkaakapitu"/>
    <w:rsid w:val="00FF5B9F"/>
    <w:rPr>
      <w:rFonts w:ascii="Verdana" w:hAnsi="Verdana"/>
      <w:i/>
      <w:sz w:val="17"/>
      <w:u w:val="none"/>
    </w:rPr>
  </w:style>
  <w:style w:type="character" w:customStyle="1" w:styleId="Teksttreci3Exact">
    <w:name w:val="Tekst treści (3) Exact"/>
    <w:basedOn w:val="Domylnaczcionkaakapitu"/>
    <w:rsid w:val="00FF5B9F"/>
    <w:rPr>
      <w:rFonts w:ascii="Verdana" w:hAnsi="Verdana"/>
      <w:i/>
      <w:sz w:val="17"/>
      <w:u w:val="none"/>
    </w:rPr>
  </w:style>
  <w:style w:type="character" w:customStyle="1" w:styleId="Teksttreci4">
    <w:name w:val="Tekst treści (4)_"/>
    <w:basedOn w:val="Domylnaczcionkaakapitu"/>
    <w:rsid w:val="00FF5B9F"/>
    <w:rPr>
      <w:rFonts w:ascii="Calibri" w:hAnsi="Calibri"/>
      <w:b/>
      <w:i/>
      <w:sz w:val="21"/>
      <w:u w:val="none"/>
    </w:rPr>
  </w:style>
  <w:style w:type="character" w:customStyle="1" w:styleId="Teksttreci40">
    <w:name w:val="Tekst treści (4)"/>
    <w:basedOn w:val="Teksttreci4"/>
    <w:rsid w:val="00FF5B9F"/>
    <w:rPr>
      <w:rFonts w:ascii="Calibri" w:hAnsi="Calibri"/>
      <w:b/>
      <w:i/>
      <w:sz w:val="21"/>
      <w:u w:val="none"/>
    </w:rPr>
  </w:style>
  <w:style w:type="character" w:customStyle="1" w:styleId="Nagwek2">
    <w:name w:val="Nagłówek #2_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Nagwek20">
    <w:name w:val="Nagłówek #2"/>
    <w:basedOn w:val="Nagwek2"/>
    <w:rsid w:val="00FF5B9F"/>
    <w:rPr>
      <w:rFonts w:ascii="Verdana" w:hAnsi="Verdana"/>
      <w:sz w:val="17"/>
      <w:u w:val="single"/>
    </w:rPr>
  </w:style>
  <w:style w:type="character" w:customStyle="1" w:styleId="Teksttreci22">
    <w:name w:val="Tekst treści (2)2"/>
    <w:basedOn w:val="Teksttreci2"/>
    <w:rsid w:val="00FF5B9F"/>
    <w:rPr>
      <w:rFonts w:ascii="Verdana" w:hAnsi="Verdana"/>
      <w:sz w:val="17"/>
      <w:u w:val="single"/>
    </w:rPr>
  </w:style>
  <w:style w:type="character" w:customStyle="1" w:styleId="NagweklubstopkaCalibri1">
    <w:name w:val="Nagłówek lub stopka + Calibri1"/>
    <w:aliases w:val="11 pt1,Bez kursywy2,Odstępy 0 pt3"/>
    <w:basedOn w:val="Nagweklubstopka"/>
    <w:rsid w:val="00FF5B9F"/>
    <w:rPr>
      <w:rFonts w:ascii="Calibri" w:hAnsi="Calibri"/>
      <w:b/>
      <w:i/>
      <w:spacing w:val="0"/>
      <w:sz w:val="22"/>
      <w:u w:val="none"/>
    </w:rPr>
  </w:style>
  <w:style w:type="character" w:customStyle="1" w:styleId="NagweklubstopkaGaramond2">
    <w:name w:val="Nagłówek lub stopka + Garamond2"/>
    <w:aliases w:val="102,5 pt3,Bez pogrubienia2,Odstępy 0 pt2"/>
    <w:basedOn w:val="Nagweklubstopka"/>
    <w:rsid w:val="00FF5B9F"/>
    <w:rPr>
      <w:rFonts w:ascii="Garamond" w:hAnsi="Garamond"/>
      <w:b/>
      <w:i/>
      <w:spacing w:val="0"/>
      <w:sz w:val="21"/>
      <w:u w:val="none"/>
    </w:rPr>
  </w:style>
  <w:style w:type="character" w:customStyle="1" w:styleId="NagweklubstopkaGaramond1">
    <w:name w:val="Nagłówek lub stopka + Garamond1"/>
    <w:aliases w:val="101,5 pt2,Bez pogrubienia1,Bez kursywy1,Odstępy 0 pt1"/>
    <w:basedOn w:val="Nagweklubstopka"/>
    <w:rsid w:val="00FF5B9F"/>
    <w:rPr>
      <w:rFonts w:ascii="Garamond" w:hAnsi="Garamond"/>
      <w:b/>
      <w:i/>
      <w:spacing w:val="0"/>
      <w:sz w:val="21"/>
      <w:u w:val="none"/>
    </w:rPr>
  </w:style>
  <w:style w:type="character" w:customStyle="1" w:styleId="Teksttreci26pt">
    <w:name w:val="Tekst treści (2) + 6 pt"/>
    <w:basedOn w:val="Teksttreci2"/>
    <w:rsid w:val="00FF5B9F"/>
    <w:rPr>
      <w:rFonts w:ascii="Verdana" w:hAnsi="Verdana"/>
      <w:sz w:val="12"/>
      <w:u w:val="none"/>
    </w:rPr>
  </w:style>
  <w:style w:type="character" w:customStyle="1" w:styleId="Teksttreci27">
    <w:name w:val="Tekst treści (2) + 7"/>
    <w:aliases w:val="5 pt1"/>
    <w:basedOn w:val="Teksttreci2"/>
    <w:rsid w:val="00FF5B9F"/>
    <w:rPr>
      <w:rFonts w:ascii="Verdana" w:hAnsi="Verdana"/>
      <w:sz w:val="15"/>
      <w:u w:val="none"/>
    </w:rPr>
  </w:style>
  <w:style w:type="paragraph" w:styleId="Stopka0">
    <w:name w:val="footer"/>
    <w:basedOn w:val="Normalny"/>
    <w:link w:val="StopkaZnak"/>
    <w:semiHidden/>
    <w:rsid w:val="00FF5B9F"/>
    <w:pPr>
      <w:shd w:val="clear" w:color="auto" w:fill="FFFFFF"/>
      <w:spacing w:line="240" w:lineRule="atLeast"/>
    </w:pPr>
    <w:rPr>
      <w:rFonts w:ascii="Verdana" w:hAnsi="Verdana" w:cs="Times New Roman"/>
      <w:i/>
      <w:color w:val="auto"/>
      <w:sz w:val="17"/>
    </w:rPr>
  </w:style>
  <w:style w:type="character" w:customStyle="1" w:styleId="StopkaZnak">
    <w:name w:val="Stopka Znak"/>
    <w:basedOn w:val="Domylnaczcionkaakapitu"/>
    <w:link w:val="Stopka0"/>
    <w:semiHidden/>
    <w:rsid w:val="00FF5B9F"/>
    <w:rPr>
      <w:rFonts w:ascii="Verdana" w:eastAsia="Times New Roman" w:hAnsi="Verdana" w:cs="Times New Roman"/>
      <w:i/>
      <w:sz w:val="17"/>
      <w:szCs w:val="24"/>
      <w:shd w:val="clear" w:color="auto" w:fill="FFFFFF"/>
      <w:lang w:eastAsia="pl-PL"/>
    </w:rPr>
  </w:style>
  <w:style w:type="paragraph" w:customStyle="1" w:styleId="Teksttreci21">
    <w:name w:val="Tekst treści (2)1"/>
    <w:basedOn w:val="Normalny"/>
    <w:rsid w:val="00FF5B9F"/>
    <w:pPr>
      <w:shd w:val="clear" w:color="auto" w:fill="FFFFFF"/>
      <w:spacing w:after="1020" w:line="240" w:lineRule="atLeast"/>
      <w:ind w:hanging="760"/>
      <w:jc w:val="center"/>
    </w:pPr>
    <w:rPr>
      <w:rFonts w:ascii="Verdana" w:hAnsi="Verdana" w:cs="Times New Roman"/>
      <w:color w:val="auto"/>
      <w:sz w:val="17"/>
    </w:rPr>
  </w:style>
  <w:style w:type="paragraph" w:customStyle="1" w:styleId="Nagweklubstopka1">
    <w:name w:val="Nagłówek lub stopka1"/>
    <w:basedOn w:val="Normalny"/>
    <w:rsid w:val="00FF5B9F"/>
    <w:pPr>
      <w:shd w:val="clear" w:color="auto" w:fill="FFFFFF"/>
      <w:spacing w:line="240" w:lineRule="atLeast"/>
    </w:pPr>
    <w:rPr>
      <w:rFonts w:ascii="Verdana" w:hAnsi="Verdana" w:cs="Times New Roman"/>
      <w:b/>
      <w:i/>
      <w:color w:val="auto"/>
      <w:spacing w:val="-20"/>
      <w:sz w:val="19"/>
    </w:rPr>
  </w:style>
  <w:style w:type="paragraph" w:customStyle="1" w:styleId="Nagwek10">
    <w:name w:val="Nagłówek #1"/>
    <w:basedOn w:val="Normalny"/>
    <w:rsid w:val="00FF5B9F"/>
    <w:pPr>
      <w:shd w:val="clear" w:color="auto" w:fill="FFFFFF"/>
      <w:spacing w:before="540" w:line="240" w:lineRule="atLeast"/>
      <w:jc w:val="center"/>
      <w:outlineLvl w:val="0"/>
    </w:pPr>
    <w:rPr>
      <w:rFonts w:ascii="Calibri" w:hAnsi="Calibri" w:cs="Times New Roman"/>
      <w:b/>
      <w:color w:val="auto"/>
      <w:sz w:val="32"/>
    </w:rPr>
  </w:style>
  <w:style w:type="paragraph" w:customStyle="1" w:styleId="Podpistabeli1">
    <w:name w:val="Podpis tabeli1"/>
    <w:basedOn w:val="Normalny"/>
    <w:rsid w:val="00FF5B9F"/>
    <w:pPr>
      <w:shd w:val="clear" w:color="auto" w:fill="FFFFFF"/>
      <w:spacing w:line="240" w:lineRule="atLeast"/>
    </w:pPr>
    <w:rPr>
      <w:rFonts w:ascii="Verdana" w:hAnsi="Verdana" w:cs="Times New Roman"/>
      <w:color w:val="auto"/>
      <w:sz w:val="17"/>
    </w:rPr>
  </w:style>
  <w:style w:type="paragraph" w:customStyle="1" w:styleId="Spistreci0">
    <w:name w:val="Spis treści"/>
    <w:basedOn w:val="Normalny"/>
    <w:rsid w:val="00FF5B9F"/>
    <w:pPr>
      <w:shd w:val="clear" w:color="auto" w:fill="FFFFFF"/>
      <w:spacing w:before="120" w:line="307" w:lineRule="exact"/>
      <w:jc w:val="both"/>
    </w:pPr>
    <w:rPr>
      <w:rFonts w:ascii="Verdana" w:hAnsi="Verdana" w:cs="Times New Roman"/>
      <w:color w:val="auto"/>
      <w:sz w:val="17"/>
    </w:rPr>
  </w:style>
  <w:style w:type="paragraph" w:customStyle="1" w:styleId="Teksttreci30">
    <w:name w:val="Tekst treści (3)"/>
    <w:basedOn w:val="Normalny"/>
    <w:rsid w:val="00FF5B9F"/>
    <w:pPr>
      <w:shd w:val="clear" w:color="auto" w:fill="FFFFFF"/>
      <w:spacing w:before="120" w:line="269" w:lineRule="exact"/>
    </w:pPr>
    <w:rPr>
      <w:rFonts w:ascii="Verdana" w:hAnsi="Verdana" w:cs="Times New Roman"/>
      <w:i/>
      <w:color w:val="auto"/>
      <w:sz w:val="17"/>
    </w:rPr>
  </w:style>
  <w:style w:type="paragraph" w:customStyle="1" w:styleId="Teksttreci41">
    <w:name w:val="Tekst treści (4)1"/>
    <w:basedOn w:val="Normalny"/>
    <w:rsid w:val="00FF5B9F"/>
    <w:pPr>
      <w:shd w:val="clear" w:color="auto" w:fill="FFFFFF"/>
      <w:spacing w:after="120" w:line="240" w:lineRule="atLeast"/>
      <w:jc w:val="center"/>
    </w:pPr>
    <w:rPr>
      <w:rFonts w:ascii="Calibri" w:hAnsi="Calibri" w:cs="Times New Roman"/>
      <w:b/>
      <w:i/>
      <w:color w:val="auto"/>
      <w:sz w:val="21"/>
    </w:rPr>
  </w:style>
  <w:style w:type="paragraph" w:customStyle="1" w:styleId="Nagwek21">
    <w:name w:val="Nagłówek #21"/>
    <w:basedOn w:val="Normalny"/>
    <w:rsid w:val="00FF5B9F"/>
    <w:pPr>
      <w:shd w:val="clear" w:color="auto" w:fill="FFFFFF"/>
      <w:spacing w:after="240" w:line="240" w:lineRule="atLeast"/>
      <w:ind w:hanging="720"/>
      <w:jc w:val="center"/>
      <w:outlineLvl w:val="1"/>
    </w:pPr>
    <w:rPr>
      <w:rFonts w:ascii="Verdana" w:hAnsi="Verdana" w:cs="Times New Roman"/>
      <w:color w:val="auto"/>
      <w:sz w:val="17"/>
    </w:rPr>
  </w:style>
  <w:style w:type="paragraph" w:styleId="Nagwek">
    <w:name w:val="header"/>
    <w:basedOn w:val="Normalny"/>
    <w:link w:val="NagwekZnak"/>
    <w:uiPriority w:val="99"/>
    <w:unhideWhenUsed/>
    <w:rsid w:val="00EF4B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4BE8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D1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06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6B8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8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8E2C9-F8C6-4188-BE0B-8E5593BAD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DDF583A6</Template>
  <TotalTime>0</TotalTime>
  <Pages>11</Pages>
  <Words>1617</Words>
  <Characters>9704</Characters>
  <Application>Microsoft Office Word</Application>
  <DocSecurity>4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abbroker</dc:creator>
  <cp:lastModifiedBy>Kowalski Janusz</cp:lastModifiedBy>
  <cp:revision>2</cp:revision>
  <cp:lastPrinted>2017-06-22T05:31:00Z</cp:lastPrinted>
  <dcterms:created xsi:type="dcterms:W3CDTF">2017-06-22T05:31:00Z</dcterms:created>
  <dcterms:modified xsi:type="dcterms:W3CDTF">2017-06-22T05:31:00Z</dcterms:modified>
</cp:coreProperties>
</file>