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CF" w:rsidRPr="000A1770" w:rsidRDefault="00C365FF" w:rsidP="002F4B59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0A1770">
        <w:rPr>
          <w:rFonts w:ascii="Times New Roman" w:hAnsi="Times New Roman" w:cs="Times New Roman"/>
          <w:b/>
        </w:rPr>
        <w:t>Z</w:t>
      </w:r>
      <w:r w:rsidR="00B36951">
        <w:rPr>
          <w:rFonts w:ascii="Times New Roman" w:hAnsi="Times New Roman" w:cs="Times New Roman"/>
          <w:b/>
        </w:rPr>
        <w:t xml:space="preserve">ałącznik </w:t>
      </w:r>
      <w:r w:rsidR="008D0C2E">
        <w:rPr>
          <w:rFonts w:ascii="Times New Roman" w:hAnsi="Times New Roman" w:cs="Times New Roman"/>
          <w:b/>
        </w:rPr>
        <w:t xml:space="preserve">do Umowy </w:t>
      </w:r>
      <w:r w:rsidRPr="000A1770">
        <w:rPr>
          <w:rFonts w:ascii="Times New Roman" w:hAnsi="Times New Roman" w:cs="Times New Roman"/>
          <w:b/>
        </w:rPr>
        <w:t>sprzedaży energii elektrycznej</w:t>
      </w:r>
      <w:r w:rsidR="002F4B59">
        <w:rPr>
          <w:rFonts w:ascii="Times New Roman" w:hAnsi="Times New Roman" w:cs="Times New Roman"/>
          <w:b/>
        </w:rPr>
        <w:t xml:space="preserve"> dot. przetargu nieograniczonego pn. „ Dostawa energii elektrycznej dla potrzeb Gminy    Miejskiej Bartoszyce oraz re</w:t>
      </w:r>
      <w:r w:rsidR="00957510">
        <w:rPr>
          <w:rFonts w:ascii="Times New Roman" w:hAnsi="Times New Roman" w:cs="Times New Roman"/>
          <w:b/>
        </w:rPr>
        <w:t>prezentowanych  jednostek w 2018/2019</w:t>
      </w:r>
      <w:r w:rsidR="002F4B59">
        <w:rPr>
          <w:rFonts w:ascii="Times New Roman" w:hAnsi="Times New Roman" w:cs="Times New Roman"/>
          <w:b/>
        </w:rPr>
        <w:t xml:space="preserve"> r.”</w:t>
      </w:r>
    </w:p>
    <w:p w:rsidR="00C365FF" w:rsidRPr="000A1770" w:rsidRDefault="00C365FF" w:rsidP="006A7653">
      <w:pPr>
        <w:jc w:val="center"/>
        <w:rPr>
          <w:rFonts w:ascii="Times New Roman" w:hAnsi="Times New Roman" w:cs="Times New Roman"/>
          <w:b/>
        </w:rPr>
      </w:pPr>
      <w:r w:rsidRPr="000A1770">
        <w:rPr>
          <w:rFonts w:ascii="Times New Roman" w:hAnsi="Times New Roman" w:cs="Times New Roman"/>
          <w:b/>
        </w:rPr>
        <w:t>WYKAZ PUNKTÓW POBORU</w:t>
      </w:r>
    </w:p>
    <w:tbl>
      <w:tblPr>
        <w:tblW w:w="16757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267"/>
        <w:gridCol w:w="731"/>
        <w:gridCol w:w="90"/>
        <w:gridCol w:w="36"/>
        <w:gridCol w:w="11"/>
        <w:gridCol w:w="1162"/>
        <w:gridCol w:w="15"/>
        <w:gridCol w:w="6"/>
        <w:gridCol w:w="11"/>
        <w:gridCol w:w="1651"/>
        <w:gridCol w:w="6"/>
        <w:gridCol w:w="919"/>
        <w:gridCol w:w="85"/>
        <w:gridCol w:w="15"/>
        <w:gridCol w:w="754"/>
        <w:gridCol w:w="93"/>
        <w:gridCol w:w="600"/>
        <w:gridCol w:w="16"/>
        <w:gridCol w:w="748"/>
        <w:gridCol w:w="21"/>
        <w:gridCol w:w="35"/>
        <w:gridCol w:w="7"/>
        <w:gridCol w:w="1211"/>
        <w:gridCol w:w="21"/>
        <w:gridCol w:w="39"/>
        <w:gridCol w:w="7"/>
        <w:gridCol w:w="1356"/>
        <w:gridCol w:w="23"/>
        <w:gridCol w:w="8"/>
        <w:gridCol w:w="1107"/>
        <w:gridCol w:w="11"/>
        <w:gridCol w:w="7"/>
        <w:gridCol w:w="973"/>
        <w:gridCol w:w="7"/>
        <w:gridCol w:w="300"/>
        <w:gridCol w:w="1110"/>
        <w:gridCol w:w="24"/>
        <w:gridCol w:w="710"/>
        <w:gridCol w:w="575"/>
        <w:gridCol w:w="7"/>
        <w:gridCol w:w="1009"/>
        <w:gridCol w:w="363"/>
        <w:gridCol w:w="49"/>
        <w:gridCol w:w="11"/>
        <w:gridCol w:w="24"/>
        <w:gridCol w:w="130"/>
      </w:tblGrid>
      <w:tr w:rsidR="000F78E6" w:rsidTr="0029694A">
        <w:trPr>
          <w:gridAfter w:val="3"/>
          <w:wAfter w:w="165" w:type="dxa"/>
          <w:trHeight w:val="1565"/>
        </w:trPr>
        <w:tc>
          <w:tcPr>
            <w:tcW w:w="5301" w:type="dxa"/>
            <w:gridSpan w:val="13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Dane obiektu</w:t>
            </w:r>
          </w:p>
        </w:tc>
        <w:tc>
          <w:tcPr>
            <w:tcW w:w="1563" w:type="dxa"/>
            <w:gridSpan w:val="6"/>
          </w:tcPr>
          <w:p w:rsidR="000F78E6" w:rsidRPr="00B11AE8" w:rsidRDefault="000F78E6" w:rsidP="00D037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Wnioskowane   parametry</w:t>
            </w:r>
          </w:p>
          <w:p w:rsidR="000F78E6" w:rsidRDefault="000F78E6" w:rsidP="00D037A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7144D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8" w:type="dxa"/>
            <w:textDirection w:val="btLr"/>
          </w:tcPr>
          <w:p w:rsidR="000F78E6" w:rsidRPr="00B11AE8" w:rsidRDefault="000F78E6" w:rsidP="00EE73C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Szacunkowe zużycie energii elektrycznej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KWh[KW</w:t>
            </w: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h/rok]</w:t>
            </w:r>
          </w:p>
          <w:p w:rsidR="000F78E6" w:rsidRPr="00B11AE8" w:rsidRDefault="000F78E6" w:rsidP="007144D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35" w:type="dxa"/>
            <w:gridSpan w:val="11"/>
          </w:tcPr>
          <w:p w:rsidR="000F78E6" w:rsidRPr="00B11AE8" w:rsidRDefault="000F78E6" w:rsidP="00D037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Nabywca</w:t>
            </w:r>
          </w:p>
        </w:tc>
        <w:tc>
          <w:tcPr>
            <w:tcW w:w="2408" w:type="dxa"/>
            <w:gridSpan w:val="6"/>
          </w:tcPr>
          <w:p w:rsidR="000F78E6" w:rsidRPr="001068D1" w:rsidRDefault="000F78E6" w:rsidP="00D037A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Odbiorca/Płatnik </w:t>
            </w:r>
          </w:p>
        </w:tc>
        <w:tc>
          <w:tcPr>
            <w:tcW w:w="734" w:type="dxa"/>
            <w:gridSpan w:val="2"/>
            <w:vMerge w:val="restart"/>
            <w:textDirection w:val="btLr"/>
          </w:tcPr>
          <w:p w:rsidR="000F78E6" w:rsidRPr="001068D1" w:rsidRDefault="000F78E6" w:rsidP="00D037A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68D1">
              <w:rPr>
                <w:rFonts w:ascii="Times New Roman" w:hAnsi="Times New Roman" w:cs="Times New Roman"/>
                <w:b/>
                <w:sz w:val="18"/>
                <w:szCs w:val="18"/>
              </w:rPr>
              <w:t>Zmiana sprzedawcy</w:t>
            </w:r>
          </w:p>
        </w:tc>
        <w:tc>
          <w:tcPr>
            <w:tcW w:w="1591" w:type="dxa"/>
            <w:gridSpan w:val="3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D037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Okres dostaw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0F78E6" w:rsidRDefault="000F78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Default="000F78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7837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9694A" w:rsidTr="0029694A">
        <w:trPr>
          <w:gridAfter w:val="3"/>
          <w:wAfter w:w="165" w:type="dxa"/>
          <w:trHeight w:val="961"/>
        </w:trPr>
        <w:tc>
          <w:tcPr>
            <w:tcW w:w="396" w:type="dxa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998" w:type="dxa"/>
            <w:gridSpan w:val="2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Nazwa obiektu</w:t>
            </w:r>
          </w:p>
        </w:tc>
        <w:tc>
          <w:tcPr>
            <w:tcW w:w="1299" w:type="dxa"/>
            <w:gridSpan w:val="4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Adres</w:t>
            </w:r>
          </w:p>
        </w:tc>
        <w:tc>
          <w:tcPr>
            <w:tcW w:w="1683" w:type="dxa"/>
            <w:gridSpan w:val="4"/>
          </w:tcPr>
          <w:p w:rsidR="000F78E6" w:rsidRDefault="000F78E6" w:rsidP="008217E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Numer PP</w:t>
            </w:r>
          </w:p>
          <w:p w:rsidR="000F78E6" w:rsidRDefault="000F78E6" w:rsidP="008217E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(PL)</w:t>
            </w:r>
          </w:p>
          <w:p w:rsidR="000F78E6" w:rsidRPr="00B11AE8" w:rsidRDefault="000F78E6" w:rsidP="008217E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5" w:type="dxa"/>
            <w:gridSpan w:val="2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Numer licznika</w:t>
            </w:r>
          </w:p>
        </w:tc>
        <w:tc>
          <w:tcPr>
            <w:tcW w:w="854" w:type="dxa"/>
            <w:gridSpan w:val="3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Moc umowna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/zabezp.p</w:t>
            </w:r>
          </w:p>
        </w:tc>
        <w:tc>
          <w:tcPr>
            <w:tcW w:w="709" w:type="dxa"/>
            <w:gridSpan w:val="3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Grupa taryfowa</w:t>
            </w:r>
          </w:p>
        </w:tc>
        <w:tc>
          <w:tcPr>
            <w:tcW w:w="748" w:type="dxa"/>
            <w:tcBorders>
              <w:top w:val="nil"/>
            </w:tcBorders>
          </w:tcPr>
          <w:p w:rsidR="000F78E6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544F2" w:rsidRDefault="000F78E6" w:rsidP="00B544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kWh/rok</w:t>
            </w:r>
          </w:p>
        </w:tc>
        <w:tc>
          <w:tcPr>
            <w:tcW w:w="1274" w:type="dxa"/>
            <w:gridSpan w:val="4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Nazwa</w:t>
            </w:r>
          </w:p>
        </w:tc>
        <w:tc>
          <w:tcPr>
            <w:tcW w:w="1423" w:type="dxa"/>
            <w:gridSpan w:val="4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Adres</w:t>
            </w:r>
          </w:p>
        </w:tc>
        <w:tc>
          <w:tcPr>
            <w:tcW w:w="1138" w:type="dxa"/>
            <w:gridSpan w:val="3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NIP</w:t>
            </w:r>
          </w:p>
        </w:tc>
        <w:tc>
          <w:tcPr>
            <w:tcW w:w="991" w:type="dxa"/>
            <w:gridSpan w:val="3"/>
          </w:tcPr>
          <w:p w:rsidR="000F78E6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gridSpan w:val="3"/>
          </w:tcPr>
          <w:p w:rsidR="000F78E6" w:rsidRDefault="000F78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EA07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Adres</w:t>
            </w:r>
          </w:p>
        </w:tc>
        <w:tc>
          <w:tcPr>
            <w:tcW w:w="734" w:type="dxa"/>
            <w:gridSpan w:val="2"/>
            <w:vMerge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Od</w:t>
            </w:r>
          </w:p>
        </w:tc>
        <w:tc>
          <w:tcPr>
            <w:tcW w:w="1016" w:type="dxa"/>
            <w:gridSpan w:val="2"/>
          </w:tcPr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F78E6" w:rsidRPr="00B11AE8" w:rsidRDefault="000F78E6" w:rsidP="007144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1AE8">
              <w:rPr>
                <w:rFonts w:ascii="Times New Roman" w:hAnsi="Times New Roman" w:cs="Times New Roman"/>
                <w:b/>
                <w:sz w:val="18"/>
                <w:szCs w:val="18"/>
              </w:rPr>
              <w:t>Do</w:t>
            </w:r>
          </w:p>
        </w:tc>
        <w:tc>
          <w:tcPr>
            <w:tcW w:w="412" w:type="dxa"/>
            <w:gridSpan w:val="2"/>
            <w:vMerge/>
          </w:tcPr>
          <w:p w:rsidR="000F78E6" w:rsidRPr="00B11AE8" w:rsidRDefault="000F78E6" w:rsidP="007837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9694A" w:rsidTr="0029694A">
        <w:trPr>
          <w:gridAfter w:val="3"/>
          <w:wAfter w:w="165" w:type="dxa"/>
          <w:trHeight w:val="564"/>
        </w:trPr>
        <w:tc>
          <w:tcPr>
            <w:tcW w:w="396" w:type="dxa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8" w:type="dxa"/>
            <w:gridSpan w:val="2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Andersa 1</w:t>
            </w:r>
          </w:p>
        </w:tc>
        <w:tc>
          <w:tcPr>
            <w:tcW w:w="1683" w:type="dxa"/>
            <w:gridSpan w:val="4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0037620108408479</w:t>
            </w:r>
          </w:p>
        </w:tc>
        <w:tc>
          <w:tcPr>
            <w:tcW w:w="925" w:type="dxa"/>
            <w:gridSpan w:val="2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70420620</w:t>
            </w:r>
          </w:p>
        </w:tc>
        <w:tc>
          <w:tcPr>
            <w:tcW w:w="854" w:type="dxa"/>
            <w:gridSpan w:val="3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17/32</w:t>
            </w:r>
          </w:p>
        </w:tc>
        <w:tc>
          <w:tcPr>
            <w:tcW w:w="709" w:type="dxa"/>
            <w:gridSpan w:val="3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C12B</w:t>
            </w:r>
          </w:p>
        </w:tc>
        <w:tc>
          <w:tcPr>
            <w:tcW w:w="748" w:type="dxa"/>
          </w:tcPr>
          <w:p w:rsidR="000F78E6" w:rsidRPr="00BF717E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42000</w:t>
            </w:r>
          </w:p>
        </w:tc>
        <w:tc>
          <w:tcPr>
            <w:tcW w:w="1274" w:type="dxa"/>
            <w:gridSpan w:val="4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0F78E6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1" w:type="dxa"/>
            <w:gridSpan w:val="3"/>
          </w:tcPr>
          <w:p w:rsidR="000F78E6" w:rsidRPr="00313F32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7" w:type="dxa"/>
            <w:gridSpan w:val="3"/>
          </w:tcPr>
          <w:p w:rsidR="000F78E6" w:rsidRPr="00313F32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0F78E6" w:rsidRPr="00313F32" w:rsidRDefault="000F78E6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0F78E6" w:rsidRPr="00240A40" w:rsidRDefault="00DC4BF6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0F78E6" w:rsidRPr="00BA7319" w:rsidRDefault="00DC4BF6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0F78E6" w:rsidRPr="00BA7319" w:rsidRDefault="000F78E6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35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53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0037620108433943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70302934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1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7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50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b/n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0037620108441825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04009691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1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7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50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Boh. Warszawy 39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0037620108191746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71255723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1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7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35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Boh. Warszawy 25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0037620108191342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14118873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10/16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1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7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35"/>
        </w:trPr>
        <w:tc>
          <w:tcPr>
            <w:tcW w:w="396" w:type="dxa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8" w:type="dxa"/>
            <w:gridSpan w:val="2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Dębowa b/n</w:t>
            </w:r>
          </w:p>
        </w:tc>
        <w:tc>
          <w:tcPr>
            <w:tcW w:w="1683" w:type="dxa"/>
            <w:gridSpan w:val="4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0037620133905537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70017611</w:t>
            </w:r>
          </w:p>
        </w:tc>
        <w:tc>
          <w:tcPr>
            <w:tcW w:w="854" w:type="dxa"/>
            <w:gridSpan w:val="3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10/16</w:t>
            </w:r>
          </w:p>
        </w:tc>
        <w:tc>
          <w:tcPr>
            <w:tcW w:w="709" w:type="dxa"/>
            <w:gridSpan w:val="3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  <w:tcBorders>
              <w:top w:val="nil"/>
            </w:tcBorders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19100</w:t>
            </w:r>
          </w:p>
        </w:tc>
        <w:tc>
          <w:tcPr>
            <w:tcW w:w="1274" w:type="dxa"/>
            <w:gridSpan w:val="4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  <w:tcBorders>
              <w:top w:val="nil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1" w:type="dxa"/>
            <w:gridSpan w:val="3"/>
            <w:tcBorders>
              <w:top w:val="nil"/>
            </w:tcBorders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7" w:type="dxa"/>
            <w:gridSpan w:val="3"/>
            <w:tcBorders>
              <w:top w:val="nil"/>
            </w:tcBorders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  <w:tcBorders>
              <w:top w:val="nil"/>
            </w:tcBorders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  <w:tcBorders>
              <w:top w:val="nil"/>
            </w:tcBorders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top w:val="nil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50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Dąbrowskiego 9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0037620108194473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14162802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25/40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1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7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50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Emilii Plater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0037620108228627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80756035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3/13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35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Gdańska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0037620108432731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14120617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35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Grota Roweckiego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0037620108448895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14163014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40/63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35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Kajki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0037620108200941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71340316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6/10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50"/>
        </w:trPr>
        <w:tc>
          <w:tcPr>
            <w:tcW w:w="396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Bartoszyce, ul. Konopnickiej 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0037620108200840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71342439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4/6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95"/>
        </w:trPr>
        <w:tc>
          <w:tcPr>
            <w:tcW w:w="396" w:type="dxa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Kopernika 12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0037620108222058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71336712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31/50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</w:trPr>
        <w:tc>
          <w:tcPr>
            <w:tcW w:w="396" w:type="dxa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Kolejowa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0037620108204476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80804373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</w:trPr>
        <w:tc>
          <w:tcPr>
            <w:tcW w:w="396" w:type="dxa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Krasickiego</w:t>
            </w:r>
          </w:p>
        </w:tc>
        <w:tc>
          <w:tcPr>
            <w:tcW w:w="1683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0037620108457181</w:t>
            </w:r>
          </w:p>
        </w:tc>
        <w:tc>
          <w:tcPr>
            <w:tcW w:w="925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14163602</w:t>
            </w:r>
          </w:p>
        </w:tc>
        <w:tc>
          <w:tcPr>
            <w:tcW w:w="854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25/40</w:t>
            </w:r>
          </w:p>
        </w:tc>
        <w:tc>
          <w:tcPr>
            <w:tcW w:w="709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BF717E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9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Kętrzyńska (garaże)</w:t>
            </w:r>
          </w:p>
        </w:tc>
        <w:tc>
          <w:tcPr>
            <w:tcW w:w="1683" w:type="dxa"/>
            <w:gridSpan w:val="4"/>
          </w:tcPr>
          <w:p w:rsidR="00377A9C" w:rsidRPr="00FE3E34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0037620108200234</w:t>
            </w:r>
          </w:p>
        </w:tc>
        <w:tc>
          <w:tcPr>
            <w:tcW w:w="925" w:type="dxa"/>
            <w:gridSpan w:val="2"/>
          </w:tcPr>
          <w:p w:rsidR="00377A9C" w:rsidRPr="00FE3E34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3E34">
              <w:rPr>
                <w:rFonts w:ascii="Times New Roman" w:hAnsi="Times New Roman" w:cs="Times New Roman"/>
                <w:sz w:val="18"/>
                <w:szCs w:val="18"/>
              </w:rPr>
              <w:t>29428525</w:t>
            </w:r>
          </w:p>
        </w:tc>
        <w:tc>
          <w:tcPr>
            <w:tcW w:w="854" w:type="dxa"/>
            <w:gridSpan w:val="3"/>
          </w:tcPr>
          <w:p w:rsidR="00377A9C" w:rsidRPr="00FE3E34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3E34"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FE3E34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FE3E34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3E3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  <w:tcBorders>
              <w:top w:val="nil"/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7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Kętrzyńska - Strefowa</w:t>
            </w:r>
          </w:p>
        </w:tc>
        <w:tc>
          <w:tcPr>
            <w:tcW w:w="1683" w:type="dxa"/>
            <w:gridSpan w:val="4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F27AC">
              <w:rPr>
                <w:rFonts w:ascii="Times New Roman" w:hAnsi="Times New Roman" w:cs="Times New Roman"/>
                <w:sz w:val="18"/>
                <w:szCs w:val="18"/>
              </w:rPr>
              <w:t>0037620035722541</w:t>
            </w:r>
          </w:p>
        </w:tc>
        <w:tc>
          <w:tcPr>
            <w:tcW w:w="925" w:type="dxa"/>
            <w:gridSpan w:val="2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04024212</w:t>
            </w:r>
          </w:p>
        </w:tc>
        <w:tc>
          <w:tcPr>
            <w:tcW w:w="854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10/16</w:t>
            </w:r>
          </w:p>
        </w:tc>
        <w:tc>
          <w:tcPr>
            <w:tcW w:w="709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tcBorders>
              <w:top w:val="nil"/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4"/>
          <w:wAfter w:w="214" w:type="dxa"/>
          <w:trHeight w:val="49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Kętrzyńska 60</w:t>
            </w:r>
          </w:p>
        </w:tc>
        <w:tc>
          <w:tcPr>
            <w:tcW w:w="1683" w:type="dxa"/>
            <w:gridSpan w:val="4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0037620108198517</w:t>
            </w:r>
          </w:p>
        </w:tc>
        <w:tc>
          <w:tcPr>
            <w:tcW w:w="925" w:type="dxa"/>
            <w:gridSpan w:val="2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00080868</w:t>
            </w:r>
          </w:p>
        </w:tc>
        <w:tc>
          <w:tcPr>
            <w:tcW w:w="854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709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1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Kętrzyńska 62</w:t>
            </w:r>
          </w:p>
        </w:tc>
        <w:tc>
          <w:tcPr>
            <w:tcW w:w="1683" w:type="dxa"/>
            <w:gridSpan w:val="4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0037620108462639</w:t>
            </w:r>
          </w:p>
        </w:tc>
        <w:tc>
          <w:tcPr>
            <w:tcW w:w="925" w:type="dxa"/>
            <w:gridSpan w:val="2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14120824</w:t>
            </w:r>
          </w:p>
        </w:tc>
        <w:tc>
          <w:tcPr>
            <w:tcW w:w="854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7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Kwiatowa 21</w:t>
            </w:r>
          </w:p>
        </w:tc>
        <w:tc>
          <w:tcPr>
            <w:tcW w:w="1683" w:type="dxa"/>
            <w:gridSpan w:val="4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0037620108199628</w:t>
            </w:r>
          </w:p>
        </w:tc>
        <w:tc>
          <w:tcPr>
            <w:tcW w:w="925" w:type="dxa"/>
            <w:gridSpan w:val="2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14161458</w:t>
            </w:r>
          </w:p>
        </w:tc>
        <w:tc>
          <w:tcPr>
            <w:tcW w:w="854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15/20</w:t>
            </w:r>
          </w:p>
        </w:tc>
        <w:tc>
          <w:tcPr>
            <w:tcW w:w="709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0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Limanowskiego 1</w:t>
            </w:r>
          </w:p>
        </w:tc>
        <w:tc>
          <w:tcPr>
            <w:tcW w:w="1683" w:type="dxa"/>
            <w:gridSpan w:val="4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0037620108199123</w:t>
            </w:r>
          </w:p>
        </w:tc>
        <w:tc>
          <w:tcPr>
            <w:tcW w:w="925" w:type="dxa"/>
            <w:gridSpan w:val="2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70421179</w:t>
            </w:r>
          </w:p>
        </w:tc>
        <w:tc>
          <w:tcPr>
            <w:tcW w:w="854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709" w:type="dxa"/>
            <w:gridSpan w:val="3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6F27A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34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10" w:type="dxa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9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Mrongowiusza 24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C7842">
              <w:rPr>
                <w:rFonts w:ascii="Times New Roman" w:hAnsi="Times New Roman" w:cs="Times New Roman"/>
                <w:sz w:val="18"/>
                <w:szCs w:val="18"/>
              </w:rPr>
              <w:t>0037620108456575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14174068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25600</w:t>
            </w:r>
          </w:p>
        </w:tc>
        <w:tc>
          <w:tcPr>
            <w:tcW w:w="1274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C7842"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34" w:type="dxa"/>
            <w:gridSpan w:val="3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10" w:type="dxa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9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Moniuszki 15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0037620108456777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70410051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40/63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39000</w:t>
            </w:r>
          </w:p>
        </w:tc>
        <w:tc>
          <w:tcPr>
            <w:tcW w:w="1274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C7842"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4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Nowowiejskiego 29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0037620108455666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9720639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24500</w:t>
            </w:r>
          </w:p>
        </w:tc>
        <w:tc>
          <w:tcPr>
            <w:tcW w:w="1274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C7842"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293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Nad Łyną 4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0037620108440916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70348185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10/16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8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Nad Łyną 8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0037620108440613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70347394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6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Nad Łyną 11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0037620108441017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70007764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5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Piłsudskiego 6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0037620108229536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14161172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trHeight w:val="52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Poniatowskiego 4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0037620108193564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13052010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40/63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577" w:type="dxa"/>
            <w:gridSpan w:val="5"/>
            <w:tcBorders>
              <w:top w:val="nil"/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6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Poniatowskiego 9a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0037620108440815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14117200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25/40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2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Prusa dz.5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0037620134813394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70422140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10/16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5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Szrajbera  3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0037620108456676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14159430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2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Szymanowskiego 2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0037620108439805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70106687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0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Sikorskiego 8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0037620108433640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70353183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16/25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2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Traugutta 17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0037620108194271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11799291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9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Wyszyńskiego 4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0037620108432630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7182135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15/20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3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Warszawska b/n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0037620108409893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12974125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10/16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0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Bartoszyce, ul.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Warszawska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0037620108409994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12677836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6/10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Gmina Miejska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Ul. Boh. Monte Cassino 1, 11-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3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Warmińska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0037620108463447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71336722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6/10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4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Witosa 1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0037620108231657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71336208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21/40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1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Witosa 27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0037620108229637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14199171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1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16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0037620108439704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14118836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28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998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299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Bartoszyce, ul. Boh. Monte Cassino </w:t>
            </w:r>
          </w:p>
        </w:tc>
        <w:tc>
          <w:tcPr>
            <w:tcW w:w="1683" w:type="dxa"/>
            <w:gridSpan w:val="4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0037620035711124</w:t>
            </w:r>
          </w:p>
        </w:tc>
        <w:tc>
          <w:tcPr>
            <w:tcW w:w="925" w:type="dxa"/>
            <w:gridSpan w:val="2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04045170</w:t>
            </w:r>
          </w:p>
        </w:tc>
        <w:tc>
          <w:tcPr>
            <w:tcW w:w="854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4,5/10</w:t>
            </w:r>
          </w:p>
        </w:tc>
        <w:tc>
          <w:tcPr>
            <w:tcW w:w="709" w:type="dxa"/>
            <w:gridSpan w:val="3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3C784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D6723A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6723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1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98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C1345">
              <w:rPr>
                <w:rFonts w:ascii="Times New Roman" w:hAnsi="Times New Roman" w:cs="Times New Roman"/>
                <w:sz w:val="18"/>
                <w:szCs w:val="18"/>
              </w:rPr>
              <w:t>Biuro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UM</w:t>
            </w:r>
          </w:p>
        </w:tc>
        <w:tc>
          <w:tcPr>
            <w:tcW w:w="1299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2C1345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Boh. Monte Cassino 1</w:t>
            </w:r>
          </w:p>
        </w:tc>
        <w:tc>
          <w:tcPr>
            <w:tcW w:w="1683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0037620108464255</w:t>
            </w:r>
          </w:p>
        </w:tc>
        <w:tc>
          <w:tcPr>
            <w:tcW w:w="925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12110258</w:t>
            </w:r>
          </w:p>
        </w:tc>
        <w:tc>
          <w:tcPr>
            <w:tcW w:w="854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40/63</w:t>
            </w:r>
          </w:p>
        </w:tc>
        <w:tc>
          <w:tcPr>
            <w:tcW w:w="709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6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98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Biuro UM SM</w:t>
            </w:r>
          </w:p>
        </w:tc>
        <w:tc>
          <w:tcPr>
            <w:tcW w:w="1299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2C1345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Boh. Monte Cassino 1</w:t>
            </w:r>
          </w:p>
        </w:tc>
        <w:tc>
          <w:tcPr>
            <w:tcW w:w="1683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0037620108461629</w:t>
            </w:r>
          </w:p>
        </w:tc>
        <w:tc>
          <w:tcPr>
            <w:tcW w:w="925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03986301</w:t>
            </w:r>
          </w:p>
        </w:tc>
        <w:tc>
          <w:tcPr>
            <w:tcW w:w="854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31/50</w:t>
            </w:r>
          </w:p>
        </w:tc>
        <w:tc>
          <w:tcPr>
            <w:tcW w:w="709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4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998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299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2C1345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Boh. Monte Cassino 5</w:t>
            </w:r>
          </w:p>
        </w:tc>
        <w:tc>
          <w:tcPr>
            <w:tcW w:w="1683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0037620105010550</w:t>
            </w:r>
          </w:p>
        </w:tc>
        <w:tc>
          <w:tcPr>
            <w:tcW w:w="925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00120411</w:t>
            </w:r>
          </w:p>
        </w:tc>
        <w:tc>
          <w:tcPr>
            <w:tcW w:w="854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709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748" w:type="dxa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3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998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Magazyn OC</w:t>
            </w:r>
          </w:p>
        </w:tc>
        <w:tc>
          <w:tcPr>
            <w:tcW w:w="1299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2C1345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Marksa 10</w:t>
            </w:r>
          </w:p>
        </w:tc>
        <w:tc>
          <w:tcPr>
            <w:tcW w:w="1683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0037620108234687</w:t>
            </w:r>
          </w:p>
        </w:tc>
        <w:tc>
          <w:tcPr>
            <w:tcW w:w="925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00178981</w:t>
            </w:r>
          </w:p>
        </w:tc>
        <w:tc>
          <w:tcPr>
            <w:tcW w:w="854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3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98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Fontanna</w:t>
            </w:r>
          </w:p>
        </w:tc>
        <w:tc>
          <w:tcPr>
            <w:tcW w:w="1299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2C1345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Witosa</w:t>
            </w:r>
          </w:p>
        </w:tc>
        <w:tc>
          <w:tcPr>
            <w:tcW w:w="1683" w:type="dxa"/>
            <w:gridSpan w:val="4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0037620135377816</w:t>
            </w:r>
          </w:p>
        </w:tc>
        <w:tc>
          <w:tcPr>
            <w:tcW w:w="925" w:type="dxa"/>
            <w:gridSpan w:val="2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60533834</w:t>
            </w:r>
          </w:p>
        </w:tc>
        <w:tc>
          <w:tcPr>
            <w:tcW w:w="854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3/16</w:t>
            </w:r>
          </w:p>
        </w:tc>
        <w:tc>
          <w:tcPr>
            <w:tcW w:w="709" w:type="dxa"/>
            <w:gridSpan w:val="3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2C134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293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998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4D51">
              <w:rPr>
                <w:rFonts w:ascii="Times New Roman" w:hAnsi="Times New Roman" w:cs="Times New Roman"/>
                <w:sz w:val="18"/>
                <w:szCs w:val="18"/>
              </w:rPr>
              <w:t>Fontanna</w:t>
            </w:r>
          </w:p>
        </w:tc>
        <w:tc>
          <w:tcPr>
            <w:tcW w:w="1314" w:type="dxa"/>
            <w:gridSpan w:val="5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CE4D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Pl. Konstytucji 3-go Maja 13a</w:t>
            </w:r>
          </w:p>
        </w:tc>
        <w:tc>
          <w:tcPr>
            <w:tcW w:w="1668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0037620108223270</w:t>
            </w:r>
          </w:p>
        </w:tc>
        <w:tc>
          <w:tcPr>
            <w:tcW w:w="925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71342311</w:t>
            </w:r>
          </w:p>
        </w:tc>
        <w:tc>
          <w:tcPr>
            <w:tcW w:w="854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709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Gmina Miejska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Ul. Boh. Monte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Gmina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Ul. Boh. Monte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8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998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Poidełko- deptak</w:t>
            </w:r>
          </w:p>
        </w:tc>
        <w:tc>
          <w:tcPr>
            <w:tcW w:w="1314" w:type="dxa"/>
            <w:gridSpan w:val="5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CE4D51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Kętrzyńska</w:t>
            </w:r>
          </w:p>
        </w:tc>
        <w:tc>
          <w:tcPr>
            <w:tcW w:w="1668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0037620035647769</w:t>
            </w:r>
          </w:p>
        </w:tc>
        <w:tc>
          <w:tcPr>
            <w:tcW w:w="925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60881031</w:t>
            </w:r>
          </w:p>
        </w:tc>
        <w:tc>
          <w:tcPr>
            <w:tcW w:w="854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1/6</w:t>
            </w:r>
          </w:p>
        </w:tc>
        <w:tc>
          <w:tcPr>
            <w:tcW w:w="709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trHeight w:val="51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98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Szalet miejski </w:t>
            </w:r>
          </w:p>
        </w:tc>
        <w:tc>
          <w:tcPr>
            <w:tcW w:w="1314" w:type="dxa"/>
            <w:gridSpan w:val="5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CE4D51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Kopernika 4</w:t>
            </w:r>
          </w:p>
        </w:tc>
        <w:tc>
          <w:tcPr>
            <w:tcW w:w="1668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0037620108227920</w:t>
            </w:r>
          </w:p>
        </w:tc>
        <w:tc>
          <w:tcPr>
            <w:tcW w:w="925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93996544</w:t>
            </w:r>
          </w:p>
        </w:tc>
        <w:tc>
          <w:tcPr>
            <w:tcW w:w="854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16,5/32</w:t>
            </w:r>
          </w:p>
        </w:tc>
        <w:tc>
          <w:tcPr>
            <w:tcW w:w="709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577" w:type="dxa"/>
            <w:gridSpan w:val="5"/>
            <w:tcBorders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2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8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Cmentarz komunal.</w:t>
            </w:r>
          </w:p>
        </w:tc>
        <w:tc>
          <w:tcPr>
            <w:tcW w:w="1314" w:type="dxa"/>
            <w:gridSpan w:val="5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CE4D51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Kętrzyńska 39</w:t>
            </w:r>
          </w:p>
        </w:tc>
        <w:tc>
          <w:tcPr>
            <w:tcW w:w="1668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0037620108206294</w:t>
            </w:r>
          </w:p>
        </w:tc>
        <w:tc>
          <w:tcPr>
            <w:tcW w:w="925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00037179</w:t>
            </w:r>
          </w:p>
        </w:tc>
        <w:tc>
          <w:tcPr>
            <w:tcW w:w="854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3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998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Cmentarz komunal.</w:t>
            </w:r>
          </w:p>
        </w:tc>
        <w:tc>
          <w:tcPr>
            <w:tcW w:w="1314" w:type="dxa"/>
            <w:gridSpan w:val="5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CE4D51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ul. Leśna </w:t>
            </w:r>
          </w:p>
        </w:tc>
        <w:tc>
          <w:tcPr>
            <w:tcW w:w="1668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0037620134499459</w:t>
            </w:r>
          </w:p>
        </w:tc>
        <w:tc>
          <w:tcPr>
            <w:tcW w:w="925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00094086</w:t>
            </w:r>
          </w:p>
        </w:tc>
        <w:tc>
          <w:tcPr>
            <w:tcW w:w="854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709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748" w:type="dxa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0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998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Brama- muzeum</w:t>
            </w:r>
          </w:p>
        </w:tc>
        <w:tc>
          <w:tcPr>
            <w:tcW w:w="1314" w:type="dxa"/>
            <w:gridSpan w:val="5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CE4D51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Konstytucji 3 Maja 19</w:t>
            </w:r>
          </w:p>
        </w:tc>
        <w:tc>
          <w:tcPr>
            <w:tcW w:w="1668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0037620108223876</w:t>
            </w:r>
          </w:p>
        </w:tc>
        <w:tc>
          <w:tcPr>
            <w:tcW w:w="925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71253205</w:t>
            </w:r>
          </w:p>
        </w:tc>
        <w:tc>
          <w:tcPr>
            <w:tcW w:w="854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709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7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8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Toaleta publiczna </w:t>
            </w:r>
          </w:p>
        </w:tc>
        <w:tc>
          <w:tcPr>
            <w:tcW w:w="1314" w:type="dxa"/>
            <w:gridSpan w:val="5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CE4D51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11 Listopada</w:t>
            </w:r>
          </w:p>
        </w:tc>
        <w:tc>
          <w:tcPr>
            <w:tcW w:w="1668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0037620035668583</w:t>
            </w:r>
          </w:p>
        </w:tc>
        <w:tc>
          <w:tcPr>
            <w:tcW w:w="925" w:type="dxa"/>
            <w:gridSpan w:val="2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80031793</w:t>
            </w:r>
          </w:p>
        </w:tc>
        <w:tc>
          <w:tcPr>
            <w:tcW w:w="854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7/40</w:t>
            </w:r>
          </w:p>
        </w:tc>
        <w:tc>
          <w:tcPr>
            <w:tcW w:w="709" w:type="dxa"/>
            <w:gridSpan w:val="3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CE4D5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8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998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Punkt Inf. Turyst.</w:t>
            </w:r>
          </w:p>
        </w:tc>
        <w:tc>
          <w:tcPr>
            <w:tcW w:w="1314" w:type="dxa"/>
            <w:gridSpan w:val="5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41014D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Boh. Warszawy 96</w:t>
            </w:r>
          </w:p>
        </w:tc>
        <w:tc>
          <w:tcPr>
            <w:tcW w:w="1668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0037620108214378</w:t>
            </w:r>
          </w:p>
        </w:tc>
        <w:tc>
          <w:tcPr>
            <w:tcW w:w="925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03548331</w:t>
            </w:r>
          </w:p>
        </w:tc>
        <w:tc>
          <w:tcPr>
            <w:tcW w:w="854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709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B50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2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98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Sygnaliza.. świetlna</w:t>
            </w:r>
          </w:p>
        </w:tc>
        <w:tc>
          <w:tcPr>
            <w:tcW w:w="1314" w:type="dxa"/>
            <w:gridSpan w:val="5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41014D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Warszawska 2/A</w:t>
            </w:r>
          </w:p>
        </w:tc>
        <w:tc>
          <w:tcPr>
            <w:tcW w:w="1668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0037620108409792</w:t>
            </w:r>
          </w:p>
        </w:tc>
        <w:tc>
          <w:tcPr>
            <w:tcW w:w="925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12456285</w:t>
            </w:r>
          </w:p>
        </w:tc>
        <w:tc>
          <w:tcPr>
            <w:tcW w:w="854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10/16</w:t>
            </w:r>
          </w:p>
        </w:tc>
        <w:tc>
          <w:tcPr>
            <w:tcW w:w="709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B50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2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998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Budynek przedszkola</w:t>
            </w:r>
          </w:p>
        </w:tc>
        <w:tc>
          <w:tcPr>
            <w:tcW w:w="1314" w:type="dxa"/>
            <w:gridSpan w:val="5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41014D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Mazurska 17</w:t>
            </w:r>
          </w:p>
        </w:tc>
        <w:tc>
          <w:tcPr>
            <w:tcW w:w="1668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0037620105032576</w:t>
            </w:r>
          </w:p>
        </w:tc>
        <w:tc>
          <w:tcPr>
            <w:tcW w:w="925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90673164</w:t>
            </w:r>
          </w:p>
        </w:tc>
        <w:tc>
          <w:tcPr>
            <w:tcW w:w="854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17,5/32</w:t>
            </w:r>
          </w:p>
        </w:tc>
        <w:tc>
          <w:tcPr>
            <w:tcW w:w="709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34" w:type="dxa"/>
            <w:gridSpan w:val="2"/>
          </w:tcPr>
          <w:p w:rsidR="00377A9C" w:rsidRPr="00F73199" w:rsidRDefault="00C20B72" w:rsidP="007144DA">
            <w:pPr>
              <w:spacing w:after="0"/>
              <w:rPr>
                <w:rFonts w:ascii="Times New Roman" w:hAnsi="Times New Roman" w:cs="Times New Roman"/>
                <w:color w:val="4F81BD" w:themeColor="accen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18"/>
                <w:szCs w:val="18"/>
              </w:rPr>
              <w:t>pierwsza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0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998" w:type="dxa"/>
            <w:gridSpan w:val="2"/>
          </w:tcPr>
          <w:p w:rsidR="00377A9C" w:rsidRPr="003E03A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Plac imprez masowych</w:t>
            </w:r>
          </w:p>
        </w:tc>
        <w:tc>
          <w:tcPr>
            <w:tcW w:w="1314" w:type="dxa"/>
            <w:gridSpan w:val="5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41014D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Pl. Boh.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Westerplatte </w:t>
            </w:r>
          </w:p>
        </w:tc>
        <w:tc>
          <w:tcPr>
            <w:tcW w:w="1668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0037620000068902</w:t>
            </w:r>
          </w:p>
        </w:tc>
        <w:tc>
          <w:tcPr>
            <w:tcW w:w="925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50664475</w:t>
            </w:r>
          </w:p>
        </w:tc>
        <w:tc>
          <w:tcPr>
            <w:tcW w:w="854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X-IV-30, V- 50, VI-VII- 160, VIII- 50,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IX- 30/315</w:t>
            </w:r>
          </w:p>
        </w:tc>
        <w:tc>
          <w:tcPr>
            <w:tcW w:w="709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C21</w:t>
            </w:r>
          </w:p>
        </w:tc>
        <w:tc>
          <w:tcPr>
            <w:tcW w:w="748" w:type="dxa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B50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tcBorders>
              <w:top w:val="nil"/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52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998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Kamera monit.Wiz</w:t>
            </w:r>
          </w:p>
        </w:tc>
        <w:tc>
          <w:tcPr>
            <w:tcW w:w="1314" w:type="dxa"/>
            <w:gridSpan w:val="5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41014D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Pl. Konstytucji 3 Maja 18</w:t>
            </w:r>
          </w:p>
        </w:tc>
        <w:tc>
          <w:tcPr>
            <w:tcW w:w="1668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0037620108223068</w:t>
            </w:r>
          </w:p>
        </w:tc>
        <w:tc>
          <w:tcPr>
            <w:tcW w:w="925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00117449</w:t>
            </w:r>
          </w:p>
        </w:tc>
        <w:tc>
          <w:tcPr>
            <w:tcW w:w="854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1/6</w:t>
            </w:r>
          </w:p>
        </w:tc>
        <w:tc>
          <w:tcPr>
            <w:tcW w:w="709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6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8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Kamera monit.Wiz.</w:t>
            </w:r>
          </w:p>
        </w:tc>
        <w:tc>
          <w:tcPr>
            <w:tcW w:w="1314" w:type="dxa"/>
            <w:gridSpan w:val="5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41014D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Pl. Konstytucji 3 Maja 2A</w:t>
            </w:r>
          </w:p>
        </w:tc>
        <w:tc>
          <w:tcPr>
            <w:tcW w:w="1668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0037620108223169</w:t>
            </w:r>
          </w:p>
        </w:tc>
        <w:tc>
          <w:tcPr>
            <w:tcW w:w="925" w:type="dxa"/>
            <w:gridSpan w:val="2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11024262</w:t>
            </w:r>
          </w:p>
        </w:tc>
        <w:tc>
          <w:tcPr>
            <w:tcW w:w="854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1/6</w:t>
            </w:r>
          </w:p>
        </w:tc>
        <w:tc>
          <w:tcPr>
            <w:tcW w:w="709" w:type="dxa"/>
            <w:gridSpan w:val="3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41014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3F32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6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998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15F7">
              <w:rPr>
                <w:rFonts w:ascii="Times New Roman" w:hAnsi="Times New Roman" w:cs="Times New Roman"/>
                <w:sz w:val="18"/>
                <w:szCs w:val="18"/>
              </w:rPr>
              <w:t xml:space="preserve">Kamera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monit.wiz.</w:t>
            </w:r>
          </w:p>
        </w:tc>
        <w:tc>
          <w:tcPr>
            <w:tcW w:w="1314" w:type="dxa"/>
            <w:gridSpan w:val="5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D315F7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Kętrzyńska</w:t>
            </w:r>
          </w:p>
        </w:tc>
        <w:tc>
          <w:tcPr>
            <w:tcW w:w="1668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0037620035711629</w:t>
            </w:r>
          </w:p>
        </w:tc>
        <w:tc>
          <w:tcPr>
            <w:tcW w:w="925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00166170</w:t>
            </w:r>
          </w:p>
        </w:tc>
        <w:tc>
          <w:tcPr>
            <w:tcW w:w="854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0,5/6</w:t>
            </w:r>
          </w:p>
        </w:tc>
        <w:tc>
          <w:tcPr>
            <w:tcW w:w="709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04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6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8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Kamera monit. wiz</w:t>
            </w:r>
          </w:p>
        </w:tc>
        <w:tc>
          <w:tcPr>
            <w:tcW w:w="1314" w:type="dxa"/>
            <w:gridSpan w:val="5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D315F7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Bema            (dz.4-15/1)</w:t>
            </w:r>
          </w:p>
        </w:tc>
        <w:tc>
          <w:tcPr>
            <w:tcW w:w="1668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0037620035711326</w:t>
            </w:r>
          </w:p>
        </w:tc>
        <w:tc>
          <w:tcPr>
            <w:tcW w:w="925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00166172</w:t>
            </w:r>
          </w:p>
        </w:tc>
        <w:tc>
          <w:tcPr>
            <w:tcW w:w="854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0,5/6</w:t>
            </w:r>
          </w:p>
        </w:tc>
        <w:tc>
          <w:tcPr>
            <w:tcW w:w="709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04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54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998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Kamera monit.wiz.</w:t>
            </w:r>
          </w:p>
        </w:tc>
        <w:tc>
          <w:tcPr>
            <w:tcW w:w="1314" w:type="dxa"/>
            <w:gridSpan w:val="5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D315F7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Bema</w:t>
            </w:r>
          </w:p>
        </w:tc>
        <w:tc>
          <w:tcPr>
            <w:tcW w:w="1668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0037620035711225</w:t>
            </w:r>
          </w:p>
        </w:tc>
        <w:tc>
          <w:tcPr>
            <w:tcW w:w="925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00166164</w:t>
            </w:r>
          </w:p>
        </w:tc>
        <w:tc>
          <w:tcPr>
            <w:tcW w:w="854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0,5/6</w:t>
            </w:r>
          </w:p>
        </w:tc>
        <w:tc>
          <w:tcPr>
            <w:tcW w:w="709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04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51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998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monitoring</w:t>
            </w:r>
          </w:p>
        </w:tc>
        <w:tc>
          <w:tcPr>
            <w:tcW w:w="1314" w:type="dxa"/>
            <w:gridSpan w:val="5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D315F7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11 Listopada</w:t>
            </w:r>
          </w:p>
        </w:tc>
        <w:tc>
          <w:tcPr>
            <w:tcW w:w="1668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0037620035711730</w:t>
            </w:r>
          </w:p>
        </w:tc>
        <w:tc>
          <w:tcPr>
            <w:tcW w:w="925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00166171</w:t>
            </w:r>
          </w:p>
        </w:tc>
        <w:tc>
          <w:tcPr>
            <w:tcW w:w="854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0,5/6</w:t>
            </w:r>
          </w:p>
        </w:tc>
        <w:tc>
          <w:tcPr>
            <w:tcW w:w="709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BB504E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04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55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998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monitoring</w:t>
            </w:r>
          </w:p>
        </w:tc>
        <w:tc>
          <w:tcPr>
            <w:tcW w:w="1314" w:type="dxa"/>
            <w:gridSpan w:val="5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D315F7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Sikorskiego</w:t>
            </w:r>
          </w:p>
        </w:tc>
        <w:tc>
          <w:tcPr>
            <w:tcW w:w="1668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0037620035711528</w:t>
            </w:r>
          </w:p>
        </w:tc>
        <w:tc>
          <w:tcPr>
            <w:tcW w:w="925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00166177</w:t>
            </w:r>
          </w:p>
        </w:tc>
        <w:tc>
          <w:tcPr>
            <w:tcW w:w="854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0,5/6</w:t>
            </w:r>
          </w:p>
        </w:tc>
        <w:tc>
          <w:tcPr>
            <w:tcW w:w="709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 w:val="restart"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9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98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monitoring</w:t>
            </w:r>
          </w:p>
        </w:tc>
        <w:tc>
          <w:tcPr>
            <w:tcW w:w="1314" w:type="dxa"/>
            <w:gridSpan w:val="5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D315F7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Warszawska</w:t>
            </w:r>
          </w:p>
        </w:tc>
        <w:tc>
          <w:tcPr>
            <w:tcW w:w="1668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0037620035711831</w:t>
            </w:r>
          </w:p>
        </w:tc>
        <w:tc>
          <w:tcPr>
            <w:tcW w:w="925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00166179</w:t>
            </w:r>
          </w:p>
        </w:tc>
        <w:tc>
          <w:tcPr>
            <w:tcW w:w="854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0,5/6</w:t>
            </w:r>
          </w:p>
        </w:tc>
        <w:tc>
          <w:tcPr>
            <w:tcW w:w="709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3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8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Kamera  monitoring</w:t>
            </w:r>
          </w:p>
        </w:tc>
        <w:tc>
          <w:tcPr>
            <w:tcW w:w="1314" w:type="dxa"/>
            <w:gridSpan w:val="5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D315F7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Kardynała Wyszyńskiego</w:t>
            </w:r>
          </w:p>
        </w:tc>
        <w:tc>
          <w:tcPr>
            <w:tcW w:w="1668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0037620000089810</w:t>
            </w:r>
          </w:p>
        </w:tc>
        <w:tc>
          <w:tcPr>
            <w:tcW w:w="925" w:type="dxa"/>
            <w:gridSpan w:val="2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60883090</w:t>
            </w:r>
          </w:p>
        </w:tc>
        <w:tc>
          <w:tcPr>
            <w:tcW w:w="854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0,5/6</w:t>
            </w:r>
          </w:p>
        </w:tc>
        <w:tc>
          <w:tcPr>
            <w:tcW w:w="709" w:type="dxa"/>
            <w:gridSpan w:val="3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D315F7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3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998" w:type="dxa"/>
            <w:gridSpan w:val="2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St. bazowa monitoring.</w:t>
            </w:r>
          </w:p>
        </w:tc>
        <w:tc>
          <w:tcPr>
            <w:tcW w:w="1314" w:type="dxa"/>
            <w:gridSpan w:val="5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302730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Plac Wolności</w:t>
            </w:r>
          </w:p>
        </w:tc>
        <w:tc>
          <w:tcPr>
            <w:tcW w:w="1668" w:type="dxa"/>
            <w:gridSpan w:val="3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0037620035691421</w:t>
            </w:r>
          </w:p>
        </w:tc>
        <w:tc>
          <w:tcPr>
            <w:tcW w:w="925" w:type="dxa"/>
            <w:gridSpan w:val="2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03979316</w:t>
            </w:r>
          </w:p>
        </w:tc>
        <w:tc>
          <w:tcPr>
            <w:tcW w:w="854" w:type="dxa"/>
            <w:gridSpan w:val="3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6,5/16</w:t>
            </w:r>
          </w:p>
        </w:tc>
        <w:tc>
          <w:tcPr>
            <w:tcW w:w="709" w:type="dxa"/>
            <w:gridSpan w:val="3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45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</w:t>
            </w:r>
          </w:p>
        </w:tc>
        <w:tc>
          <w:tcPr>
            <w:tcW w:w="998" w:type="dxa"/>
            <w:gridSpan w:val="2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Kamera monitoring.</w:t>
            </w:r>
          </w:p>
        </w:tc>
        <w:tc>
          <w:tcPr>
            <w:tcW w:w="1314" w:type="dxa"/>
            <w:gridSpan w:val="5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302730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Plac. Boh. Westerplatte</w:t>
            </w:r>
          </w:p>
        </w:tc>
        <w:tc>
          <w:tcPr>
            <w:tcW w:w="1668" w:type="dxa"/>
            <w:gridSpan w:val="3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0037620035691522</w:t>
            </w:r>
          </w:p>
        </w:tc>
        <w:tc>
          <w:tcPr>
            <w:tcW w:w="925" w:type="dxa"/>
            <w:gridSpan w:val="2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00060012</w:t>
            </w:r>
          </w:p>
        </w:tc>
        <w:tc>
          <w:tcPr>
            <w:tcW w:w="854" w:type="dxa"/>
            <w:gridSpan w:val="3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0,5/6</w:t>
            </w:r>
          </w:p>
        </w:tc>
        <w:tc>
          <w:tcPr>
            <w:tcW w:w="709" w:type="dxa"/>
            <w:gridSpan w:val="3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973F7D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47E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52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998" w:type="dxa"/>
            <w:gridSpan w:val="2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Ośrodek wypoczyn.</w:t>
            </w:r>
          </w:p>
        </w:tc>
        <w:tc>
          <w:tcPr>
            <w:tcW w:w="1314" w:type="dxa"/>
            <w:gridSpan w:val="5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Wilimy, 11-310 Czerwonka</w:t>
            </w:r>
          </w:p>
        </w:tc>
        <w:tc>
          <w:tcPr>
            <w:tcW w:w="1668" w:type="dxa"/>
            <w:gridSpan w:val="3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0037650127910077</w:t>
            </w:r>
          </w:p>
        </w:tc>
        <w:tc>
          <w:tcPr>
            <w:tcW w:w="925" w:type="dxa"/>
            <w:gridSpan w:val="2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00030366</w:t>
            </w:r>
          </w:p>
        </w:tc>
        <w:tc>
          <w:tcPr>
            <w:tcW w:w="854" w:type="dxa"/>
            <w:gridSpan w:val="3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709" w:type="dxa"/>
            <w:gridSpan w:val="3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302730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2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998" w:type="dxa"/>
            <w:gridSpan w:val="4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410" w:type="dxa"/>
            <w:gridSpan w:val="2"/>
          </w:tcPr>
          <w:p w:rsidR="00377A9C" w:rsidRPr="00313F32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734" w:type="dxa"/>
            <w:gridSpan w:val="2"/>
          </w:tcPr>
          <w:p w:rsidR="00377A9C" w:rsidRPr="00EF47E5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47E5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1"/>
          <w:wAfter w:w="130" w:type="dxa"/>
          <w:trHeight w:val="58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998" w:type="dxa"/>
            <w:gridSpan w:val="2"/>
          </w:tcPr>
          <w:p w:rsidR="00377A9C" w:rsidRPr="00E3580E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</w:t>
            </w: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ul. Warszawska 10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0037620108408782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80643960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42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Kotłownia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Bartoszyce, ul. Robotnicza 4 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0037620108221250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80643943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51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Przepompownia ścieków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Kętrzyńska cz. dz. 107/17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0037620108201446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71535391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51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Węzeł cieplny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Okrzei 1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0037620108441421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71255714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48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Węzeł cieplny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Paderewskiego 20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0037620108441522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80644014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46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77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Węzeł cieplny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Sikorskiego 6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0037620108434246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71436455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7/16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37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Węzeł cieplny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Sikorskiego 18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0037620108434347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71440708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  <w:tcBorders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390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Węzeł cieplny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Sikorskiego 2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0037620108434448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71440714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7/16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405"/>
        </w:trPr>
        <w:tc>
          <w:tcPr>
            <w:tcW w:w="396" w:type="dxa"/>
          </w:tcPr>
          <w:p w:rsidR="00377A9C" w:rsidRPr="00ED38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389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Węzeł cieplny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Nowowiejskiego 5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0037620108457585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71523852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7/16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620"/>
        </w:trPr>
        <w:tc>
          <w:tcPr>
            <w:tcW w:w="396" w:type="dxa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Poniatowskiego 7a</w:t>
            </w:r>
          </w:p>
        </w:tc>
        <w:tc>
          <w:tcPr>
            <w:tcW w:w="1668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0037620033441223</w:t>
            </w:r>
          </w:p>
        </w:tc>
        <w:tc>
          <w:tcPr>
            <w:tcW w:w="925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50641120</w:t>
            </w:r>
          </w:p>
        </w:tc>
        <w:tc>
          <w:tcPr>
            <w:tcW w:w="854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20/40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1274" w:type="dxa"/>
            <w:gridSpan w:val="4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  <w:tcBorders>
              <w:bottom w:val="single" w:sz="4" w:space="0" w:color="auto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  <w:tcBorders>
              <w:bottom w:val="single" w:sz="4" w:space="0" w:color="auto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465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Pl. Konstytucji 3 go Maja 18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0037620108223573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28560783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 w:val="restart"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435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Piłsudskiego 7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0037620108228728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00092284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435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Piłsudskiego 6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0037620108228829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71535393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360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Piłsudskiego 2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0037620108228930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71340517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  <w:tcBorders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420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Piłsudskiego 3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0037620108229031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70094137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Wodociągowo- Ciepłownicza Sp. z o.o. COWIK 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525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Piłsudskiego 4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0037620108229132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00026416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450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Bartoszyce, ul. Piłsudskiego 5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0037620108229233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71523985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585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89</w:t>
            </w:r>
          </w:p>
        </w:tc>
        <w:tc>
          <w:tcPr>
            <w:tcW w:w="998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Piłsudskiego 1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0037620108229334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71524176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1348"/>
        </w:trPr>
        <w:tc>
          <w:tcPr>
            <w:tcW w:w="396" w:type="dxa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314" w:type="dxa"/>
            <w:gridSpan w:val="5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Wyszyńskiego 6</w:t>
            </w:r>
          </w:p>
        </w:tc>
        <w:tc>
          <w:tcPr>
            <w:tcW w:w="1668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0037620108432529</w:t>
            </w:r>
          </w:p>
        </w:tc>
        <w:tc>
          <w:tcPr>
            <w:tcW w:w="925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71524190</w:t>
            </w:r>
          </w:p>
        </w:tc>
        <w:tc>
          <w:tcPr>
            <w:tcW w:w="854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7/16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10700</w:t>
            </w:r>
          </w:p>
        </w:tc>
        <w:tc>
          <w:tcPr>
            <w:tcW w:w="1274" w:type="dxa"/>
            <w:gridSpan w:val="4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BB504E">
        <w:trPr>
          <w:gridBefore w:val="42"/>
          <w:gridAfter w:val="1"/>
          <w:wBefore w:w="16180" w:type="dxa"/>
          <w:wAfter w:w="130" w:type="dxa"/>
          <w:trHeight w:val="212"/>
        </w:trPr>
        <w:tc>
          <w:tcPr>
            <w:tcW w:w="447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BB504E">
        <w:trPr>
          <w:gridAfter w:val="1"/>
          <w:wAfter w:w="130" w:type="dxa"/>
          <w:trHeight w:val="81"/>
        </w:trPr>
        <w:tc>
          <w:tcPr>
            <w:tcW w:w="16627" w:type="dxa"/>
            <w:gridSpan w:val="46"/>
            <w:tcBorders>
              <w:top w:val="nil"/>
              <w:left w:val="nil"/>
              <w:right w:val="single" w:sz="4" w:space="0" w:color="auto"/>
            </w:tcBorders>
          </w:tcPr>
          <w:p w:rsidR="00377A9C" w:rsidRPr="00BA7319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383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Wyszyńskiego 24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0037620108436266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71524171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 w:val="restart"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435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Pułaskiego 5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0037620108440209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71523983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vMerge/>
            <w:tcBorders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420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Nad Łyną 5A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0037620108440714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80644022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510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Nad Łyną 1A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0037620108441118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71535360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Wodociągowo- Ciepłownicza Sp. z o.o.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495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Nad Łyną 5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0037620108441623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70868401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7/16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600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Ogrodowa 7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0037620108442027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71524172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10/20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615"/>
        </w:trPr>
        <w:tc>
          <w:tcPr>
            <w:tcW w:w="39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Okrzei 7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0037620108442229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27731126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720"/>
        </w:trPr>
        <w:tc>
          <w:tcPr>
            <w:tcW w:w="396" w:type="dxa"/>
          </w:tcPr>
          <w:p w:rsidR="00377A9C" w:rsidRPr="005565F4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Boh. Monte Cassino 9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0037620108461730</w:t>
            </w:r>
          </w:p>
        </w:tc>
        <w:tc>
          <w:tcPr>
            <w:tcW w:w="925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29100983</w:t>
            </w:r>
          </w:p>
        </w:tc>
        <w:tc>
          <w:tcPr>
            <w:tcW w:w="854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127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23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  <w:tcBorders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425"/>
        </w:trPr>
        <w:tc>
          <w:tcPr>
            <w:tcW w:w="396" w:type="dxa"/>
            <w:tcBorders>
              <w:bottom w:val="single" w:sz="4" w:space="0" w:color="auto"/>
            </w:tcBorders>
          </w:tcPr>
          <w:p w:rsidR="00377A9C" w:rsidRPr="005565F4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  <w:p w:rsidR="00377A9C" w:rsidRPr="005565F4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224" w:type="dxa"/>
            <w:gridSpan w:val="4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Boh. Monte Cassino 4</w:t>
            </w:r>
          </w:p>
        </w:tc>
        <w:tc>
          <w:tcPr>
            <w:tcW w:w="1668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0037620108461831</w:t>
            </w:r>
          </w:p>
        </w:tc>
        <w:tc>
          <w:tcPr>
            <w:tcW w:w="1010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12974132</w:t>
            </w: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341" w:type="dxa"/>
            <w:gridSpan w:val="7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tcBorders>
              <w:top w:val="nil"/>
              <w:bottom w:val="single" w:sz="4" w:space="0" w:color="auto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1"/>
          <w:wAfter w:w="130" w:type="dxa"/>
          <w:trHeight w:val="570"/>
        </w:trPr>
        <w:tc>
          <w:tcPr>
            <w:tcW w:w="396" w:type="dxa"/>
          </w:tcPr>
          <w:p w:rsidR="00377A9C" w:rsidRPr="005565F4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65F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Warszawska 1a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0037620108406762</w:t>
            </w:r>
          </w:p>
        </w:tc>
        <w:tc>
          <w:tcPr>
            <w:tcW w:w="1010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71524158</w:t>
            </w:r>
          </w:p>
        </w:tc>
        <w:tc>
          <w:tcPr>
            <w:tcW w:w="769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7/16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9300</w:t>
            </w:r>
          </w:p>
        </w:tc>
        <w:tc>
          <w:tcPr>
            <w:tcW w:w="1341" w:type="dxa"/>
            <w:gridSpan w:val="7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Wodociągowo- Ciepłownicza Sp. z o.o.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47" w:type="dxa"/>
            <w:gridSpan w:val="4"/>
            <w:tcBorders>
              <w:top w:val="nil"/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600"/>
        </w:trPr>
        <w:tc>
          <w:tcPr>
            <w:tcW w:w="396" w:type="dxa"/>
          </w:tcPr>
          <w:p w:rsidR="00377A9C" w:rsidRPr="005565F4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65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11-200Bartoszyce, ul. Warszawska 16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0037620180407469</w:t>
            </w:r>
          </w:p>
        </w:tc>
        <w:tc>
          <w:tcPr>
            <w:tcW w:w="1010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71524160</w:t>
            </w:r>
          </w:p>
        </w:tc>
        <w:tc>
          <w:tcPr>
            <w:tcW w:w="769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1341" w:type="dxa"/>
            <w:gridSpan w:val="7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570"/>
        </w:trPr>
        <w:tc>
          <w:tcPr>
            <w:tcW w:w="396" w:type="dxa"/>
          </w:tcPr>
          <w:p w:rsidR="00377A9C" w:rsidRPr="005565F4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65F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Mickiewicza 35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0037620108408580</w:t>
            </w:r>
          </w:p>
        </w:tc>
        <w:tc>
          <w:tcPr>
            <w:tcW w:w="1010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71523788</w:t>
            </w:r>
          </w:p>
        </w:tc>
        <w:tc>
          <w:tcPr>
            <w:tcW w:w="769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1341" w:type="dxa"/>
            <w:gridSpan w:val="7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570"/>
        </w:trPr>
        <w:tc>
          <w:tcPr>
            <w:tcW w:w="396" w:type="dxa"/>
          </w:tcPr>
          <w:p w:rsidR="00377A9C" w:rsidRPr="005565F4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65F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Chilmanowicza 2a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0037620108432125</w:t>
            </w:r>
          </w:p>
        </w:tc>
        <w:tc>
          <w:tcPr>
            <w:tcW w:w="1010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71535361</w:t>
            </w:r>
          </w:p>
        </w:tc>
        <w:tc>
          <w:tcPr>
            <w:tcW w:w="769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12/16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16300</w:t>
            </w:r>
          </w:p>
        </w:tc>
        <w:tc>
          <w:tcPr>
            <w:tcW w:w="1341" w:type="dxa"/>
            <w:gridSpan w:val="7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465"/>
        </w:trPr>
        <w:tc>
          <w:tcPr>
            <w:tcW w:w="396" w:type="dxa"/>
          </w:tcPr>
          <w:p w:rsidR="00377A9C" w:rsidRPr="005565F4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65F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Sikorskiego 31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0037620108432933</w:t>
            </w:r>
          </w:p>
        </w:tc>
        <w:tc>
          <w:tcPr>
            <w:tcW w:w="1010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70082623</w:t>
            </w:r>
          </w:p>
        </w:tc>
        <w:tc>
          <w:tcPr>
            <w:tcW w:w="769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7/16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341" w:type="dxa"/>
            <w:gridSpan w:val="7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465"/>
        </w:trPr>
        <w:tc>
          <w:tcPr>
            <w:tcW w:w="396" w:type="dxa"/>
          </w:tcPr>
          <w:p w:rsidR="00377A9C" w:rsidRPr="005565F4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65F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Sikorskiego 27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0037620108433034</w:t>
            </w:r>
          </w:p>
        </w:tc>
        <w:tc>
          <w:tcPr>
            <w:tcW w:w="1010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71440672</w:t>
            </w:r>
          </w:p>
        </w:tc>
        <w:tc>
          <w:tcPr>
            <w:tcW w:w="769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7/16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6900</w:t>
            </w:r>
          </w:p>
        </w:tc>
        <w:tc>
          <w:tcPr>
            <w:tcW w:w="1341" w:type="dxa"/>
            <w:gridSpan w:val="7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510"/>
        </w:trPr>
        <w:tc>
          <w:tcPr>
            <w:tcW w:w="396" w:type="dxa"/>
          </w:tcPr>
          <w:p w:rsidR="00377A9C" w:rsidRPr="002E352B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Wymiennikownia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19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0037620108439502</w:t>
            </w:r>
          </w:p>
        </w:tc>
        <w:tc>
          <w:tcPr>
            <w:tcW w:w="1010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89787888</w:t>
            </w:r>
          </w:p>
        </w:tc>
        <w:tc>
          <w:tcPr>
            <w:tcW w:w="769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341" w:type="dxa"/>
            <w:gridSpan w:val="7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Wodociągowo- Ciepłownicza Sp. z o.o.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555"/>
        </w:trPr>
        <w:tc>
          <w:tcPr>
            <w:tcW w:w="396" w:type="dxa"/>
          </w:tcPr>
          <w:p w:rsidR="00377A9C" w:rsidRPr="002E352B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107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33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0037620108441926</w:t>
            </w:r>
          </w:p>
        </w:tc>
        <w:tc>
          <w:tcPr>
            <w:tcW w:w="1010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80643969</w:t>
            </w:r>
          </w:p>
        </w:tc>
        <w:tc>
          <w:tcPr>
            <w:tcW w:w="769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2/10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2300</w:t>
            </w:r>
          </w:p>
        </w:tc>
        <w:tc>
          <w:tcPr>
            <w:tcW w:w="1341" w:type="dxa"/>
            <w:gridSpan w:val="7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3B09B6" w:rsidTr="0029694A">
        <w:trPr>
          <w:gridAfter w:val="2"/>
          <w:wAfter w:w="154" w:type="dxa"/>
          <w:trHeight w:val="992"/>
        </w:trPr>
        <w:tc>
          <w:tcPr>
            <w:tcW w:w="396" w:type="dxa"/>
          </w:tcPr>
          <w:p w:rsidR="00377A9C" w:rsidRPr="002E352B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108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Wymiennikownia </w:t>
            </w:r>
          </w:p>
        </w:tc>
        <w:tc>
          <w:tcPr>
            <w:tcW w:w="1224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Szymanowskiego 4</w:t>
            </w:r>
          </w:p>
        </w:tc>
        <w:tc>
          <w:tcPr>
            <w:tcW w:w="166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0037620108441320</w:t>
            </w:r>
          </w:p>
        </w:tc>
        <w:tc>
          <w:tcPr>
            <w:tcW w:w="1010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03148745</w:t>
            </w:r>
          </w:p>
        </w:tc>
        <w:tc>
          <w:tcPr>
            <w:tcW w:w="769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7/16</w:t>
            </w:r>
          </w:p>
        </w:tc>
        <w:tc>
          <w:tcPr>
            <w:tcW w:w="709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748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341" w:type="dxa"/>
            <w:gridSpan w:val="7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356" w:type="dxa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1138" w:type="dxa"/>
            <w:gridSpan w:val="3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7430004748</w:t>
            </w:r>
          </w:p>
        </w:tc>
        <w:tc>
          <w:tcPr>
            <w:tcW w:w="998" w:type="dxa"/>
            <w:gridSpan w:val="4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Wodociągowo- Ciepłownicza Sp. z o.o. COWIK</w:t>
            </w:r>
          </w:p>
        </w:tc>
        <w:tc>
          <w:tcPr>
            <w:tcW w:w="1410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Limanowskiego 1, 11-200 Bartoszyce</w:t>
            </w:r>
          </w:p>
        </w:tc>
        <w:tc>
          <w:tcPr>
            <w:tcW w:w="734" w:type="dxa"/>
            <w:gridSpan w:val="2"/>
          </w:tcPr>
          <w:p w:rsidR="00377A9C" w:rsidRPr="003B09B6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09B6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tcBorders>
              <w:top w:val="nil"/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70"/>
        </w:trPr>
        <w:tc>
          <w:tcPr>
            <w:tcW w:w="663" w:type="dxa"/>
            <w:gridSpan w:val="2"/>
            <w:tcBorders>
              <w:top w:val="nil"/>
              <w:left w:val="nil"/>
              <w:right w:val="nil"/>
            </w:tcBorders>
          </w:tcPr>
          <w:p w:rsidR="00377A9C" w:rsidRPr="00BA7319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7" w:type="dxa"/>
            <w:gridSpan w:val="40"/>
            <w:tcBorders>
              <w:top w:val="nil"/>
              <w:left w:val="nil"/>
              <w:right w:val="single" w:sz="4" w:space="0" w:color="auto"/>
            </w:tcBorders>
          </w:tcPr>
          <w:p w:rsidR="00377A9C" w:rsidRPr="00BA7319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77A9C" w:rsidRPr="00BA7319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60"/>
        </w:trPr>
        <w:tc>
          <w:tcPr>
            <w:tcW w:w="396" w:type="dxa"/>
          </w:tcPr>
          <w:p w:rsidR="00377A9C" w:rsidRPr="005F37DA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1124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Kuchnia</w:t>
            </w:r>
          </w:p>
        </w:tc>
        <w:tc>
          <w:tcPr>
            <w:tcW w:w="1188" w:type="dxa"/>
            <w:gridSpan w:val="3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Pieniężnego 10 a</w:t>
            </w:r>
          </w:p>
        </w:tc>
        <w:tc>
          <w:tcPr>
            <w:tcW w:w="1674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0037620033605618</w:t>
            </w:r>
          </w:p>
        </w:tc>
        <w:tc>
          <w:tcPr>
            <w:tcW w:w="1004" w:type="dxa"/>
            <w:gridSpan w:val="2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1356250</w:t>
            </w:r>
          </w:p>
        </w:tc>
        <w:tc>
          <w:tcPr>
            <w:tcW w:w="862" w:type="dxa"/>
            <w:gridSpan w:val="3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63/100</w:t>
            </w:r>
          </w:p>
        </w:tc>
        <w:tc>
          <w:tcPr>
            <w:tcW w:w="600" w:type="dxa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56000</w:t>
            </w:r>
          </w:p>
        </w:tc>
        <w:tc>
          <w:tcPr>
            <w:tcW w:w="1285" w:type="dxa"/>
            <w:gridSpan w:val="5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Miejski Ośrodek Pomocy Społecznej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Pieniężnego 10 a, 11-200 Bartoszyce</w:t>
            </w:r>
          </w:p>
        </w:tc>
        <w:tc>
          <w:tcPr>
            <w:tcW w:w="710" w:type="dxa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right w:val="single" w:sz="4" w:space="0" w:color="auto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  <w:tcBorders>
              <w:left w:val="single" w:sz="4" w:space="0" w:color="auto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30"/>
        </w:trPr>
        <w:tc>
          <w:tcPr>
            <w:tcW w:w="396" w:type="dxa"/>
          </w:tcPr>
          <w:p w:rsidR="00377A9C" w:rsidRPr="005F37DA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24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Biuro</w:t>
            </w:r>
          </w:p>
        </w:tc>
        <w:tc>
          <w:tcPr>
            <w:tcW w:w="1188" w:type="dxa"/>
            <w:gridSpan w:val="3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Jagiellończyka 9</w:t>
            </w:r>
          </w:p>
        </w:tc>
        <w:tc>
          <w:tcPr>
            <w:tcW w:w="1674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0037620108451525</w:t>
            </w:r>
          </w:p>
        </w:tc>
        <w:tc>
          <w:tcPr>
            <w:tcW w:w="1004" w:type="dxa"/>
            <w:gridSpan w:val="2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70859815</w:t>
            </w:r>
          </w:p>
        </w:tc>
        <w:tc>
          <w:tcPr>
            <w:tcW w:w="862" w:type="dxa"/>
            <w:gridSpan w:val="3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25/40</w:t>
            </w:r>
          </w:p>
        </w:tc>
        <w:tc>
          <w:tcPr>
            <w:tcW w:w="600" w:type="dxa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11300</w:t>
            </w:r>
          </w:p>
        </w:tc>
        <w:tc>
          <w:tcPr>
            <w:tcW w:w="1285" w:type="dxa"/>
            <w:gridSpan w:val="5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right w:val="single" w:sz="4" w:space="0" w:color="auto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  <w:tcBorders>
              <w:left w:val="single" w:sz="4" w:space="0" w:color="auto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705"/>
        </w:trPr>
        <w:tc>
          <w:tcPr>
            <w:tcW w:w="396" w:type="dxa"/>
          </w:tcPr>
          <w:p w:rsidR="00377A9C" w:rsidRPr="005F37DA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24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51</w:t>
            </w:r>
          </w:p>
        </w:tc>
        <w:tc>
          <w:tcPr>
            <w:tcW w:w="1674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0037620108444653</w:t>
            </w:r>
          </w:p>
        </w:tc>
        <w:tc>
          <w:tcPr>
            <w:tcW w:w="1004" w:type="dxa"/>
            <w:gridSpan w:val="2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70339966</w:t>
            </w:r>
          </w:p>
        </w:tc>
        <w:tc>
          <w:tcPr>
            <w:tcW w:w="862" w:type="dxa"/>
            <w:gridSpan w:val="3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16/25</w:t>
            </w:r>
          </w:p>
        </w:tc>
        <w:tc>
          <w:tcPr>
            <w:tcW w:w="600" w:type="dxa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285" w:type="dxa"/>
            <w:gridSpan w:val="5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right w:val="single" w:sz="4" w:space="0" w:color="auto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  <w:tcBorders>
              <w:left w:val="single" w:sz="4" w:space="0" w:color="auto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705"/>
        </w:trPr>
        <w:tc>
          <w:tcPr>
            <w:tcW w:w="396" w:type="dxa"/>
          </w:tcPr>
          <w:p w:rsidR="00377A9C" w:rsidRPr="003B5BDA" w:rsidRDefault="007436B3" w:rsidP="007144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24" w:type="dxa"/>
            <w:gridSpan w:val="4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11-200 Bartoszyce, ul. Boh. Warszawy 4</w:t>
            </w:r>
          </w:p>
        </w:tc>
        <w:tc>
          <w:tcPr>
            <w:tcW w:w="1674" w:type="dxa"/>
            <w:gridSpan w:val="4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0037620107260243</w:t>
            </w:r>
          </w:p>
        </w:tc>
        <w:tc>
          <w:tcPr>
            <w:tcW w:w="1004" w:type="dxa"/>
            <w:gridSpan w:val="2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29595372</w:t>
            </w:r>
          </w:p>
        </w:tc>
        <w:tc>
          <w:tcPr>
            <w:tcW w:w="862" w:type="dxa"/>
            <w:gridSpan w:val="3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4/20</w:t>
            </w:r>
          </w:p>
        </w:tc>
        <w:tc>
          <w:tcPr>
            <w:tcW w:w="600" w:type="dxa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Pr="003B5B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85" w:type="dxa"/>
            <w:gridSpan w:val="5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Pr="003B5BDA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BDA"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right w:val="single" w:sz="4" w:space="0" w:color="auto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  <w:tcBorders>
              <w:left w:val="single" w:sz="4" w:space="0" w:color="auto"/>
            </w:tcBorders>
          </w:tcPr>
          <w:p w:rsidR="00377A9C" w:rsidRPr="009C6509" w:rsidRDefault="00377A9C" w:rsidP="007837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80"/>
        </w:trPr>
        <w:tc>
          <w:tcPr>
            <w:tcW w:w="396" w:type="dxa"/>
          </w:tcPr>
          <w:p w:rsidR="00377A9C" w:rsidRPr="005F37DA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1124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Bartoszyce, ul. Cynkowa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674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0037620105032778</w:t>
            </w:r>
          </w:p>
        </w:tc>
        <w:tc>
          <w:tcPr>
            <w:tcW w:w="1004" w:type="dxa"/>
            <w:gridSpan w:val="2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29811521</w:t>
            </w:r>
          </w:p>
        </w:tc>
        <w:tc>
          <w:tcPr>
            <w:tcW w:w="862" w:type="dxa"/>
            <w:gridSpan w:val="3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285" w:type="dxa"/>
            <w:gridSpan w:val="5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Jagiellończyka 9, 11-200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Bartoszyce</w:t>
            </w:r>
          </w:p>
        </w:tc>
        <w:tc>
          <w:tcPr>
            <w:tcW w:w="1133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Jagiellończyka 9, 11-200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Bartoszyce</w:t>
            </w:r>
          </w:p>
        </w:tc>
        <w:tc>
          <w:tcPr>
            <w:tcW w:w="710" w:type="dxa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right w:val="single" w:sz="4" w:space="0" w:color="auto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  <w:tcBorders>
              <w:left w:val="single" w:sz="4" w:space="0" w:color="auto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2"/>
          <w:wAfter w:w="154" w:type="dxa"/>
          <w:trHeight w:val="645"/>
        </w:trPr>
        <w:tc>
          <w:tcPr>
            <w:tcW w:w="396" w:type="dxa"/>
          </w:tcPr>
          <w:p w:rsidR="00377A9C" w:rsidRPr="003B62A8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114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Hubalczykó 2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0037620108454353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13327119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25/40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Pr="005F37D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2"/>
          <w:wAfter w:w="154" w:type="dxa"/>
          <w:trHeight w:val="600"/>
        </w:trPr>
        <w:tc>
          <w:tcPr>
            <w:tcW w:w="396" w:type="dxa"/>
          </w:tcPr>
          <w:p w:rsidR="00377A9C" w:rsidRPr="003B62A8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Jagiellończyka 1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0037620105002062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74567037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2"/>
          <w:wAfter w:w="154" w:type="dxa"/>
          <w:trHeight w:val="645"/>
        </w:trPr>
        <w:tc>
          <w:tcPr>
            <w:tcW w:w="396" w:type="dxa"/>
          </w:tcPr>
          <w:p w:rsidR="00377A9C" w:rsidRPr="003B62A8" w:rsidRDefault="00377A9C" w:rsidP="007436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7436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Jagiellończyka 8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0037620105001961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80704800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2"/>
          <w:wAfter w:w="154" w:type="dxa"/>
          <w:trHeight w:val="630"/>
        </w:trPr>
        <w:tc>
          <w:tcPr>
            <w:tcW w:w="396" w:type="dxa"/>
          </w:tcPr>
          <w:p w:rsidR="00377A9C" w:rsidRPr="003B62A8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Kajki 6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0037620105005702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80644068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2"/>
          <w:wAfter w:w="154" w:type="dxa"/>
          <w:trHeight w:val="645"/>
        </w:trPr>
        <w:tc>
          <w:tcPr>
            <w:tcW w:w="396" w:type="dxa"/>
          </w:tcPr>
          <w:p w:rsidR="00377A9C" w:rsidRPr="003B62A8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Kętrzyńska 27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0037620105012469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80802227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2"/>
          <w:wAfter w:w="154" w:type="dxa"/>
          <w:trHeight w:val="570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Kętrzyńska 29-31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0037620105012267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00121357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2"/>
          <w:wAfter w:w="154" w:type="dxa"/>
          <w:trHeight w:val="555"/>
        </w:trPr>
        <w:tc>
          <w:tcPr>
            <w:tcW w:w="396" w:type="dxa"/>
          </w:tcPr>
          <w:p w:rsidR="00377A9C" w:rsidRPr="005D0206" w:rsidRDefault="007436B3" w:rsidP="007436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Kilińskiego 3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0037620105002567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80755816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611475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2"/>
          <w:wAfter w:w="154" w:type="dxa"/>
          <w:trHeight w:val="465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Kopernika 7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0037620105003072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00120406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611475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2"/>
          <w:wAfter w:w="154" w:type="dxa"/>
          <w:trHeight w:val="510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122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Kolejowa 3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0037620105006207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00169327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611475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tcBorders>
              <w:top w:val="nil"/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40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Marksa 10A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0037620105120482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04007605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13/20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611475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70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Marksa 10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0037620108234586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70008036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25/40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611475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80"/>
        </w:trPr>
        <w:tc>
          <w:tcPr>
            <w:tcW w:w="396" w:type="dxa"/>
          </w:tcPr>
          <w:p w:rsidR="00377A9C" w:rsidRPr="005D0206" w:rsidRDefault="007436B3" w:rsidP="007144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Młynarska 3-5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0037620105002365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29429755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611475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30"/>
        </w:trPr>
        <w:tc>
          <w:tcPr>
            <w:tcW w:w="396" w:type="dxa"/>
          </w:tcPr>
          <w:p w:rsidR="00377A9C" w:rsidRPr="005D0206" w:rsidRDefault="007436B3" w:rsidP="007144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Okrzei 4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0037620105039549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19933753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611475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25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Orzeszkowej 3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0037620105001557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00171355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611475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60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Orzeszkowej 4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0037620105001658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28153599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45"/>
        </w:trPr>
        <w:tc>
          <w:tcPr>
            <w:tcW w:w="396" w:type="dxa"/>
          </w:tcPr>
          <w:p w:rsidR="00377A9C" w:rsidRPr="005D0206" w:rsidRDefault="007436B3" w:rsidP="007436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Przemysłowa 10A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0037620108936727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12455834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10/16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LOKUM Sp. z o.o. 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55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130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Pułaskiego 3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0037620105027223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60282617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65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Klatka schodowa 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Pułaskiego 4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0037620105027324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00083505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30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Robotnicza 4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0037620105004183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60727238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15"/>
        </w:trPr>
        <w:tc>
          <w:tcPr>
            <w:tcW w:w="396" w:type="dxa"/>
          </w:tcPr>
          <w:p w:rsidR="00377A9C" w:rsidRPr="005D0206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Słowackiego 1C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0037620105562137 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13326934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55"/>
        </w:trPr>
        <w:tc>
          <w:tcPr>
            <w:tcW w:w="396" w:type="dxa"/>
          </w:tcPr>
          <w:p w:rsidR="00377A9C" w:rsidRPr="00034AF0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Słowackiego 1D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0037620105562440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13074263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735"/>
        </w:trPr>
        <w:tc>
          <w:tcPr>
            <w:tcW w:w="396" w:type="dxa"/>
          </w:tcPr>
          <w:p w:rsidR="00377A9C" w:rsidRPr="00034AF0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Warszawska 20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0037620105009540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28563699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30"/>
        </w:trPr>
        <w:tc>
          <w:tcPr>
            <w:tcW w:w="396" w:type="dxa"/>
          </w:tcPr>
          <w:p w:rsidR="00377A9C" w:rsidRPr="00034AF0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Kotłownia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Wolskiego 7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0037620035653732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60949381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4/20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60"/>
        </w:trPr>
        <w:tc>
          <w:tcPr>
            <w:tcW w:w="396" w:type="dxa"/>
          </w:tcPr>
          <w:p w:rsidR="00377A9C" w:rsidRPr="00034AF0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Klatka schodowa 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Wolskiego 7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0037620035653530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60949318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4/20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45"/>
        </w:trPr>
        <w:tc>
          <w:tcPr>
            <w:tcW w:w="396" w:type="dxa"/>
          </w:tcPr>
          <w:p w:rsidR="00377A9C" w:rsidRPr="00034AF0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138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Kotłownia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Wolskiego 5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0037620035671112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80031816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4/20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30"/>
        </w:trPr>
        <w:tc>
          <w:tcPr>
            <w:tcW w:w="396" w:type="dxa"/>
          </w:tcPr>
          <w:p w:rsidR="00377A9C" w:rsidRPr="00034AF0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Wolskiego 5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0037620035671011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80033696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4/20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911"/>
        </w:trPr>
        <w:tc>
          <w:tcPr>
            <w:tcW w:w="396" w:type="dxa"/>
          </w:tcPr>
          <w:p w:rsidR="00377A9C" w:rsidRPr="00034AF0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Biuro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Jagiellończyka 1/2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0037620107050075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00115941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Bartoszycki Ośrodek Sportu i Rekreacji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1/2,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  <w:tcBorders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585"/>
        </w:trPr>
        <w:tc>
          <w:tcPr>
            <w:tcW w:w="396" w:type="dxa"/>
          </w:tcPr>
          <w:p w:rsidR="00377A9C" w:rsidRDefault="00377A9C" w:rsidP="007436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7436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Basen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Bartoszyce, ul. Limanowskiego 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0037620035718194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96637728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(I-V:28 VI-VIII:65 IX-XII:160/200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C21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Bartoszyceki Ośrodek Sportu i Rekreacji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1/2,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585"/>
        </w:trPr>
        <w:tc>
          <w:tcPr>
            <w:tcW w:w="396" w:type="dxa"/>
          </w:tcPr>
          <w:p w:rsidR="00377A9C" w:rsidRPr="00AC4A0D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Stadion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Sportowa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0037620108459306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00010974</w:t>
            </w:r>
          </w:p>
        </w:tc>
        <w:tc>
          <w:tcPr>
            <w:tcW w:w="862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16/25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Bartoszycki Ośrodek Sportu i Rekreacji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1/2, 11-200 Bartoszyce</w:t>
            </w:r>
          </w:p>
        </w:tc>
        <w:tc>
          <w:tcPr>
            <w:tcW w:w="71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630"/>
        </w:trPr>
        <w:tc>
          <w:tcPr>
            <w:tcW w:w="396" w:type="dxa"/>
          </w:tcPr>
          <w:p w:rsidR="00377A9C" w:rsidRPr="00AC4A0D" w:rsidRDefault="007436B3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Lodowisko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11-2000 Bartoszyce, ul. Korczaka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0037620035840557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96637879</w:t>
            </w:r>
          </w:p>
        </w:tc>
        <w:tc>
          <w:tcPr>
            <w:tcW w:w="862" w:type="dxa"/>
            <w:gridSpan w:val="3"/>
          </w:tcPr>
          <w:p w:rsidR="00377A9C" w:rsidRPr="00692A81" w:rsidRDefault="00377A9C" w:rsidP="007144DA">
            <w:pPr>
              <w:spacing w:after="0"/>
              <w:rPr>
                <w:rFonts w:ascii="Times New Roman" w:hAnsi="Times New Roman" w:cs="Times New Roman"/>
                <w:sz w:val="15"/>
                <w:szCs w:val="15"/>
              </w:rPr>
            </w:pPr>
            <w:r w:rsidRPr="00692A81"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Pr="00692A81">
              <w:rPr>
                <w:rFonts w:ascii="Times New Roman" w:hAnsi="Times New Roman" w:cs="Times New Roman"/>
                <w:sz w:val="16"/>
                <w:szCs w:val="16"/>
              </w:rPr>
              <w:t>I-II:90 III-XI:28 XII:90)/ 160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C21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63000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Bartoszycki Ośrodek Sportu i Rekreacji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1/2, 11-200 Bartoszyce</w:t>
            </w:r>
          </w:p>
        </w:tc>
        <w:tc>
          <w:tcPr>
            <w:tcW w:w="71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518"/>
        </w:trPr>
        <w:tc>
          <w:tcPr>
            <w:tcW w:w="396" w:type="dxa"/>
          </w:tcPr>
          <w:p w:rsidR="00377A9C" w:rsidRPr="00AC4A0D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Orlik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11-200 Bartoszyce, ul. Nowowiejskiego 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0037620135479664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00081069</w:t>
            </w:r>
          </w:p>
        </w:tc>
        <w:tc>
          <w:tcPr>
            <w:tcW w:w="862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21/63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Bartoszycki Ośrodek Sportu i Rekreacji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1/2, 11-200 Bartoszyce</w:t>
            </w:r>
          </w:p>
        </w:tc>
        <w:tc>
          <w:tcPr>
            <w:tcW w:w="71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1134"/>
        </w:trPr>
        <w:tc>
          <w:tcPr>
            <w:tcW w:w="396" w:type="dxa"/>
            <w:tcBorders>
              <w:bottom w:val="single" w:sz="4" w:space="0" w:color="auto"/>
            </w:tcBorders>
          </w:tcPr>
          <w:p w:rsidR="00377A9C" w:rsidRPr="00AC4A0D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1124" w:type="dxa"/>
            <w:gridSpan w:val="4"/>
            <w:tcBorders>
              <w:bottom w:val="single" w:sz="4" w:space="0" w:color="auto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Orlik</w:t>
            </w:r>
          </w:p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</w:tcBorders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</w:t>
            </w:r>
          </w:p>
        </w:tc>
        <w:tc>
          <w:tcPr>
            <w:tcW w:w="1674" w:type="dxa"/>
            <w:gridSpan w:val="4"/>
            <w:tcBorders>
              <w:bottom w:val="single" w:sz="4" w:space="0" w:color="auto"/>
            </w:tcBorders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0037620135056706</w:t>
            </w:r>
          </w:p>
        </w:tc>
        <w:tc>
          <w:tcPr>
            <w:tcW w:w="1004" w:type="dxa"/>
            <w:gridSpan w:val="2"/>
            <w:tcBorders>
              <w:bottom w:val="single" w:sz="4" w:space="0" w:color="auto"/>
            </w:tcBorders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00029900</w:t>
            </w:r>
          </w:p>
        </w:tc>
        <w:tc>
          <w:tcPr>
            <w:tcW w:w="862" w:type="dxa"/>
            <w:gridSpan w:val="3"/>
            <w:tcBorders>
              <w:bottom w:val="single" w:sz="4" w:space="0" w:color="auto"/>
            </w:tcBorders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21/63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  <w:tcBorders>
              <w:bottom w:val="single" w:sz="4" w:space="0" w:color="auto"/>
            </w:tcBorders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1285" w:type="dxa"/>
            <w:gridSpan w:val="5"/>
            <w:tcBorders>
              <w:bottom w:val="single" w:sz="4" w:space="0" w:color="auto"/>
            </w:tcBorders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  <w:tcBorders>
              <w:bottom w:val="single" w:sz="4" w:space="0" w:color="auto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tcBorders>
              <w:bottom w:val="single" w:sz="4" w:space="0" w:color="auto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Bartoszycki Ośrodek Sportu i Rekreacji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1/2, 11-200 Bartoszyc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975"/>
        </w:trPr>
        <w:tc>
          <w:tcPr>
            <w:tcW w:w="396" w:type="dxa"/>
          </w:tcPr>
          <w:p w:rsidR="00377A9C" w:rsidRPr="00AC4A0D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146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Orlik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Traugutta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0037620135103788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00014589</w:t>
            </w:r>
          </w:p>
        </w:tc>
        <w:tc>
          <w:tcPr>
            <w:tcW w:w="862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21/40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Bartoszycki Ośrodek Sportu i Rekreacji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1/2, 11-200 Bartoszyce</w:t>
            </w:r>
          </w:p>
        </w:tc>
        <w:tc>
          <w:tcPr>
            <w:tcW w:w="71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690"/>
        </w:trPr>
        <w:tc>
          <w:tcPr>
            <w:tcW w:w="396" w:type="dxa"/>
          </w:tcPr>
          <w:p w:rsidR="00377A9C" w:rsidRPr="000171E1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Biurowiec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40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0037620000017601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72065968</w:t>
            </w:r>
          </w:p>
        </w:tc>
        <w:tc>
          <w:tcPr>
            <w:tcW w:w="862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36/63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Towarzystwo Budownictwa Społecznego Sp. z o.o.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40/108,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7431734118</w:t>
            </w:r>
          </w:p>
        </w:tc>
        <w:tc>
          <w:tcPr>
            <w:tcW w:w="1280" w:type="dxa"/>
            <w:gridSpan w:val="3"/>
          </w:tcPr>
          <w:p w:rsidR="00377A9C" w:rsidRPr="008163D8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Towarzystwo Budownictwa Społecznego Sp. z o.o.</w:t>
            </w:r>
          </w:p>
        </w:tc>
        <w:tc>
          <w:tcPr>
            <w:tcW w:w="1134" w:type="dxa"/>
            <w:gridSpan w:val="2"/>
          </w:tcPr>
          <w:p w:rsidR="00377A9C" w:rsidRPr="008163D8" w:rsidRDefault="00377A9C" w:rsidP="007144DA">
            <w:pPr>
              <w:spacing w:after="0"/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40/108, 11-200 Bartoszyce</w:t>
            </w:r>
          </w:p>
        </w:tc>
        <w:tc>
          <w:tcPr>
            <w:tcW w:w="710" w:type="dxa"/>
          </w:tcPr>
          <w:p w:rsidR="00377A9C" w:rsidRPr="003A22BF" w:rsidRDefault="00377A9C" w:rsidP="007144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A22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 w:val="restart"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525"/>
        </w:trPr>
        <w:tc>
          <w:tcPr>
            <w:tcW w:w="396" w:type="dxa"/>
          </w:tcPr>
          <w:p w:rsidR="00377A9C" w:rsidRPr="000171E1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Budynek , klatka schodowa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Struga 12 D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0037620107088168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12454393</w:t>
            </w:r>
          </w:p>
        </w:tc>
        <w:tc>
          <w:tcPr>
            <w:tcW w:w="862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Towarzystwo Budownictwa Społecznego Sp. z o.o.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40/108,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7431734118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Towarzystwo Budownictwa Społecznego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40/108, 11-200 Bartoszyce</w:t>
            </w:r>
          </w:p>
        </w:tc>
        <w:tc>
          <w:tcPr>
            <w:tcW w:w="71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600"/>
        </w:trPr>
        <w:tc>
          <w:tcPr>
            <w:tcW w:w="396" w:type="dxa"/>
          </w:tcPr>
          <w:p w:rsidR="00377A9C" w:rsidRPr="000171E1" w:rsidRDefault="008C294F" w:rsidP="007144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Budynek, klatka schodowa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Struga 12 C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0037620134248370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70182636</w:t>
            </w:r>
          </w:p>
        </w:tc>
        <w:tc>
          <w:tcPr>
            <w:tcW w:w="862" w:type="dxa"/>
            <w:gridSpan w:val="3"/>
          </w:tcPr>
          <w:p w:rsidR="00377A9C" w:rsidRPr="00AC4A0D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Towarzystwo Budownictwa Społecznego Sp. z o.o.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40/108,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7431734118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Towarzystwo Budownictwa Społecznego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40/108, 11-200 Bartoszyce</w:t>
            </w:r>
          </w:p>
        </w:tc>
        <w:tc>
          <w:tcPr>
            <w:tcW w:w="710" w:type="dxa"/>
          </w:tcPr>
          <w:p w:rsidR="00377A9C" w:rsidRPr="00AC4A0D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</w:tcPr>
          <w:p w:rsidR="00377A9C" w:rsidRPr="00BA7319" w:rsidRDefault="00377A9C" w:rsidP="007837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2"/>
          <w:wAfter w:w="154" w:type="dxa"/>
          <w:trHeight w:val="570"/>
        </w:trPr>
        <w:tc>
          <w:tcPr>
            <w:tcW w:w="396" w:type="dxa"/>
          </w:tcPr>
          <w:p w:rsidR="00377A9C" w:rsidRPr="000171E1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Budynek, klatka schodowa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Struga 12E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0037620134990927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00022226</w:t>
            </w:r>
          </w:p>
        </w:tc>
        <w:tc>
          <w:tcPr>
            <w:tcW w:w="862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12,5/25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Towarzystwo Budownictwa Społecznego Sp. z o.o.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40/108,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7431734118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Towarzystwo Budownictwa Społecznego Sp. z o.o.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40/108, 11-200 Bartoszyce</w:t>
            </w:r>
          </w:p>
        </w:tc>
        <w:tc>
          <w:tcPr>
            <w:tcW w:w="71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23" w:type="dxa"/>
            <w:gridSpan w:val="3"/>
            <w:vMerge/>
            <w:tcBorders>
              <w:bottom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3"/>
          <w:wAfter w:w="165" w:type="dxa"/>
          <w:trHeight w:val="555"/>
        </w:trPr>
        <w:tc>
          <w:tcPr>
            <w:tcW w:w="396" w:type="dxa"/>
          </w:tcPr>
          <w:p w:rsidR="00377A9C" w:rsidRPr="000171E1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Bazar miejski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Kętrzyńska 16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0037620108206092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71340335</w:t>
            </w:r>
          </w:p>
        </w:tc>
        <w:tc>
          <w:tcPr>
            <w:tcW w:w="862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31/50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Zakład Usług Komunalnych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Struga 12A, 11-200 Bartoszyce</w:t>
            </w:r>
          </w:p>
        </w:tc>
        <w:tc>
          <w:tcPr>
            <w:tcW w:w="71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RPr="00AC4A0D" w:rsidTr="0029694A">
        <w:trPr>
          <w:gridAfter w:val="3"/>
          <w:wAfter w:w="165" w:type="dxa"/>
          <w:trHeight w:val="525"/>
        </w:trPr>
        <w:tc>
          <w:tcPr>
            <w:tcW w:w="396" w:type="dxa"/>
          </w:tcPr>
          <w:p w:rsidR="00377A9C" w:rsidRPr="000171E1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12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Baza ZUK</w:t>
            </w:r>
          </w:p>
        </w:tc>
        <w:tc>
          <w:tcPr>
            <w:tcW w:w="1188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Struga 12A</w:t>
            </w:r>
          </w:p>
        </w:tc>
        <w:tc>
          <w:tcPr>
            <w:tcW w:w="1674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0037620108412624</w:t>
            </w:r>
          </w:p>
        </w:tc>
        <w:tc>
          <w:tcPr>
            <w:tcW w:w="1004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70007659</w:t>
            </w:r>
          </w:p>
        </w:tc>
        <w:tc>
          <w:tcPr>
            <w:tcW w:w="862" w:type="dxa"/>
            <w:gridSpan w:val="3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25/40</w:t>
            </w:r>
          </w:p>
        </w:tc>
        <w:tc>
          <w:tcPr>
            <w:tcW w:w="60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1285" w:type="dxa"/>
            <w:gridSpan w:val="5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Zakład Usług Komunalnych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Struga 12A, 11-200 Bartoszyce</w:t>
            </w:r>
          </w:p>
        </w:tc>
        <w:tc>
          <w:tcPr>
            <w:tcW w:w="710" w:type="dxa"/>
          </w:tcPr>
          <w:p w:rsidR="00377A9C" w:rsidRPr="00AC4A0D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  <w:tcBorders>
              <w:top w:val="nil"/>
            </w:tcBorders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25"/>
        </w:trPr>
        <w:tc>
          <w:tcPr>
            <w:tcW w:w="396" w:type="dxa"/>
          </w:tcPr>
          <w:p w:rsidR="00377A9C" w:rsidRPr="002B5050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Leśna 1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0037620108205991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05134709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31/50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 Podstawa nr 8im. Łesi Ukrainki z Ukraińskim Językiem Nauczania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Leśna 1,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70"/>
        </w:trPr>
        <w:tc>
          <w:tcPr>
            <w:tcW w:w="396" w:type="dxa"/>
          </w:tcPr>
          <w:p w:rsidR="00377A9C" w:rsidRPr="002B5050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154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Traugutta 23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0037620108196190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00040896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40/63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 Podstawowa  nr 1 im. Romualda Traugutta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Traugutta 23,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90"/>
        </w:trPr>
        <w:tc>
          <w:tcPr>
            <w:tcW w:w="396" w:type="dxa"/>
          </w:tcPr>
          <w:p w:rsidR="00377A9C" w:rsidRPr="002B5050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35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0037620108446067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6922918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 Podstawowa Nr 7 im. Józefa Wybickiego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35,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210"/>
        </w:trPr>
        <w:tc>
          <w:tcPr>
            <w:tcW w:w="396" w:type="dxa"/>
          </w:tcPr>
          <w:p w:rsidR="00377A9C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Szkoła- sala sportowa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35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0037620108446572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04722408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C12A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    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 Podstawowa Nr 7 im. Józefa Wybickiego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35,     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10"/>
        </w:trPr>
        <w:tc>
          <w:tcPr>
            <w:tcW w:w="396" w:type="dxa"/>
          </w:tcPr>
          <w:p w:rsidR="00377A9C" w:rsidRPr="002B5050" w:rsidRDefault="008C294F" w:rsidP="007144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35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0037620033498817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96637782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40/63</w:t>
            </w:r>
          </w:p>
        </w:tc>
        <w:tc>
          <w:tcPr>
            <w:tcW w:w="600" w:type="dxa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   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2 im. Gen. Józefa Bema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35,    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70"/>
        </w:trPr>
        <w:tc>
          <w:tcPr>
            <w:tcW w:w="396" w:type="dxa"/>
          </w:tcPr>
          <w:p w:rsidR="00377A9C" w:rsidRPr="00795774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Przedszkole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49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0037620108447481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00077450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31/50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   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Integracyjne Przedszkole  Publiczne nr 4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49,    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10"/>
        </w:trPr>
        <w:tc>
          <w:tcPr>
            <w:tcW w:w="396" w:type="dxa"/>
          </w:tcPr>
          <w:p w:rsidR="00377A9C" w:rsidRPr="00795774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Dom Kultury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Boh. Warszawy 11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0037620108191039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000265588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20/32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                       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Bartoszycki Dom Kultury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Warszawy 11,                        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 w:val="restart"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555"/>
        </w:trPr>
        <w:tc>
          <w:tcPr>
            <w:tcW w:w="396" w:type="dxa"/>
          </w:tcPr>
          <w:p w:rsidR="00377A9C" w:rsidRPr="00795774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Biblioteka-Główna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Bema 23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0037620108444350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90568777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Gmina Miejska Bartoszyce             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    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Miejska Biblioteka Publiczna             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23,     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675"/>
        </w:trPr>
        <w:tc>
          <w:tcPr>
            <w:tcW w:w="396" w:type="dxa"/>
          </w:tcPr>
          <w:p w:rsidR="00377A9C" w:rsidRPr="000C13E7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</w:p>
        </w:tc>
        <w:tc>
          <w:tcPr>
            <w:tcW w:w="112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Biblioteka- Oddział</w:t>
            </w:r>
          </w:p>
        </w:tc>
        <w:tc>
          <w:tcPr>
            <w:tcW w:w="1188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Bartoszyce, ul. Ogrodowa 1A</w:t>
            </w:r>
          </w:p>
        </w:tc>
        <w:tc>
          <w:tcPr>
            <w:tcW w:w="1674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0037620108444855</w:t>
            </w:r>
          </w:p>
        </w:tc>
        <w:tc>
          <w:tcPr>
            <w:tcW w:w="100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70007775</w:t>
            </w:r>
          </w:p>
        </w:tc>
        <w:tc>
          <w:tcPr>
            <w:tcW w:w="862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15/25</w:t>
            </w:r>
          </w:p>
        </w:tc>
        <w:tc>
          <w:tcPr>
            <w:tcW w:w="60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C11</w:t>
            </w:r>
          </w:p>
        </w:tc>
        <w:tc>
          <w:tcPr>
            <w:tcW w:w="820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285" w:type="dxa"/>
            <w:gridSpan w:val="5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79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     11-200 Bartoszyce</w:t>
            </w:r>
          </w:p>
        </w:tc>
        <w:tc>
          <w:tcPr>
            <w:tcW w:w="1133" w:type="dxa"/>
            <w:gridSpan w:val="4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0" w:type="dxa"/>
            <w:gridSpan w:val="3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Miejska Biblioteka Publiczna</w:t>
            </w:r>
          </w:p>
        </w:tc>
        <w:tc>
          <w:tcPr>
            <w:tcW w:w="1134" w:type="dxa"/>
            <w:gridSpan w:val="2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23,      11-200 Bartoszyce</w:t>
            </w:r>
          </w:p>
        </w:tc>
        <w:tc>
          <w:tcPr>
            <w:tcW w:w="710" w:type="dxa"/>
          </w:tcPr>
          <w:p w:rsidR="00377A9C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75" w:type="dxa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16" w:type="dxa"/>
            <w:gridSpan w:val="2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BA7319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80"/>
        </w:trPr>
        <w:tc>
          <w:tcPr>
            <w:tcW w:w="396" w:type="dxa"/>
          </w:tcPr>
          <w:p w:rsidR="00377A9C" w:rsidRPr="002A416D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124" w:type="dxa"/>
            <w:gridSpan w:val="4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C54A1">
              <w:rPr>
                <w:rFonts w:ascii="Times New Roman" w:hAnsi="Times New Roman" w:cs="Times New Roman"/>
                <w:sz w:val="18"/>
                <w:szCs w:val="18"/>
              </w:rPr>
              <w:t>Klatka schodowa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</w:t>
            </w:r>
          </w:p>
        </w:tc>
        <w:tc>
          <w:tcPr>
            <w:tcW w:w="1194" w:type="dxa"/>
            <w:gridSpan w:val="4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C54A1">
              <w:rPr>
                <w:rFonts w:ascii="Times New Roman" w:hAnsi="Times New Roman" w:cs="Times New Roman"/>
                <w:sz w:val="18"/>
                <w:szCs w:val="18"/>
              </w:rPr>
              <w:t>11-200 Bartoszyce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Plac D</w:t>
            </w:r>
            <w:r w:rsidRPr="009C54A1">
              <w:rPr>
                <w:rFonts w:ascii="Times New Roman" w:hAnsi="Times New Roman" w:cs="Times New Roman"/>
                <w:sz w:val="18"/>
                <w:szCs w:val="18"/>
              </w:rPr>
              <w:t>worcowy 1</w:t>
            </w:r>
          </w:p>
        </w:tc>
        <w:tc>
          <w:tcPr>
            <w:tcW w:w="1662" w:type="dxa"/>
            <w:gridSpan w:val="2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0037620105020048</w:t>
            </w:r>
          </w:p>
        </w:tc>
        <w:tc>
          <w:tcPr>
            <w:tcW w:w="1010" w:type="dxa"/>
            <w:gridSpan w:val="3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80644080</w:t>
            </w:r>
          </w:p>
        </w:tc>
        <w:tc>
          <w:tcPr>
            <w:tcW w:w="862" w:type="dxa"/>
            <w:gridSpan w:val="3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7" w:type="dxa"/>
            <w:gridSpan w:val="5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8" w:type="dxa"/>
            <w:gridSpan w:val="4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Ul. Jagiellończyka 9 11-200 Bartoszyce</w:t>
            </w:r>
          </w:p>
        </w:tc>
        <w:tc>
          <w:tcPr>
            <w:tcW w:w="1133" w:type="dxa"/>
            <w:gridSpan w:val="4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134" w:type="dxa"/>
            <w:gridSpan w:val="2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 11-200 Bartoszyce</w:t>
            </w:r>
          </w:p>
        </w:tc>
        <w:tc>
          <w:tcPr>
            <w:tcW w:w="710" w:type="dxa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pierwsza</w:t>
            </w:r>
          </w:p>
        </w:tc>
        <w:tc>
          <w:tcPr>
            <w:tcW w:w="582" w:type="dxa"/>
            <w:gridSpan w:val="2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09" w:type="dxa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FD5D8A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368"/>
        </w:trPr>
        <w:tc>
          <w:tcPr>
            <w:tcW w:w="396" w:type="dxa"/>
          </w:tcPr>
          <w:p w:rsidR="00377A9C" w:rsidRPr="004A651D" w:rsidRDefault="008C294F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163</w:t>
            </w:r>
          </w:p>
        </w:tc>
        <w:tc>
          <w:tcPr>
            <w:tcW w:w="1124" w:type="dxa"/>
            <w:gridSpan w:val="4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Klatka schodowa II</w:t>
            </w:r>
          </w:p>
        </w:tc>
        <w:tc>
          <w:tcPr>
            <w:tcW w:w="1194" w:type="dxa"/>
            <w:gridSpan w:val="4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  Plac Dworcowy 1</w:t>
            </w:r>
          </w:p>
        </w:tc>
        <w:tc>
          <w:tcPr>
            <w:tcW w:w="1662" w:type="dxa"/>
            <w:gridSpan w:val="2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0037620105020149</w:t>
            </w:r>
          </w:p>
        </w:tc>
        <w:tc>
          <w:tcPr>
            <w:tcW w:w="1010" w:type="dxa"/>
            <w:gridSpan w:val="3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127653</w:t>
            </w:r>
          </w:p>
        </w:tc>
        <w:tc>
          <w:tcPr>
            <w:tcW w:w="862" w:type="dxa"/>
            <w:gridSpan w:val="3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5/25</w:t>
            </w:r>
          </w:p>
        </w:tc>
        <w:tc>
          <w:tcPr>
            <w:tcW w:w="600" w:type="dxa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G11</w:t>
            </w:r>
          </w:p>
        </w:tc>
        <w:tc>
          <w:tcPr>
            <w:tcW w:w="827" w:type="dxa"/>
            <w:gridSpan w:val="5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8" w:type="dxa"/>
            <w:gridSpan w:val="4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o.o.</w:t>
            </w:r>
          </w:p>
        </w:tc>
        <w:tc>
          <w:tcPr>
            <w:tcW w:w="1379" w:type="dxa"/>
            <w:gridSpan w:val="2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 11-200 Bartoszyce</w:t>
            </w:r>
          </w:p>
        </w:tc>
        <w:tc>
          <w:tcPr>
            <w:tcW w:w="1133" w:type="dxa"/>
            <w:gridSpan w:val="4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7431733165</w:t>
            </w:r>
          </w:p>
        </w:tc>
        <w:tc>
          <w:tcPr>
            <w:tcW w:w="1280" w:type="dxa"/>
            <w:gridSpan w:val="3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LOKUM Sp. z o.o</w:t>
            </w:r>
          </w:p>
        </w:tc>
        <w:tc>
          <w:tcPr>
            <w:tcW w:w="1134" w:type="dxa"/>
            <w:gridSpan w:val="2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Jagiellończyka 9 11-200 Bartoszyce</w:t>
            </w:r>
          </w:p>
        </w:tc>
        <w:tc>
          <w:tcPr>
            <w:tcW w:w="710" w:type="dxa"/>
          </w:tcPr>
          <w:p w:rsidR="00377A9C" w:rsidRPr="009C54A1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pierwsza</w:t>
            </w:r>
          </w:p>
        </w:tc>
        <w:tc>
          <w:tcPr>
            <w:tcW w:w="582" w:type="dxa"/>
            <w:gridSpan w:val="2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09" w:type="dxa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FD5D8A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215"/>
        </w:trPr>
        <w:tc>
          <w:tcPr>
            <w:tcW w:w="396" w:type="dxa"/>
          </w:tcPr>
          <w:p w:rsidR="00377A9C" w:rsidRPr="00FD5D8A" w:rsidRDefault="00535D21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1135" w:type="dxa"/>
            <w:gridSpan w:val="5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Oświetlenie uliczne</w:t>
            </w:r>
          </w:p>
        </w:tc>
        <w:tc>
          <w:tcPr>
            <w:tcW w:w="1194" w:type="dxa"/>
            <w:gridSpan w:val="4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11-200 Bartoszyce ul. Inwestycyjna</w:t>
            </w:r>
          </w:p>
        </w:tc>
        <w:tc>
          <w:tcPr>
            <w:tcW w:w="1651" w:type="dxa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0037620000123710</w:t>
            </w:r>
          </w:p>
        </w:tc>
        <w:tc>
          <w:tcPr>
            <w:tcW w:w="1025" w:type="dxa"/>
            <w:gridSpan w:val="4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94037768</w:t>
            </w:r>
          </w:p>
        </w:tc>
        <w:tc>
          <w:tcPr>
            <w:tcW w:w="847" w:type="dxa"/>
            <w:gridSpan w:val="2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16,5/32</w:t>
            </w:r>
          </w:p>
        </w:tc>
        <w:tc>
          <w:tcPr>
            <w:tcW w:w="600" w:type="dxa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C12B</w:t>
            </w:r>
          </w:p>
        </w:tc>
        <w:tc>
          <w:tcPr>
            <w:tcW w:w="827" w:type="dxa"/>
            <w:gridSpan w:val="5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271" w:type="dxa"/>
            <w:gridSpan w:val="3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394" w:type="dxa"/>
            <w:gridSpan w:val="4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     11-200 Bartoszyce</w:t>
            </w:r>
          </w:p>
        </w:tc>
        <w:tc>
          <w:tcPr>
            <w:tcW w:w="1118" w:type="dxa"/>
            <w:gridSpan w:val="2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7431862678</w:t>
            </w:r>
          </w:p>
        </w:tc>
        <w:tc>
          <w:tcPr>
            <w:tcW w:w="1287" w:type="dxa"/>
            <w:gridSpan w:val="4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Gmina Miejska Bartoszyce</w:t>
            </w:r>
          </w:p>
        </w:tc>
        <w:tc>
          <w:tcPr>
            <w:tcW w:w="1134" w:type="dxa"/>
            <w:gridSpan w:val="2"/>
          </w:tcPr>
          <w:p w:rsidR="00377A9C" w:rsidRPr="0029694A" w:rsidRDefault="00377A9C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Boh. Monte Cassino 1,                         11-200 Bartoszyce</w:t>
            </w:r>
          </w:p>
        </w:tc>
        <w:tc>
          <w:tcPr>
            <w:tcW w:w="710" w:type="dxa"/>
          </w:tcPr>
          <w:p w:rsidR="00377A9C" w:rsidRPr="0029694A" w:rsidRDefault="00C20B72" w:rsidP="007144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kolejna</w:t>
            </w:r>
          </w:p>
        </w:tc>
        <w:tc>
          <w:tcPr>
            <w:tcW w:w="582" w:type="dxa"/>
            <w:gridSpan w:val="2"/>
          </w:tcPr>
          <w:p w:rsidR="00377A9C" w:rsidRPr="00240A40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01.08.2018</w:t>
            </w:r>
          </w:p>
        </w:tc>
        <w:tc>
          <w:tcPr>
            <w:tcW w:w="1009" w:type="dxa"/>
          </w:tcPr>
          <w:p w:rsidR="00377A9C" w:rsidRPr="00BA7319" w:rsidRDefault="00377A9C" w:rsidP="00272C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31.07.2019</w:t>
            </w:r>
          </w:p>
        </w:tc>
        <w:tc>
          <w:tcPr>
            <w:tcW w:w="412" w:type="dxa"/>
            <w:gridSpan w:val="2"/>
            <w:vMerge/>
          </w:tcPr>
          <w:p w:rsidR="00377A9C" w:rsidRPr="00FD5D8A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9C54A1">
        <w:trPr>
          <w:gridAfter w:val="3"/>
          <w:wAfter w:w="165" w:type="dxa"/>
        </w:trPr>
        <w:tc>
          <w:tcPr>
            <w:tcW w:w="16180" w:type="dxa"/>
            <w:gridSpan w:val="42"/>
          </w:tcPr>
          <w:p w:rsidR="00377A9C" w:rsidRPr="00FD5D8A" w:rsidRDefault="00377A9C" w:rsidP="007144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gridSpan w:val="2"/>
            <w:vMerge/>
          </w:tcPr>
          <w:p w:rsidR="00377A9C" w:rsidRPr="00FD5D8A" w:rsidRDefault="00377A9C" w:rsidP="007837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A9C" w:rsidTr="0029694A">
        <w:trPr>
          <w:gridAfter w:val="3"/>
          <w:wAfter w:w="165" w:type="dxa"/>
          <w:trHeight w:val="435"/>
        </w:trPr>
        <w:tc>
          <w:tcPr>
            <w:tcW w:w="6848" w:type="dxa"/>
            <w:gridSpan w:val="18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Razem : C12B+C12A+C11+G11+C21</w:t>
            </w:r>
          </w:p>
        </w:tc>
        <w:tc>
          <w:tcPr>
            <w:tcW w:w="2059" w:type="dxa"/>
            <w:gridSpan w:val="7"/>
          </w:tcPr>
          <w:p w:rsidR="00377A9C" w:rsidRDefault="00377A9C" w:rsidP="00496A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1957000</w:t>
            </w:r>
          </w:p>
        </w:tc>
        <w:tc>
          <w:tcPr>
            <w:tcW w:w="7273" w:type="dxa"/>
            <w:gridSpan w:val="17"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dxa"/>
            <w:gridSpan w:val="2"/>
            <w:vMerge/>
          </w:tcPr>
          <w:p w:rsidR="00377A9C" w:rsidRDefault="00377A9C" w:rsidP="007144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A9C" w:rsidTr="0029694A">
        <w:trPr>
          <w:gridAfter w:val="3"/>
          <w:wAfter w:w="165" w:type="dxa"/>
          <w:trHeight w:val="315"/>
        </w:trPr>
        <w:tc>
          <w:tcPr>
            <w:tcW w:w="6848" w:type="dxa"/>
            <w:gridSpan w:val="18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dxa"/>
            <w:gridSpan w:val="3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∑ C12B</w:t>
            </w:r>
          </w:p>
        </w:tc>
        <w:tc>
          <w:tcPr>
            <w:tcW w:w="1274" w:type="dxa"/>
            <w:gridSpan w:val="4"/>
          </w:tcPr>
          <w:p w:rsidR="00377A9C" w:rsidRDefault="00377A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905300</w:t>
            </w:r>
          </w:p>
        </w:tc>
        <w:tc>
          <w:tcPr>
            <w:tcW w:w="7273" w:type="dxa"/>
            <w:gridSpan w:val="17"/>
            <w:shd w:val="clear" w:color="auto" w:fill="auto"/>
          </w:tcPr>
          <w:p w:rsidR="00377A9C" w:rsidRDefault="00377A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Strefa dzienna: 407315 kWh/rok, strefa nocna: 497985 kWh/rok</w:t>
            </w:r>
          </w:p>
        </w:tc>
        <w:tc>
          <w:tcPr>
            <w:tcW w:w="412" w:type="dxa"/>
            <w:gridSpan w:val="2"/>
            <w:vMerge/>
            <w:shd w:val="clear" w:color="auto" w:fill="auto"/>
          </w:tcPr>
          <w:p w:rsidR="00377A9C" w:rsidRDefault="00377A9C" w:rsidP="00783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A9C" w:rsidTr="0029694A">
        <w:trPr>
          <w:gridAfter w:val="3"/>
          <w:wAfter w:w="165" w:type="dxa"/>
          <w:trHeight w:val="360"/>
        </w:trPr>
        <w:tc>
          <w:tcPr>
            <w:tcW w:w="6848" w:type="dxa"/>
            <w:gridSpan w:val="18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dxa"/>
            <w:gridSpan w:val="3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∑ C12A</w:t>
            </w:r>
          </w:p>
        </w:tc>
        <w:tc>
          <w:tcPr>
            <w:tcW w:w="1274" w:type="dxa"/>
            <w:gridSpan w:val="4"/>
          </w:tcPr>
          <w:p w:rsidR="00377A9C" w:rsidRDefault="00377A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291410</w:t>
            </w:r>
          </w:p>
        </w:tc>
        <w:tc>
          <w:tcPr>
            <w:tcW w:w="7273" w:type="dxa"/>
            <w:gridSpan w:val="17"/>
            <w:shd w:val="clear" w:color="auto" w:fill="auto"/>
          </w:tcPr>
          <w:p w:rsidR="00377A9C" w:rsidRDefault="00377A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Strefa szczytowa: 74852 kWh/rok, strefa pozaszczytowa: 214558 kWh/rok</w:t>
            </w:r>
          </w:p>
        </w:tc>
        <w:tc>
          <w:tcPr>
            <w:tcW w:w="412" w:type="dxa"/>
            <w:gridSpan w:val="2"/>
            <w:vMerge/>
            <w:shd w:val="clear" w:color="auto" w:fill="auto"/>
          </w:tcPr>
          <w:p w:rsidR="00377A9C" w:rsidRDefault="00377A9C" w:rsidP="00783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A9C" w:rsidTr="0029694A">
        <w:trPr>
          <w:gridAfter w:val="22"/>
          <w:wAfter w:w="7850" w:type="dxa"/>
          <w:trHeight w:val="450"/>
        </w:trPr>
        <w:tc>
          <w:tcPr>
            <w:tcW w:w="6848" w:type="dxa"/>
            <w:gridSpan w:val="18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dxa"/>
            <w:gridSpan w:val="3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∑ C11</w:t>
            </w:r>
          </w:p>
        </w:tc>
        <w:tc>
          <w:tcPr>
            <w:tcW w:w="1274" w:type="dxa"/>
            <w:gridSpan w:val="4"/>
          </w:tcPr>
          <w:p w:rsidR="00377A9C" w:rsidRDefault="00377A9C" w:rsidP="00647D8D">
            <w:pPr>
              <w:spacing w:after="0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574720</w:t>
            </w:r>
          </w:p>
        </w:tc>
      </w:tr>
      <w:tr w:rsidR="00377A9C" w:rsidTr="0029694A">
        <w:trPr>
          <w:gridAfter w:val="22"/>
          <w:wAfter w:w="7850" w:type="dxa"/>
          <w:trHeight w:val="375"/>
        </w:trPr>
        <w:tc>
          <w:tcPr>
            <w:tcW w:w="6848" w:type="dxa"/>
            <w:gridSpan w:val="18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dxa"/>
            <w:gridSpan w:val="3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∑ G11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95970</w:t>
            </w:r>
          </w:p>
        </w:tc>
      </w:tr>
      <w:tr w:rsidR="00377A9C" w:rsidTr="0029694A">
        <w:trPr>
          <w:gridAfter w:val="22"/>
          <w:wAfter w:w="7850" w:type="dxa"/>
          <w:trHeight w:val="390"/>
        </w:trPr>
        <w:tc>
          <w:tcPr>
            <w:tcW w:w="6848" w:type="dxa"/>
            <w:gridSpan w:val="18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dxa"/>
            <w:gridSpan w:val="3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∑ C21</w:t>
            </w:r>
          </w:p>
        </w:tc>
        <w:tc>
          <w:tcPr>
            <w:tcW w:w="1274" w:type="dxa"/>
            <w:gridSpan w:val="4"/>
          </w:tcPr>
          <w:p w:rsidR="00377A9C" w:rsidRDefault="00377A9C" w:rsidP="007144DA">
            <w:pPr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89600</w:t>
            </w:r>
          </w:p>
        </w:tc>
      </w:tr>
    </w:tbl>
    <w:p w:rsidR="00756688" w:rsidRDefault="00756688" w:rsidP="00F177C4">
      <w:pPr>
        <w:rPr>
          <w:rFonts w:ascii="Times New Roman" w:hAnsi="Times New Roman" w:cs="Times New Roman"/>
          <w:sz w:val="18"/>
          <w:szCs w:val="18"/>
        </w:rPr>
      </w:pPr>
    </w:p>
    <w:p w:rsidR="00456BAD" w:rsidRPr="003B09B6" w:rsidRDefault="009C6509" w:rsidP="0018422D">
      <w:pPr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WYKONAWCA: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456BAD">
        <w:rPr>
          <w:rFonts w:ascii="Times New Roman" w:hAnsi="Times New Roman" w:cs="Times New Roman"/>
          <w:sz w:val="18"/>
          <w:szCs w:val="18"/>
        </w:rPr>
        <w:t>ZAMAWIAJĄCY:</w:t>
      </w:r>
    </w:p>
    <w:sectPr w:rsidR="00456BAD" w:rsidRPr="003B09B6" w:rsidSect="00C365F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C59" w:rsidRDefault="00272C59" w:rsidP="00E706AB">
      <w:pPr>
        <w:spacing w:after="0" w:line="240" w:lineRule="auto"/>
      </w:pPr>
      <w:r>
        <w:separator/>
      </w:r>
    </w:p>
  </w:endnote>
  <w:endnote w:type="continuationSeparator" w:id="0">
    <w:p w:rsidR="00272C59" w:rsidRDefault="00272C59" w:rsidP="00E70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833937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272C59" w:rsidRDefault="00272C59">
        <w:pPr>
          <w:pStyle w:val="Stopka"/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76358E" w:rsidRPr="0076358E">
          <w:rPr>
            <w:rFonts w:asciiTheme="majorHAnsi" w:hAnsiTheme="majorHAnsi"/>
            <w:noProof/>
            <w:sz w:val="28"/>
            <w:szCs w:val="28"/>
          </w:rPr>
          <w:t>1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272C59" w:rsidRDefault="00272C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C59" w:rsidRDefault="00272C59" w:rsidP="00E706AB">
      <w:pPr>
        <w:spacing w:after="0" w:line="240" w:lineRule="auto"/>
      </w:pPr>
      <w:r>
        <w:separator/>
      </w:r>
    </w:p>
  </w:footnote>
  <w:footnote w:type="continuationSeparator" w:id="0">
    <w:p w:rsidR="00272C59" w:rsidRDefault="00272C59" w:rsidP="00E70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FF"/>
    <w:rsid w:val="00005C34"/>
    <w:rsid w:val="00006818"/>
    <w:rsid w:val="000135B2"/>
    <w:rsid w:val="00015753"/>
    <w:rsid w:val="000171E1"/>
    <w:rsid w:val="00021B3C"/>
    <w:rsid w:val="00021C7D"/>
    <w:rsid w:val="000254A2"/>
    <w:rsid w:val="000273FB"/>
    <w:rsid w:val="000333C8"/>
    <w:rsid w:val="00033B32"/>
    <w:rsid w:val="00034AF0"/>
    <w:rsid w:val="000354A5"/>
    <w:rsid w:val="000357FC"/>
    <w:rsid w:val="0004462F"/>
    <w:rsid w:val="00045449"/>
    <w:rsid w:val="00046B67"/>
    <w:rsid w:val="000558AA"/>
    <w:rsid w:val="00056775"/>
    <w:rsid w:val="000610E1"/>
    <w:rsid w:val="00061FFD"/>
    <w:rsid w:val="00065985"/>
    <w:rsid w:val="00065D05"/>
    <w:rsid w:val="00066CCB"/>
    <w:rsid w:val="00070A12"/>
    <w:rsid w:val="00085178"/>
    <w:rsid w:val="000937F8"/>
    <w:rsid w:val="0009499B"/>
    <w:rsid w:val="000949A7"/>
    <w:rsid w:val="000954D3"/>
    <w:rsid w:val="000A1770"/>
    <w:rsid w:val="000A2875"/>
    <w:rsid w:val="000A3055"/>
    <w:rsid w:val="000A58CF"/>
    <w:rsid w:val="000A6AA4"/>
    <w:rsid w:val="000A6E93"/>
    <w:rsid w:val="000B246B"/>
    <w:rsid w:val="000B3DD8"/>
    <w:rsid w:val="000B54D4"/>
    <w:rsid w:val="000B5E54"/>
    <w:rsid w:val="000B7B36"/>
    <w:rsid w:val="000B7DCB"/>
    <w:rsid w:val="000C13E7"/>
    <w:rsid w:val="000D43A8"/>
    <w:rsid w:val="000E48A3"/>
    <w:rsid w:val="000E59A3"/>
    <w:rsid w:val="000E723D"/>
    <w:rsid w:val="000F0C47"/>
    <w:rsid w:val="000F603D"/>
    <w:rsid w:val="000F78E6"/>
    <w:rsid w:val="000F7E46"/>
    <w:rsid w:val="000F7F7B"/>
    <w:rsid w:val="00103D9F"/>
    <w:rsid w:val="001068D1"/>
    <w:rsid w:val="00113065"/>
    <w:rsid w:val="00116084"/>
    <w:rsid w:val="00122977"/>
    <w:rsid w:val="00122C3F"/>
    <w:rsid w:val="00122F60"/>
    <w:rsid w:val="00125515"/>
    <w:rsid w:val="00125FFB"/>
    <w:rsid w:val="00127BD9"/>
    <w:rsid w:val="00134AEC"/>
    <w:rsid w:val="00143F2E"/>
    <w:rsid w:val="00144E08"/>
    <w:rsid w:val="00152EB0"/>
    <w:rsid w:val="001557AF"/>
    <w:rsid w:val="00157BAB"/>
    <w:rsid w:val="00161237"/>
    <w:rsid w:val="00163415"/>
    <w:rsid w:val="00167A5D"/>
    <w:rsid w:val="00170A3F"/>
    <w:rsid w:val="001804A9"/>
    <w:rsid w:val="00182841"/>
    <w:rsid w:val="0018422D"/>
    <w:rsid w:val="00184379"/>
    <w:rsid w:val="001864BC"/>
    <w:rsid w:val="00196D9B"/>
    <w:rsid w:val="001A034D"/>
    <w:rsid w:val="001A387A"/>
    <w:rsid w:val="001A7AAA"/>
    <w:rsid w:val="001B1A90"/>
    <w:rsid w:val="001B3244"/>
    <w:rsid w:val="001B3F23"/>
    <w:rsid w:val="001B6FC3"/>
    <w:rsid w:val="001C0ABB"/>
    <w:rsid w:val="001C687F"/>
    <w:rsid w:val="001D1705"/>
    <w:rsid w:val="001D5D5B"/>
    <w:rsid w:val="001E669E"/>
    <w:rsid w:val="001E7236"/>
    <w:rsid w:val="001F2851"/>
    <w:rsid w:val="001F7FF5"/>
    <w:rsid w:val="00200C53"/>
    <w:rsid w:val="00207721"/>
    <w:rsid w:val="00211388"/>
    <w:rsid w:val="002122A6"/>
    <w:rsid w:val="0021280B"/>
    <w:rsid w:val="00213181"/>
    <w:rsid w:val="002132B6"/>
    <w:rsid w:val="00214784"/>
    <w:rsid w:val="002209B0"/>
    <w:rsid w:val="00224D09"/>
    <w:rsid w:val="00224FFD"/>
    <w:rsid w:val="002300B3"/>
    <w:rsid w:val="0023528B"/>
    <w:rsid w:val="00240A40"/>
    <w:rsid w:val="00241DDE"/>
    <w:rsid w:val="00247E31"/>
    <w:rsid w:val="0025303D"/>
    <w:rsid w:val="002556B1"/>
    <w:rsid w:val="00267F7C"/>
    <w:rsid w:val="0027004D"/>
    <w:rsid w:val="00272C59"/>
    <w:rsid w:val="002748AE"/>
    <w:rsid w:val="00275E24"/>
    <w:rsid w:val="002772A5"/>
    <w:rsid w:val="00277F60"/>
    <w:rsid w:val="00280E1A"/>
    <w:rsid w:val="00287A02"/>
    <w:rsid w:val="00287A70"/>
    <w:rsid w:val="002900A3"/>
    <w:rsid w:val="002952E6"/>
    <w:rsid w:val="0029694A"/>
    <w:rsid w:val="00297259"/>
    <w:rsid w:val="002A0598"/>
    <w:rsid w:val="002A416D"/>
    <w:rsid w:val="002A47A6"/>
    <w:rsid w:val="002A6578"/>
    <w:rsid w:val="002A68B7"/>
    <w:rsid w:val="002A7286"/>
    <w:rsid w:val="002B1CD3"/>
    <w:rsid w:val="002B316B"/>
    <w:rsid w:val="002B5050"/>
    <w:rsid w:val="002C0E0B"/>
    <w:rsid w:val="002C1345"/>
    <w:rsid w:val="002C1A7F"/>
    <w:rsid w:val="002C79ED"/>
    <w:rsid w:val="002C7DF0"/>
    <w:rsid w:val="002D1430"/>
    <w:rsid w:val="002D4347"/>
    <w:rsid w:val="002D47DB"/>
    <w:rsid w:val="002E221B"/>
    <w:rsid w:val="002E261B"/>
    <w:rsid w:val="002E2DA2"/>
    <w:rsid w:val="002E352B"/>
    <w:rsid w:val="002F4B59"/>
    <w:rsid w:val="00300562"/>
    <w:rsid w:val="00302730"/>
    <w:rsid w:val="00303ECB"/>
    <w:rsid w:val="003053A2"/>
    <w:rsid w:val="00312822"/>
    <w:rsid w:val="00313F32"/>
    <w:rsid w:val="003201E1"/>
    <w:rsid w:val="00340DBE"/>
    <w:rsid w:val="00343D38"/>
    <w:rsid w:val="00352BE4"/>
    <w:rsid w:val="00355BC8"/>
    <w:rsid w:val="00361626"/>
    <w:rsid w:val="00364B31"/>
    <w:rsid w:val="00366058"/>
    <w:rsid w:val="003745E3"/>
    <w:rsid w:val="00374CBC"/>
    <w:rsid w:val="0037500D"/>
    <w:rsid w:val="00377A9C"/>
    <w:rsid w:val="003853F8"/>
    <w:rsid w:val="0038558A"/>
    <w:rsid w:val="0038584F"/>
    <w:rsid w:val="003900DB"/>
    <w:rsid w:val="00394375"/>
    <w:rsid w:val="003A2119"/>
    <w:rsid w:val="003A22BF"/>
    <w:rsid w:val="003A3230"/>
    <w:rsid w:val="003A4F1B"/>
    <w:rsid w:val="003A7B45"/>
    <w:rsid w:val="003B09B6"/>
    <w:rsid w:val="003B176F"/>
    <w:rsid w:val="003B1771"/>
    <w:rsid w:val="003B1E1E"/>
    <w:rsid w:val="003B5BDA"/>
    <w:rsid w:val="003B62A8"/>
    <w:rsid w:val="003C1660"/>
    <w:rsid w:val="003C1E51"/>
    <w:rsid w:val="003C2FAD"/>
    <w:rsid w:val="003C46A6"/>
    <w:rsid w:val="003C4AA9"/>
    <w:rsid w:val="003C708D"/>
    <w:rsid w:val="003C7842"/>
    <w:rsid w:val="003E03AD"/>
    <w:rsid w:val="003E2070"/>
    <w:rsid w:val="003E5BEE"/>
    <w:rsid w:val="003E74AC"/>
    <w:rsid w:val="003F2D7C"/>
    <w:rsid w:val="0040085E"/>
    <w:rsid w:val="00405287"/>
    <w:rsid w:val="00405DD7"/>
    <w:rsid w:val="0041014D"/>
    <w:rsid w:val="004139CE"/>
    <w:rsid w:val="00416794"/>
    <w:rsid w:val="00427127"/>
    <w:rsid w:val="00444026"/>
    <w:rsid w:val="0044799E"/>
    <w:rsid w:val="00453901"/>
    <w:rsid w:val="00455092"/>
    <w:rsid w:val="00456BAD"/>
    <w:rsid w:val="00467787"/>
    <w:rsid w:val="00480016"/>
    <w:rsid w:val="004804A0"/>
    <w:rsid w:val="00480C8E"/>
    <w:rsid w:val="00482503"/>
    <w:rsid w:val="00485A7A"/>
    <w:rsid w:val="004873E2"/>
    <w:rsid w:val="00487E10"/>
    <w:rsid w:val="00496A8E"/>
    <w:rsid w:val="004A0314"/>
    <w:rsid w:val="004A5EAC"/>
    <w:rsid w:val="004A651D"/>
    <w:rsid w:val="004A7928"/>
    <w:rsid w:val="004B0E52"/>
    <w:rsid w:val="004B1EB0"/>
    <w:rsid w:val="004B2112"/>
    <w:rsid w:val="004B5EEB"/>
    <w:rsid w:val="004C0635"/>
    <w:rsid w:val="004C0B82"/>
    <w:rsid w:val="004C36F6"/>
    <w:rsid w:val="004C5285"/>
    <w:rsid w:val="004C53BC"/>
    <w:rsid w:val="004C6893"/>
    <w:rsid w:val="004D4556"/>
    <w:rsid w:val="004E1B6A"/>
    <w:rsid w:val="004E6B24"/>
    <w:rsid w:val="004F2D50"/>
    <w:rsid w:val="0050129F"/>
    <w:rsid w:val="0050240B"/>
    <w:rsid w:val="00503C97"/>
    <w:rsid w:val="00516EA7"/>
    <w:rsid w:val="00526D37"/>
    <w:rsid w:val="005304AB"/>
    <w:rsid w:val="00535D21"/>
    <w:rsid w:val="0054185E"/>
    <w:rsid w:val="005448CE"/>
    <w:rsid w:val="00545565"/>
    <w:rsid w:val="00546447"/>
    <w:rsid w:val="00550A13"/>
    <w:rsid w:val="00554B72"/>
    <w:rsid w:val="0055628D"/>
    <w:rsid w:val="005565F4"/>
    <w:rsid w:val="005573D5"/>
    <w:rsid w:val="00560B83"/>
    <w:rsid w:val="0056488C"/>
    <w:rsid w:val="00565C1B"/>
    <w:rsid w:val="00576E71"/>
    <w:rsid w:val="00577C9F"/>
    <w:rsid w:val="0058269C"/>
    <w:rsid w:val="0058441A"/>
    <w:rsid w:val="005850AE"/>
    <w:rsid w:val="00592AE6"/>
    <w:rsid w:val="005A6002"/>
    <w:rsid w:val="005B3440"/>
    <w:rsid w:val="005B4365"/>
    <w:rsid w:val="005C07C3"/>
    <w:rsid w:val="005C1B87"/>
    <w:rsid w:val="005C1D90"/>
    <w:rsid w:val="005C290D"/>
    <w:rsid w:val="005C4AC5"/>
    <w:rsid w:val="005D0206"/>
    <w:rsid w:val="005D07A9"/>
    <w:rsid w:val="005E0404"/>
    <w:rsid w:val="005E573F"/>
    <w:rsid w:val="005F0FC8"/>
    <w:rsid w:val="005F1FD9"/>
    <w:rsid w:val="005F3448"/>
    <w:rsid w:val="005F37DA"/>
    <w:rsid w:val="00601638"/>
    <w:rsid w:val="006030CD"/>
    <w:rsid w:val="00603BFC"/>
    <w:rsid w:val="00607FD5"/>
    <w:rsid w:val="00611475"/>
    <w:rsid w:val="00611496"/>
    <w:rsid w:val="006116FE"/>
    <w:rsid w:val="006121C5"/>
    <w:rsid w:val="00612230"/>
    <w:rsid w:val="006134AE"/>
    <w:rsid w:val="00613533"/>
    <w:rsid w:val="0061458B"/>
    <w:rsid w:val="00614D5C"/>
    <w:rsid w:val="006162A0"/>
    <w:rsid w:val="006267FD"/>
    <w:rsid w:val="00632D1A"/>
    <w:rsid w:val="00643627"/>
    <w:rsid w:val="0064758B"/>
    <w:rsid w:val="00647D8D"/>
    <w:rsid w:val="0065103F"/>
    <w:rsid w:val="00651CB8"/>
    <w:rsid w:val="00653277"/>
    <w:rsid w:val="00655146"/>
    <w:rsid w:val="00657618"/>
    <w:rsid w:val="00660BB5"/>
    <w:rsid w:val="006620A8"/>
    <w:rsid w:val="00665066"/>
    <w:rsid w:val="006733F5"/>
    <w:rsid w:val="0068534D"/>
    <w:rsid w:val="00686AC8"/>
    <w:rsid w:val="0069042A"/>
    <w:rsid w:val="00692A81"/>
    <w:rsid w:val="006A0086"/>
    <w:rsid w:val="006A5EDA"/>
    <w:rsid w:val="006A7653"/>
    <w:rsid w:val="006B1D0A"/>
    <w:rsid w:val="006B45A9"/>
    <w:rsid w:val="006B7304"/>
    <w:rsid w:val="006C38EF"/>
    <w:rsid w:val="006C73E4"/>
    <w:rsid w:val="006C7D64"/>
    <w:rsid w:val="006D2F4F"/>
    <w:rsid w:val="006D6F55"/>
    <w:rsid w:val="006E3A93"/>
    <w:rsid w:val="006E69FC"/>
    <w:rsid w:val="006E72E2"/>
    <w:rsid w:val="006F27AC"/>
    <w:rsid w:val="006F3660"/>
    <w:rsid w:val="006F3C0E"/>
    <w:rsid w:val="006F4AE5"/>
    <w:rsid w:val="006F543E"/>
    <w:rsid w:val="006F6A96"/>
    <w:rsid w:val="00700D21"/>
    <w:rsid w:val="00701D48"/>
    <w:rsid w:val="00710A30"/>
    <w:rsid w:val="007121CB"/>
    <w:rsid w:val="00712514"/>
    <w:rsid w:val="007144DA"/>
    <w:rsid w:val="00715CFA"/>
    <w:rsid w:val="007234A9"/>
    <w:rsid w:val="00725DFB"/>
    <w:rsid w:val="00730923"/>
    <w:rsid w:val="00730A05"/>
    <w:rsid w:val="00736C79"/>
    <w:rsid w:val="007436B3"/>
    <w:rsid w:val="00746A00"/>
    <w:rsid w:val="00751667"/>
    <w:rsid w:val="007525F0"/>
    <w:rsid w:val="007533B0"/>
    <w:rsid w:val="0075374A"/>
    <w:rsid w:val="00755761"/>
    <w:rsid w:val="007559B0"/>
    <w:rsid w:val="00756688"/>
    <w:rsid w:val="007602B1"/>
    <w:rsid w:val="00760FBA"/>
    <w:rsid w:val="0076103B"/>
    <w:rsid w:val="00761808"/>
    <w:rsid w:val="00762EC7"/>
    <w:rsid w:val="0076358E"/>
    <w:rsid w:val="00766A47"/>
    <w:rsid w:val="0077647F"/>
    <w:rsid w:val="007823AA"/>
    <w:rsid w:val="00783664"/>
    <w:rsid w:val="007837EA"/>
    <w:rsid w:val="00784153"/>
    <w:rsid w:val="0078448B"/>
    <w:rsid w:val="0078528F"/>
    <w:rsid w:val="00787FB2"/>
    <w:rsid w:val="007916FA"/>
    <w:rsid w:val="00795774"/>
    <w:rsid w:val="007968C2"/>
    <w:rsid w:val="007A003D"/>
    <w:rsid w:val="007A3F93"/>
    <w:rsid w:val="007A4F60"/>
    <w:rsid w:val="007A5FF5"/>
    <w:rsid w:val="007B5B22"/>
    <w:rsid w:val="007B7950"/>
    <w:rsid w:val="007C4EB7"/>
    <w:rsid w:val="007D551B"/>
    <w:rsid w:val="007D7DFB"/>
    <w:rsid w:val="007E16EA"/>
    <w:rsid w:val="007E1E61"/>
    <w:rsid w:val="007F31B8"/>
    <w:rsid w:val="007F36AB"/>
    <w:rsid w:val="007F6748"/>
    <w:rsid w:val="00801561"/>
    <w:rsid w:val="00802829"/>
    <w:rsid w:val="00802F9E"/>
    <w:rsid w:val="0080470D"/>
    <w:rsid w:val="0081018B"/>
    <w:rsid w:val="008109C3"/>
    <w:rsid w:val="00812430"/>
    <w:rsid w:val="008163D8"/>
    <w:rsid w:val="008211B7"/>
    <w:rsid w:val="008217EC"/>
    <w:rsid w:val="0083099A"/>
    <w:rsid w:val="00851844"/>
    <w:rsid w:val="00851E38"/>
    <w:rsid w:val="00853A4A"/>
    <w:rsid w:val="0085461C"/>
    <w:rsid w:val="0085653C"/>
    <w:rsid w:val="00857675"/>
    <w:rsid w:val="00870AE2"/>
    <w:rsid w:val="0087461C"/>
    <w:rsid w:val="008845B7"/>
    <w:rsid w:val="008847A7"/>
    <w:rsid w:val="00884EE1"/>
    <w:rsid w:val="008858DE"/>
    <w:rsid w:val="00887DCB"/>
    <w:rsid w:val="008978F0"/>
    <w:rsid w:val="008A020F"/>
    <w:rsid w:val="008A1715"/>
    <w:rsid w:val="008A17A9"/>
    <w:rsid w:val="008A2368"/>
    <w:rsid w:val="008B3DE1"/>
    <w:rsid w:val="008C2570"/>
    <w:rsid w:val="008C294F"/>
    <w:rsid w:val="008C2B45"/>
    <w:rsid w:val="008C73CD"/>
    <w:rsid w:val="008C7884"/>
    <w:rsid w:val="008D0C2E"/>
    <w:rsid w:val="008D303C"/>
    <w:rsid w:val="008E58CB"/>
    <w:rsid w:val="008E742E"/>
    <w:rsid w:val="008F33BB"/>
    <w:rsid w:val="00930A7D"/>
    <w:rsid w:val="0093189B"/>
    <w:rsid w:val="00933415"/>
    <w:rsid w:val="00936826"/>
    <w:rsid w:val="00937315"/>
    <w:rsid w:val="00940786"/>
    <w:rsid w:val="00940CCD"/>
    <w:rsid w:val="00941D90"/>
    <w:rsid w:val="009506F0"/>
    <w:rsid w:val="0095075A"/>
    <w:rsid w:val="00952A5E"/>
    <w:rsid w:val="00954CA0"/>
    <w:rsid w:val="00957510"/>
    <w:rsid w:val="00970490"/>
    <w:rsid w:val="00972973"/>
    <w:rsid w:val="00973D18"/>
    <w:rsid w:val="00973F7D"/>
    <w:rsid w:val="00976888"/>
    <w:rsid w:val="0098381A"/>
    <w:rsid w:val="009857B2"/>
    <w:rsid w:val="00986870"/>
    <w:rsid w:val="00987705"/>
    <w:rsid w:val="00990BCC"/>
    <w:rsid w:val="0099154C"/>
    <w:rsid w:val="00997A3B"/>
    <w:rsid w:val="00997FB6"/>
    <w:rsid w:val="009A2EFF"/>
    <w:rsid w:val="009A3C77"/>
    <w:rsid w:val="009B587C"/>
    <w:rsid w:val="009B7F3F"/>
    <w:rsid w:val="009C54A1"/>
    <w:rsid w:val="009C6509"/>
    <w:rsid w:val="009D00DC"/>
    <w:rsid w:val="009D02EB"/>
    <w:rsid w:val="009D09DE"/>
    <w:rsid w:val="009D17E4"/>
    <w:rsid w:val="009E0378"/>
    <w:rsid w:val="009E3020"/>
    <w:rsid w:val="009E37B6"/>
    <w:rsid w:val="009E3E72"/>
    <w:rsid w:val="009F4B0B"/>
    <w:rsid w:val="009F6791"/>
    <w:rsid w:val="00A06FB8"/>
    <w:rsid w:val="00A07396"/>
    <w:rsid w:val="00A118DD"/>
    <w:rsid w:val="00A21EAC"/>
    <w:rsid w:val="00A279F9"/>
    <w:rsid w:val="00A35931"/>
    <w:rsid w:val="00A5124D"/>
    <w:rsid w:val="00A5131E"/>
    <w:rsid w:val="00A64005"/>
    <w:rsid w:val="00A66C5A"/>
    <w:rsid w:val="00A76651"/>
    <w:rsid w:val="00A80C62"/>
    <w:rsid w:val="00A8592E"/>
    <w:rsid w:val="00A86806"/>
    <w:rsid w:val="00A93632"/>
    <w:rsid w:val="00AA00BC"/>
    <w:rsid w:val="00AA0E59"/>
    <w:rsid w:val="00AA1689"/>
    <w:rsid w:val="00AC1669"/>
    <w:rsid w:val="00AC4A0D"/>
    <w:rsid w:val="00AD08FF"/>
    <w:rsid w:val="00AD46B5"/>
    <w:rsid w:val="00AE2F8D"/>
    <w:rsid w:val="00AE522A"/>
    <w:rsid w:val="00AF0C61"/>
    <w:rsid w:val="00AF2768"/>
    <w:rsid w:val="00AF4EFA"/>
    <w:rsid w:val="00AF71CD"/>
    <w:rsid w:val="00AF7355"/>
    <w:rsid w:val="00AF7DCE"/>
    <w:rsid w:val="00B00034"/>
    <w:rsid w:val="00B0308B"/>
    <w:rsid w:val="00B055BC"/>
    <w:rsid w:val="00B118E8"/>
    <w:rsid w:val="00B11AE8"/>
    <w:rsid w:val="00B16ACB"/>
    <w:rsid w:val="00B17117"/>
    <w:rsid w:val="00B1718E"/>
    <w:rsid w:val="00B20BA3"/>
    <w:rsid w:val="00B2204B"/>
    <w:rsid w:val="00B22A9D"/>
    <w:rsid w:val="00B24185"/>
    <w:rsid w:val="00B36951"/>
    <w:rsid w:val="00B47BA7"/>
    <w:rsid w:val="00B50508"/>
    <w:rsid w:val="00B52D20"/>
    <w:rsid w:val="00B544F2"/>
    <w:rsid w:val="00B5792C"/>
    <w:rsid w:val="00B57C8D"/>
    <w:rsid w:val="00B603B6"/>
    <w:rsid w:val="00B816B1"/>
    <w:rsid w:val="00B81CE2"/>
    <w:rsid w:val="00B8242B"/>
    <w:rsid w:val="00B83797"/>
    <w:rsid w:val="00B83D38"/>
    <w:rsid w:val="00B8547C"/>
    <w:rsid w:val="00B90595"/>
    <w:rsid w:val="00B95058"/>
    <w:rsid w:val="00B97028"/>
    <w:rsid w:val="00B97157"/>
    <w:rsid w:val="00BA1690"/>
    <w:rsid w:val="00BA4735"/>
    <w:rsid w:val="00BA7319"/>
    <w:rsid w:val="00BA76F7"/>
    <w:rsid w:val="00BB10ED"/>
    <w:rsid w:val="00BB504E"/>
    <w:rsid w:val="00BB66BB"/>
    <w:rsid w:val="00BC445D"/>
    <w:rsid w:val="00BD2ECC"/>
    <w:rsid w:val="00BD441C"/>
    <w:rsid w:val="00BE4B17"/>
    <w:rsid w:val="00BE7793"/>
    <w:rsid w:val="00BF1BA0"/>
    <w:rsid w:val="00BF2BB4"/>
    <w:rsid w:val="00BF717E"/>
    <w:rsid w:val="00C07FB5"/>
    <w:rsid w:val="00C2006C"/>
    <w:rsid w:val="00C20AE7"/>
    <w:rsid w:val="00C20B72"/>
    <w:rsid w:val="00C20C20"/>
    <w:rsid w:val="00C21927"/>
    <w:rsid w:val="00C238C7"/>
    <w:rsid w:val="00C261DC"/>
    <w:rsid w:val="00C316BA"/>
    <w:rsid w:val="00C32FB1"/>
    <w:rsid w:val="00C350FA"/>
    <w:rsid w:val="00C365FF"/>
    <w:rsid w:val="00C46384"/>
    <w:rsid w:val="00C47188"/>
    <w:rsid w:val="00C50B8B"/>
    <w:rsid w:val="00C554A9"/>
    <w:rsid w:val="00C55CCF"/>
    <w:rsid w:val="00C5769C"/>
    <w:rsid w:val="00C621BB"/>
    <w:rsid w:val="00C63EFE"/>
    <w:rsid w:val="00C65329"/>
    <w:rsid w:val="00C7083F"/>
    <w:rsid w:val="00C7192E"/>
    <w:rsid w:val="00C82FF7"/>
    <w:rsid w:val="00CA41F5"/>
    <w:rsid w:val="00CA4540"/>
    <w:rsid w:val="00CA710A"/>
    <w:rsid w:val="00CA7C4B"/>
    <w:rsid w:val="00CB11CD"/>
    <w:rsid w:val="00CB1B74"/>
    <w:rsid w:val="00CB63F7"/>
    <w:rsid w:val="00CB6A5F"/>
    <w:rsid w:val="00CB76A6"/>
    <w:rsid w:val="00CC464E"/>
    <w:rsid w:val="00CD155A"/>
    <w:rsid w:val="00CD5F3C"/>
    <w:rsid w:val="00CE4D51"/>
    <w:rsid w:val="00CE75D8"/>
    <w:rsid w:val="00CE7C50"/>
    <w:rsid w:val="00CF0D79"/>
    <w:rsid w:val="00CF250A"/>
    <w:rsid w:val="00D01A67"/>
    <w:rsid w:val="00D037A8"/>
    <w:rsid w:val="00D040B6"/>
    <w:rsid w:val="00D05951"/>
    <w:rsid w:val="00D05C1D"/>
    <w:rsid w:val="00D0633F"/>
    <w:rsid w:val="00D0662E"/>
    <w:rsid w:val="00D114E1"/>
    <w:rsid w:val="00D12571"/>
    <w:rsid w:val="00D22DDA"/>
    <w:rsid w:val="00D2607D"/>
    <w:rsid w:val="00D273F2"/>
    <w:rsid w:val="00D31079"/>
    <w:rsid w:val="00D315F7"/>
    <w:rsid w:val="00D330FD"/>
    <w:rsid w:val="00D37C4A"/>
    <w:rsid w:val="00D41D96"/>
    <w:rsid w:val="00D4243B"/>
    <w:rsid w:val="00D42E93"/>
    <w:rsid w:val="00D50D70"/>
    <w:rsid w:val="00D50DAC"/>
    <w:rsid w:val="00D5792A"/>
    <w:rsid w:val="00D64466"/>
    <w:rsid w:val="00D6551A"/>
    <w:rsid w:val="00D66D3C"/>
    <w:rsid w:val="00D6723A"/>
    <w:rsid w:val="00D71B95"/>
    <w:rsid w:val="00D74E55"/>
    <w:rsid w:val="00DA26CE"/>
    <w:rsid w:val="00DA7D7A"/>
    <w:rsid w:val="00DB3DD5"/>
    <w:rsid w:val="00DB40E0"/>
    <w:rsid w:val="00DB4D57"/>
    <w:rsid w:val="00DB5023"/>
    <w:rsid w:val="00DC4BF6"/>
    <w:rsid w:val="00DD694D"/>
    <w:rsid w:val="00DE058C"/>
    <w:rsid w:val="00DE1109"/>
    <w:rsid w:val="00DE3EBA"/>
    <w:rsid w:val="00DE42C1"/>
    <w:rsid w:val="00DF69F0"/>
    <w:rsid w:val="00E0233C"/>
    <w:rsid w:val="00E02C4A"/>
    <w:rsid w:val="00E03DEC"/>
    <w:rsid w:val="00E0705E"/>
    <w:rsid w:val="00E07D16"/>
    <w:rsid w:val="00E1281D"/>
    <w:rsid w:val="00E166D0"/>
    <w:rsid w:val="00E1726C"/>
    <w:rsid w:val="00E25170"/>
    <w:rsid w:val="00E27570"/>
    <w:rsid w:val="00E316FA"/>
    <w:rsid w:val="00E33AEA"/>
    <w:rsid w:val="00E3580E"/>
    <w:rsid w:val="00E40720"/>
    <w:rsid w:val="00E40C33"/>
    <w:rsid w:val="00E456E0"/>
    <w:rsid w:val="00E53FC9"/>
    <w:rsid w:val="00E543BC"/>
    <w:rsid w:val="00E6288C"/>
    <w:rsid w:val="00E706AB"/>
    <w:rsid w:val="00E813FD"/>
    <w:rsid w:val="00E83451"/>
    <w:rsid w:val="00E8512E"/>
    <w:rsid w:val="00E90561"/>
    <w:rsid w:val="00E9121E"/>
    <w:rsid w:val="00E919FB"/>
    <w:rsid w:val="00E94522"/>
    <w:rsid w:val="00E94639"/>
    <w:rsid w:val="00EA0733"/>
    <w:rsid w:val="00EA5080"/>
    <w:rsid w:val="00EB3F43"/>
    <w:rsid w:val="00EC3155"/>
    <w:rsid w:val="00EC5E84"/>
    <w:rsid w:val="00ED1FBF"/>
    <w:rsid w:val="00ED389C"/>
    <w:rsid w:val="00ED7294"/>
    <w:rsid w:val="00ED738A"/>
    <w:rsid w:val="00EE17AC"/>
    <w:rsid w:val="00EE21A9"/>
    <w:rsid w:val="00EE2AF4"/>
    <w:rsid w:val="00EE2F29"/>
    <w:rsid w:val="00EE73CA"/>
    <w:rsid w:val="00EF1639"/>
    <w:rsid w:val="00EF3B21"/>
    <w:rsid w:val="00EF3FFD"/>
    <w:rsid w:val="00EF47E5"/>
    <w:rsid w:val="00F020D6"/>
    <w:rsid w:val="00F04306"/>
    <w:rsid w:val="00F04DF7"/>
    <w:rsid w:val="00F07D8E"/>
    <w:rsid w:val="00F149B4"/>
    <w:rsid w:val="00F177C4"/>
    <w:rsid w:val="00F200CA"/>
    <w:rsid w:val="00F20D8F"/>
    <w:rsid w:val="00F23727"/>
    <w:rsid w:val="00F26BDB"/>
    <w:rsid w:val="00F33DB8"/>
    <w:rsid w:val="00F36B17"/>
    <w:rsid w:val="00F46BA0"/>
    <w:rsid w:val="00F470EE"/>
    <w:rsid w:val="00F47B4C"/>
    <w:rsid w:val="00F47CB9"/>
    <w:rsid w:val="00F56C41"/>
    <w:rsid w:val="00F609D9"/>
    <w:rsid w:val="00F62985"/>
    <w:rsid w:val="00F62FE4"/>
    <w:rsid w:val="00F66403"/>
    <w:rsid w:val="00F70378"/>
    <w:rsid w:val="00F73199"/>
    <w:rsid w:val="00F84217"/>
    <w:rsid w:val="00F8546D"/>
    <w:rsid w:val="00F929CD"/>
    <w:rsid w:val="00F94AC6"/>
    <w:rsid w:val="00F965D2"/>
    <w:rsid w:val="00FA3592"/>
    <w:rsid w:val="00FB08D9"/>
    <w:rsid w:val="00FB4B02"/>
    <w:rsid w:val="00FC04FE"/>
    <w:rsid w:val="00FC0E39"/>
    <w:rsid w:val="00FC4D74"/>
    <w:rsid w:val="00FD1453"/>
    <w:rsid w:val="00FD1A1E"/>
    <w:rsid w:val="00FD536E"/>
    <w:rsid w:val="00FD54A6"/>
    <w:rsid w:val="00FD5D8A"/>
    <w:rsid w:val="00FD614C"/>
    <w:rsid w:val="00FE3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D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E70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06AB"/>
  </w:style>
  <w:style w:type="paragraph" w:styleId="Stopka">
    <w:name w:val="footer"/>
    <w:basedOn w:val="Normalny"/>
    <w:link w:val="StopkaZnak"/>
    <w:uiPriority w:val="99"/>
    <w:unhideWhenUsed/>
    <w:rsid w:val="00E70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6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D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E70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06AB"/>
  </w:style>
  <w:style w:type="paragraph" w:styleId="Stopka">
    <w:name w:val="footer"/>
    <w:basedOn w:val="Normalny"/>
    <w:link w:val="StopkaZnak"/>
    <w:uiPriority w:val="99"/>
    <w:unhideWhenUsed/>
    <w:rsid w:val="00E70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0A298-7E38-4F88-B6D6-F2489A6A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41ECC00A</Template>
  <TotalTime>0</TotalTime>
  <Pages>21</Pages>
  <Words>6740</Words>
  <Characters>40444</Characters>
  <Application>Microsoft Office Word</Application>
  <DocSecurity>4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Sekita Czesław</dc:creator>
  <cp:lastModifiedBy>Kowalski Janusz</cp:lastModifiedBy>
  <cp:revision>2</cp:revision>
  <cp:lastPrinted>2018-06-18T11:20:00Z</cp:lastPrinted>
  <dcterms:created xsi:type="dcterms:W3CDTF">2018-06-19T05:57:00Z</dcterms:created>
  <dcterms:modified xsi:type="dcterms:W3CDTF">2018-06-19T05:57:00Z</dcterms:modified>
</cp:coreProperties>
</file>