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C3643" w:rsidP="007340D9">
      <w:pPr>
        <w:pStyle w:val="Style2"/>
        <w:shd w:val="clear" w:color="auto" w:fill="auto"/>
        <w:ind w:left="180" w:firstLine="0"/>
        <w:jc w:val="center"/>
      </w:pPr>
      <w:bookmarkStart w:id="0" w:name="_GoBack"/>
      <w:bookmarkEnd w:id="0"/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Style w:val="CharStyle4"/>
          <w:i/>
          <w:iCs/>
        </w:rPr>
        <w:br/>
      </w: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-779145</wp:posOffset>
            </wp:positionH>
            <wp:positionV relativeFrom="paragraph">
              <wp:posOffset>-728980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7340D9"/>
    <w:rsid w:val="00B547B0"/>
    <w:rsid w:val="00BC3643"/>
    <w:rsid w:val="00E0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97F334E4</Template>
  <TotalTime>1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2</cp:revision>
  <dcterms:created xsi:type="dcterms:W3CDTF">2018-07-11T05:40:00Z</dcterms:created>
  <dcterms:modified xsi:type="dcterms:W3CDTF">2018-07-11T05:40:00Z</dcterms:modified>
</cp:coreProperties>
</file>