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3023" w:rsidRPr="003C75CF" w:rsidRDefault="00011742" w:rsidP="00A733E8">
      <w:pPr>
        <w:spacing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/>
      </w:r>
      <w:r>
        <w:rPr>
          <w:rFonts w:ascii="Times New Roman" w:hAnsi="Times New Roman" w:cs="Times New Roman"/>
          <w:b/>
          <w:sz w:val="28"/>
          <w:szCs w:val="28"/>
        </w:rPr>
        <w:br/>
      </w:r>
      <w:r>
        <w:rPr>
          <w:rFonts w:ascii="Times New Roman" w:hAnsi="Times New Roman" w:cs="Times New Roman"/>
          <w:b/>
          <w:sz w:val="28"/>
          <w:szCs w:val="28"/>
        </w:rPr>
        <w:br/>
      </w:r>
      <w:r w:rsidR="00A733E8">
        <w:rPr>
          <w:rFonts w:ascii="Times New Roman" w:hAnsi="Times New Roman" w:cs="Times New Roman"/>
          <w:b/>
          <w:sz w:val="28"/>
          <w:szCs w:val="28"/>
        </w:rPr>
        <w:t>Załącznik nr 8</w:t>
      </w:r>
      <w:r>
        <w:rPr>
          <w:rFonts w:ascii="Times New Roman" w:hAnsi="Times New Roman" w:cs="Times New Roman"/>
          <w:b/>
          <w:sz w:val="28"/>
          <w:szCs w:val="28"/>
        </w:rPr>
        <w:br/>
      </w:r>
      <w:r w:rsidR="00A733E8">
        <w:rPr>
          <w:rFonts w:ascii="Times New Roman" w:hAnsi="Times New Roman" w:cs="Times New Roman"/>
          <w:b/>
          <w:sz w:val="28"/>
          <w:szCs w:val="28"/>
        </w:rPr>
        <w:br/>
      </w:r>
      <w:r w:rsidR="00A733E8">
        <w:rPr>
          <w:rFonts w:ascii="Times New Roman" w:hAnsi="Times New Roman" w:cs="Times New Roman"/>
          <w:b/>
          <w:sz w:val="28"/>
          <w:szCs w:val="28"/>
        </w:rPr>
        <w:br/>
      </w:r>
      <w:r>
        <w:rPr>
          <w:rFonts w:ascii="Times New Roman" w:hAnsi="Times New Roman" w:cs="Times New Roman"/>
          <w:b/>
          <w:sz w:val="28"/>
          <w:szCs w:val="28"/>
        </w:rPr>
        <w:br/>
      </w:r>
      <w:r>
        <w:rPr>
          <w:rFonts w:ascii="Times New Roman" w:hAnsi="Times New Roman" w:cs="Times New Roman"/>
          <w:b/>
          <w:noProof/>
          <w:sz w:val="28"/>
          <w:szCs w:val="28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-892407</wp:posOffset>
            </wp:positionH>
            <wp:positionV relativeFrom="paragraph">
              <wp:posOffset>-854524</wp:posOffset>
            </wp:positionV>
            <wp:extent cx="7581900" cy="1778635"/>
            <wp:effectExtent l="0" t="0" r="0" b="0"/>
            <wp:wrapNone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1900" cy="17786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83023" w:rsidRPr="003C75CF">
        <w:rPr>
          <w:rFonts w:ascii="Times New Roman" w:hAnsi="Times New Roman" w:cs="Times New Roman"/>
          <w:b/>
          <w:sz w:val="28"/>
          <w:szCs w:val="28"/>
        </w:rPr>
        <w:t>Tabela elementów scalonych</w:t>
      </w:r>
    </w:p>
    <w:p w:rsidR="00983023" w:rsidRDefault="00983023" w:rsidP="00A733E8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PRZEBUDOWA ULICY SOSNOWEJ W BARTOSZYCACH</w:t>
      </w:r>
    </w:p>
    <w:p w:rsidR="00983023" w:rsidRDefault="00983023" w:rsidP="0098302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5"/>
        <w:gridCol w:w="6237"/>
        <w:gridCol w:w="2300"/>
      </w:tblGrid>
      <w:tr w:rsidR="00983023" w:rsidTr="00F64F31">
        <w:tc>
          <w:tcPr>
            <w:tcW w:w="675" w:type="dxa"/>
          </w:tcPr>
          <w:p w:rsidR="00983023" w:rsidRDefault="00983023" w:rsidP="0029446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LP</w:t>
            </w:r>
          </w:p>
        </w:tc>
        <w:tc>
          <w:tcPr>
            <w:tcW w:w="6237" w:type="dxa"/>
          </w:tcPr>
          <w:p w:rsidR="00983023" w:rsidRDefault="00983023" w:rsidP="0029446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Wyszczególnienie robót</w:t>
            </w:r>
          </w:p>
        </w:tc>
        <w:tc>
          <w:tcPr>
            <w:tcW w:w="2300" w:type="dxa"/>
          </w:tcPr>
          <w:p w:rsidR="00983023" w:rsidRDefault="00F64F31" w:rsidP="00F64F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Wartość (brutto)</w:t>
            </w:r>
          </w:p>
        </w:tc>
      </w:tr>
      <w:tr w:rsidR="00983023" w:rsidTr="00F64F31">
        <w:tc>
          <w:tcPr>
            <w:tcW w:w="675" w:type="dxa"/>
          </w:tcPr>
          <w:p w:rsidR="00983023" w:rsidRPr="003C75CF" w:rsidRDefault="00983023" w:rsidP="002944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75C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237" w:type="dxa"/>
          </w:tcPr>
          <w:p w:rsidR="00983023" w:rsidRPr="003C75CF" w:rsidRDefault="00983023" w:rsidP="009830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75CF">
              <w:rPr>
                <w:rFonts w:ascii="Times New Roman" w:hAnsi="Times New Roman" w:cs="Times New Roman"/>
                <w:sz w:val="24"/>
                <w:szCs w:val="24"/>
              </w:rPr>
              <w:t>Branża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drogowa </w:t>
            </w:r>
          </w:p>
        </w:tc>
        <w:tc>
          <w:tcPr>
            <w:tcW w:w="2300" w:type="dxa"/>
          </w:tcPr>
          <w:p w:rsidR="00983023" w:rsidRDefault="00983023" w:rsidP="0029446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83023" w:rsidTr="00F64F31">
        <w:tc>
          <w:tcPr>
            <w:tcW w:w="675" w:type="dxa"/>
          </w:tcPr>
          <w:p w:rsidR="00983023" w:rsidRPr="003C75CF" w:rsidRDefault="00983023" w:rsidP="002944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75CF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237" w:type="dxa"/>
          </w:tcPr>
          <w:p w:rsidR="00983023" w:rsidRPr="003C75CF" w:rsidRDefault="00983023" w:rsidP="009830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75CF">
              <w:rPr>
                <w:rFonts w:ascii="Times New Roman" w:hAnsi="Times New Roman" w:cs="Times New Roman"/>
                <w:sz w:val="24"/>
                <w:szCs w:val="24"/>
              </w:rPr>
              <w:t>Branża sanitarna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budowa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przykanalików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wraz z wpustami</w:t>
            </w:r>
          </w:p>
        </w:tc>
        <w:tc>
          <w:tcPr>
            <w:tcW w:w="2300" w:type="dxa"/>
          </w:tcPr>
          <w:p w:rsidR="00983023" w:rsidRDefault="00983023" w:rsidP="0029446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83023" w:rsidTr="00F64F31">
        <w:tc>
          <w:tcPr>
            <w:tcW w:w="675" w:type="dxa"/>
          </w:tcPr>
          <w:p w:rsidR="00983023" w:rsidRPr="003C75CF" w:rsidRDefault="00983023" w:rsidP="002944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237" w:type="dxa"/>
          </w:tcPr>
          <w:p w:rsidR="00983023" w:rsidRPr="003C75CF" w:rsidRDefault="00983023" w:rsidP="009830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Branża elektryczna </w:t>
            </w:r>
          </w:p>
        </w:tc>
        <w:tc>
          <w:tcPr>
            <w:tcW w:w="2300" w:type="dxa"/>
          </w:tcPr>
          <w:p w:rsidR="00983023" w:rsidRDefault="00983023" w:rsidP="0029446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83023" w:rsidTr="00F64F31">
        <w:tc>
          <w:tcPr>
            <w:tcW w:w="675" w:type="dxa"/>
          </w:tcPr>
          <w:p w:rsidR="00983023" w:rsidRPr="00AC1877" w:rsidRDefault="00983023" w:rsidP="002944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AC187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6237" w:type="dxa"/>
          </w:tcPr>
          <w:p w:rsidR="00983023" w:rsidRPr="00AC1877" w:rsidRDefault="00983023" w:rsidP="002944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Tablica informacyjna</w:t>
            </w:r>
          </w:p>
        </w:tc>
        <w:tc>
          <w:tcPr>
            <w:tcW w:w="2300" w:type="dxa"/>
          </w:tcPr>
          <w:p w:rsidR="00983023" w:rsidRDefault="00983023" w:rsidP="0029446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83023" w:rsidTr="00F64F31">
        <w:tc>
          <w:tcPr>
            <w:tcW w:w="675" w:type="dxa"/>
          </w:tcPr>
          <w:p w:rsidR="00983023" w:rsidRPr="00AC1877" w:rsidRDefault="00983023" w:rsidP="002944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6237" w:type="dxa"/>
          </w:tcPr>
          <w:p w:rsidR="00983023" w:rsidRDefault="00C926B2" w:rsidP="002944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Wykonanie oznakowania pionowego i poziomego</w:t>
            </w:r>
            <w:r w:rsidR="00F64F31">
              <w:rPr>
                <w:rFonts w:ascii="Times New Roman" w:hAnsi="Times New Roman" w:cs="Times New Roman"/>
                <w:sz w:val="24"/>
                <w:szCs w:val="24"/>
              </w:rPr>
              <w:t xml:space="preserve"> zgodnie               z projektem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organizacji ruchu</w:t>
            </w:r>
          </w:p>
        </w:tc>
        <w:tc>
          <w:tcPr>
            <w:tcW w:w="2300" w:type="dxa"/>
          </w:tcPr>
          <w:p w:rsidR="00983023" w:rsidRDefault="00983023" w:rsidP="0029446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83023" w:rsidTr="00F64F31">
        <w:tc>
          <w:tcPr>
            <w:tcW w:w="675" w:type="dxa"/>
          </w:tcPr>
          <w:p w:rsidR="00983023" w:rsidRPr="00AC1877" w:rsidRDefault="00983023" w:rsidP="002944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6237" w:type="dxa"/>
          </w:tcPr>
          <w:p w:rsidR="00983023" w:rsidRDefault="00983023" w:rsidP="002944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Inne</w:t>
            </w:r>
          </w:p>
        </w:tc>
        <w:tc>
          <w:tcPr>
            <w:tcW w:w="2300" w:type="dxa"/>
          </w:tcPr>
          <w:p w:rsidR="00983023" w:rsidRDefault="00983023" w:rsidP="0029446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83023" w:rsidRPr="004F25A3" w:rsidRDefault="00983023" w:rsidP="004F25A3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sectPr w:rsidR="00983023" w:rsidRPr="004F25A3" w:rsidSect="0037306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25A3" w:rsidRDefault="004F25A3" w:rsidP="004F25A3">
      <w:pPr>
        <w:spacing w:after="0" w:line="240" w:lineRule="auto"/>
      </w:pPr>
      <w:r>
        <w:separator/>
      </w:r>
    </w:p>
  </w:endnote>
  <w:endnote w:type="continuationSeparator" w:id="0">
    <w:p w:rsidR="004F25A3" w:rsidRDefault="004F25A3" w:rsidP="004F25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25A3" w:rsidRDefault="004F25A3" w:rsidP="004F25A3">
      <w:pPr>
        <w:spacing w:after="0" w:line="240" w:lineRule="auto"/>
      </w:pPr>
      <w:r>
        <w:separator/>
      </w:r>
    </w:p>
  </w:footnote>
  <w:footnote w:type="continuationSeparator" w:id="0">
    <w:p w:rsidR="004F25A3" w:rsidRDefault="004F25A3" w:rsidP="004F25A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E_LinkChangesUpdateDate" w:val="2020-10-01"/>
    <w:docVar w:name="LE_Links" w:val="{4231324F-23DE-4776-9292-2DAF74C1AC6A}"/>
  </w:docVars>
  <w:rsids>
    <w:rsidRoot w:val="004F25A3"/>
    <w:rsid w:val="00011742"/>
    <w:rsid w:val="00307C0D"/>
    <w:rsid w:val="00373061"/>
    <w:rsid w:val="003C75CF"/>
    <w:rsid w:val="004F25A3"/>
    <w:rsid w:val="00983023"/>
    <w:rsid w:val="00A22534"/>
    <w:rsid w:val="00A733E8"/>
    <w:rsid w:val="00AC1877"/>
    <w:rsid w:val="00C926B2"/>
    <w:rsid w:val="00F64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4F25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semiHidden/>
    <w:unhideWhenUsed/>
    <w:rsid w:val="004F25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F25A3"/>
  </w:style>
  <w:style w:type="paragraph" w:styleId="Stopka">
    <w:name w:val="footer"/>
    <w:basedOn w:val="Normalny"/>
    <w:link w:val="StopkaZnak"/>
    <w:uiPriority w:val="99"/>
    <w:semiHidden/>
    <w:unhideWhenUsed/>
    <w:rsid w:val="004F25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4F25A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4F25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semiHidden/>
    <w:unhideWhenUsed/>
    <w:rsid w:val="004F25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F25A3"/>
  </w:style>
  <w:style w:type="paragraph" w:styleId="Stopka">
    <w:name w:val="footer"/>
    <w:basedOn w:val="Normalny"/>
    <w:link w:val="StopkaZnak"/>
    <w:uiPriority w:val="99"/>
    <w:semiHidden/>
    <w:unhideWhenUsed/>
    <w:rsid w:val="004F25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4F25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Props1.xml><?xml version="1.0" encoding="utf-8"?>
<ds:datastoreItem xmlns:ds="http://schemas.openxmlformats.org/officeDocument/2006/customXml" ds:itemID="{4231324F-23DE-4776-9292-2DAF74C1AC6A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46ECF16D</Template>
  <TotalTime>3</TotalTime>
  <Pages>1</Pages>
  <Words>54</Words>
  <Characters>328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 Bartoszyce</Company>
  <LinksUpToDate>false</LinksUpToDate>
  <CharactersWithSpaces>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mroczek_b</dc:creator>
  <cp:lastModifiedBy>Kowalski Janusz</cp:lastModifiedBy>
  <cp:revision>5</cp:revision>
  <cp:lastPrinted>2020-10-12T06:49:00Z</cp:lastPrinted>
  <dcterms:created xsi:type="dcterms:W3CDTF">2020-10-01T13:03:00Z</dcterms:created>
  <dcterms:modified xsi:type="dcterms:W3CDTF">2020-10-12T12:44:00Z</dcterms:modified>
</cp:coreProperties>
</file>