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297" w:rsidRDefault="00EC3638" w:rsidP="00231297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-884973</wp:posOffset>
            </wp:positionH>
            <wp:positionV relativeFrom="paragraph">
              <wp:posOffset>-899129</wp:posOffset>
            </wp:positionV>
            <wp:extent cx="7581900" cy="177863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77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231297">
        <w:rPr>
          <w:rFonts w:ascii="Times New Roman" w:hAnsi="Times New Roman" w:cs="Times New Roman"/>
          <w:b/>
          <w:sz w:val="24"/>
          <w:szCs w:val="24"/>
        </w:rPr>
        <w:t>Załącznik nr 8</w:t>
      </w:r>
    </w:p>
    <w:p w:rsidR="00373061" w:rsidRPr="003C75CF" w:rsidRDefault="00EC3638" w:rsidP="0023129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bookmarkStart w:id="0" w:name="_GoBack"/>
      <w:bookmarkEnd w:id="0"/>
      <w:r w:rsidR="004F25A3" w:rsidRPr="003C75CF">
        <w:rPr>
          <w:rFonts w:ascii="Times New Roman" w:hAnsi="Times New Roman" w:cs="Times New Roman"/>
          <w:b/>
          <w:sz w:val="28"/>
          <w:szCs w:val="28"/>
        </w:rPr>
        <w:t>Tabela elementów scalonych</w:t>
      </w:r>
    </w:p>
    <w:p w:rsidR="004F25A3" w:rsidRDefault="004F25A3" w:rsidP="004F25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PRZEBUDOWA ULICY STASZICA W BARTOSZYCACH</w:t>
      </w:r>
    </w:p>
    <w:p w:rsidR="004F25A3" w:rsidRDefault="004F25A3" w:rsidP="004F25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6237"/>
        <w:gridCol w:w="2300"/>
      </w:tblGrid>
      <w:tr w:rsidR="004F25A3" w:rsidTr="00C01BDB">
        <w:tc>
          <w:tcPr>
            <w:tcW w:w="675" w:type="dxa"/>
          </w:tcPr>
          <w:p w:rsidR="004F25A3" w:rsidRDefault="004F25A3" w:rsidP="004F25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</w:p>
        </w:tc>
        <w:tc>
          <w:tcPr>
            <w:tcW w:w="6237" w:type="dxa"/>
          </w:tcPr>
          <w:p w:rsidR="004F25A3" w:rsidRDefault="004F25A3" w:rsidP="004F25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robót</w:t>
            </w:r>
          </w:p>
        </w:tc>
        <w:tc>
          <w:tcPr>
            <w:tcW w:w="2300" w:type="dxa"/>
          </w:tcPr>
          <w:p w:rsidR="004F25A3" w:rsidRDefault="004F25A3" w:rsidP="00C01B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Wartość </w:t>
            </w:r>
            <w:r w:rsidR="00C01BDB">
              <w:rPr>
                <w:rFonts w:ascii="Times New Roman" w:hAnsi="Times New Roman" w:cs="Times New Roman"/>
                <w:b/>
                <w:sz w:val="24"/>
                <w:szCs w:val="24"/>
              </w:rPr>
              <w:t>(brutto)</w:t>
            </w:r>
          </w:p>
        </w:tc>
      </w:tr>
      <w:tr w:rsidR="004F25A3" w:rsidTr="00C01BDB">
        <w:tc>
          <w:tcPr>
            <w:tcW w:w="675" w:type="dxa"/>
          </w:tcPr>
          <w:p w:rsidR="004F25A3" w:rsidRPr="003C75CF" w:rsidRDefault="003C75CF" w:rsidP="004F2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5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4F25A3" w:rsidRPr="003C75CF" w:rsidRDefault="003C75CF" w:rsidP="004F2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5CF">
              <w:rPr>
                <w:rFonts w:ascii="Times New Roman" w:hAnsi="Times New Roman" w:cs="Times New Roman"/>
                <w:sz w:val="24"/>
                <w:szCs w:val="24"/>
              </w:rPr>
              <w:t>Branża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drogowa – przebudowa nawierzchni ulicy, chodnika i zjazdów</w:t>
            </w:r>
          </w:p>
        </w:tc>
        <w:tc>
          <w:tcPr>
            <w:tcW w:w="2300" w:type="dxa"/>
          </w:tcPr>
          <w:p w:rsidR="004F25A3" w:rsidRDefault="004F25A3" w:rsidP="004F25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25A3" w:rsidTr="00C01BDB">
        <w:tc>
          <w:tcPr>
            <w:tcW w:w="675" w:type="dxa"/>
          </w:tcPr>
          <w:p w:rsidR="004F25A3" w:rsidRPr="003C75CF" w:rsidRDefault="003C75CF" w:rsidP="004F2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5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4F25A3" w:rsidRPr="003C75CF" w:rsidRDefault="003C75CF" w:rsidP="00C01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5CF">
              <w:rPr>
                <w:rFonts w:ascii="Times New Roman" w:hAnsi="Times New Roman" w:cs="Times New Roman"/>
                <w:sz w:val="24"/>
                <w:szCs w:val="24"/>
              </w:rPr>
              <w:t>Branża sanitarna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prz</w:t>
            </w:r>
            <w:r w:rsidR="00C01BDB">
              <w:rPr>
                <w:rFonts w:ascii="Times New Roman" w:hAnsi="Times New Roman" w:cs="Times New Roman"/>
                <w:sz w:val="24"/>
                <w:szCs w:val="24"/>
              </w:rPr>
              <w:t xml:space="preserve">ebudowa kanalizacji deszczowej </w:t>
            </w:r>
            <w:r w:rsidR="00A22534">
              <w:rPr>
                <w:rFonts w:ascii="Times New Roman" w:hAnsi="Times New Roman" w:cs="Times New Roman"/>
                <w:sz w:val="24"/>
                <w:szCs w:val="24"/>
              </w:rPr>
              <w:t>oraz kanalizacji sanitarnej</w:t>
            </w:r>
            <w:r w:rsidR="00C01BDB">
              <w:rPr>
                <w:rFonts w:ascii="Times New Roman" w:hAnsi="Times New Roman" w:cs="Times New Roman"/>
                <w:sz w:val="24"/>
                <w:szCs w:val="24"/>
              </w:rPr>
              <w:t xml:space="preserve"> (regulacja rzędnych pokryw studzienek)</w:t>
            </w:r>
          </w:p>
        </w:tc>
        <w:tc>
          <w:tcPr>
            <w:tcW w:w="2300" w:type="dxa"/>
          </w:tcPr>
          <w:p w:rsidR="004F25A3" w:rsidRDefault="004F25A3" w:rsidP="004F25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25A3" w:rsidTr="00C01BDB">
        <w:tc>
          <w:tcPr>
            <w:tcW w:w="675" w:type="dxa"/>
          </w:tcPr>
          <w:p w:rsidR="004F25A3" w:rsidRPr="003C75CF" w:rsidRDefault="003C75CF" w:rsidP="004F2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</w:tcPr>
          <w:p w:rsidR="004F25A3" w:rsidRPr="003C75CF" w:rsidRDefault="003C75CF" w:rsidP="004F2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Branża elektryczna – przebudowa oświetlenia ulicznego</w:t>
            </w:r>
          </w:p>
        </w:tc>
        <w:tc>
          <w:tcPr>
            <w:tcW w:w="2300" w:type="dxa"/>
          </w:tcPr>
          <w:p w:rsidR="004F25A3" w:rsidRDefault="004F25A3" w:rsidP="004F25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25A3" w:rsidTr="00C01BDB">
        <w:tc>
          <w:tcPr>
            <w:tcW w:w="675" w:type="dxa"/>
          </w:tcPr>
          <w:p w:rsidR="004F25A3" w:rsidRPr="00AC1877" w:rsidRDefault="00A22534" w:rsidP="004F2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C1877" w:rsidRPr="00AC18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237" w:type="dxa"/>
          </w:tcPr>
          <w:p w:rsidR="004F25A3" w:rsidRPr="00AC1877" w:rsidRDefault="00AC1877" w:rsidP="004F2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Tablica informacyjna</w:t>
            </w:r>
          </w:p>
        </w:tc>
        <w:tc>
          <w:tcPr>
            <w:tcW w:w="2300" w:type="dxa"/>
          </w:tcPr>
          <w:p w:rsidR="004F25A3" w:rsidRDefault="004F25A3" w:rsidP="004F25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1877" w:rsidTr="00C01BDB">
        <w:tc>
          <w:tcPr>
            <w:tcW w:w="675" w:type="dxa"/>
          </w:tcPr>
          <w:p w:rsidR="00AC1877" w:rsidRPr="00AC1877" w:rsidRDefault="00A22534" w:rsidP="004F2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C1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AC1877" w:rsidRDefault="00C01BDB" w:rsidP="004F2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oznakowania pionowego i poziomego zgodnie z projektem organizacji ruchu</w:t>
            </w:r>
          </w:p>
        </w:tc>
        <w:tc>
          <w:tcPr>
            <w:tcW w:w="2300" w:type="dxa"/>
          </w:tcPr>
          <w:p w:rsidR="00AC1877" w:rsidRDefault="00AC1877" w:rsidP="004F25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1877" w:rsidTr="00C01BDB">
        <w:tc>
          <w:tcPr>
            <w:tcW w:w="675" w:type="dxa"/>
          </w:tcPr>
          <w:p w:rsidR="00AC1877" w:rsidRPr="00AC1877" w:rsidRDefault="00A22534" w:rsidP="004F2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18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237" w:type="dxa"/>
          </w:tcPr>
          <w:p w:rsidR="00AC1877" w:rsidRDefault="00AC1877" w:rsidP="004F2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Inne</w:t>
            </w:r>
          </w:p>
        </w:tc>
        <w:tc>
          <w:tcPr>
            <w:tcW w:w="2300" w:type="dxa"/>
          </w:tcPr>
          <w:p w:rsidR="00AC1877" w:rsidRDefault="00AC1877" w:rsidP="004F25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C1877" w:rsidRDefault="00AC1877" w:rsidP="004F25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877" w:rsidRDefault="00AC1877" w:rsidP="004F25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877" w:rsidRDefault="00AC1877" w:rsidP="004F25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877" w:rsidRDefault="00AC1877" w:rsidP="004F25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877" w:rsidRDefault="00AC1877" w:rsidP="004F25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877" w:rsidRDefault="00AC1877" w:rsidP="004F25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877" w:rsidRDefault="00AC1877" w:rsidP="004F25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877" w:rsidRDefault="00AC1877" w:rsidP="004F25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877" w:rsidRDefault="00AC1877" w:rsidP="004F25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877" w:rsidRDefault="00AC1877" w:rsidP="004F25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3023" w:rsidRDefault="00AC1877" w:rsidP="00AC187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75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983023" w:rsidSect="00373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5A3" w:rsidRDefault="004F25A3" w:rsidP="004F25A3">
      <w:pPr>
        <w:spacing w:after="0" w:line="240" w:lineRule="auto"/>
      </w:pPr>
      <w:r>
        <w:separator/>
      </w:r>
    </w:p>
  </w:endnote>
  <w:endnote w:type="continuationSeparator" w:id="0">
    <w:p w:rsidR="004F25A3" w:rsidRDefault="004F25A3" w:rsidP="004F2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5A3" w:rsidRDefault="004F25A3" w:rsidP="004F25A3">
      <w:pPr>
        <w:spacing w:after="0" w:line="240" w:lineRule="auto"/>
      </w:pPr>
      <w:r>
        <w:separator/>
      </w:r>
    </w:p>
  </w:footnote>
  <w:footnote w:type="continuationSeparator" w:id="0">
    <w:p w:rsidR="004F25A3" w:rsidRDefault="004F25A3" w:rsidP="004F25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20-10-01"/>
    <w:docVar w:name="LE_Links" w:val="{78FAEE4E-DFD8-4F0D-ACEB-3359046AD1AB}"/>
  </w:docVars>
  <w:rsids>
    <w:rsidRoot w:val="004F25A3"/>
    <w:rsid w:val="00231297"/>
    <w:rsid w:val="00307C0D"/>
    <w:rsid w:val="00373061"/>
    <w:rsid w:val="003C75CF"/>
    <w:rsid w:val="004F25A3"/>
    <w:rsid w:val="00983023"/>
    <w:rsid w:val="00A22534"/>
    <w:rsid w:val="00AC1877"/>
    <w:rsid w:val="00C01BDB"/>
    <w:rsid w:val="00EC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F25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4F2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25A3"/>
  </w:style>
  <w:style w:type="paragraph" w:styleId="Stopka">
    <w:name w:val="footer"/>
    <w:basedOn w:val="Normalny"/>
    <w:link w:val="StopkaZnak"/>
    <w:uiPriority w:val="99"/>
    <w:semiHidden/>
    <w:unhideWhenUsed/>
    <w:rsid w:val="004F2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25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F25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4F2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25A3"/>
  </w:style>
  <w:style w:type="paragraph" w:styleId="Stopka">
    <w:name w:val="footer"/>
    <w:basedOn w:val="Normalny"/>
    <w:link w:val="StopkaZnak"/>
    <w:uiPriority w:val="99"/>
    <w:semiHidden/>
    <w:unhideWhenUsed/>
    <w:rsid w:val="004F2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2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78FAEE4E-DFD8-4F0D-ACEB-3359046AD1A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C21CEF46</Template>
  <TotalTime>1</TotalTime>
  <Pages>1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mroczek_b</dc:creator>
  <cp:lastModifiedBy>Kowalski Janusz</cp:lastModifiedBy>
  <cp:revision>4</cp:revision>
  <cp:lastPrinted>2020-10-12T06:49:00Z</cp:lastPrinted>
  <dcterms:created xsi:type="dcterms:W3CDTF">2020-10-01T12:58:00Z</dcterms:created>
  <dcterms:modified xsi:type="dcterms:W3CDTF">2020-10-12T12:43:00Z</dcterms:modified>
</cp:coreProperties>
</file>